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035CD3" w:rsidRPr="007E44E2"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035CD3" w:rsidRPr="007E44E2" w:rsidRDefault="00035CD3" w:rsidP="004E569D">
            <w:pPr>
              <w:tabs>
                <w:tab w:val="left" w:pos="1725"/>
              </w:tabs>
              <w:rPr>
                <w:rFonts w:ascii="Architect" w:hAnsi="Architect"/>
                <w:b/>
                <w:sz w:val="28"/>
                <w:szCs w:val="28"/>
              </w:rPr>
            </w:pPr>
            <w:r w:rsidRPr="007E44E2">
              <w:rPr>
                <w:rFonts w:ascii="Architect" w:hAnsi="Architect"/>
                <w:b/>
                <w:sz w:val="28"/>
                <w:szCs w:val="28"/>
              </w:rPr>
              <w:t xml:space="preserve">Lesson Title:   </w:t>
            </w:r>
          </w:p>
          <w:p w:rsidR="00035CD3" w:rsidRPr="007E44E2" w:rsidRDefault="00035CD3" w:rsidP="004E569D">
            <w:pPr>
              <w:tabs>
                <w:tab w:val="left" w:pos="1725"/>
              </w:tabs>
              <w:jc w:val="center"/>
              <w:rPr>
                <w:rFonts w:ascii="Architect" w:hAnsi="Architect"/>
                <w:b/>
                <w:sz w:val="28"/>
                <w:szCs w:val="28"/>
              </w:rPr>
            </w:pPr>
            <w:r w:rsidRPr="007E44E2">
              <w:rPr>
                <w:rFonts w:ascii="Architect" w:hAnsi="Architect"/>
                <w:b/>
                <w:sz w:val="28"/>
                <w:szCs w:val="28"/>
              </w:rPr>
              <w:t>GETTING TO KNOW “UNKNOWN VARIABLES”</w:t>
            </w:r>
          </w:p>
          <w:p w:rsidR="00035CD3" w:rsidRPr="007E44E2" w:rsidRDefault="00035CD3" w:rsidP="00B9268A">
            <w:pPr>
              <w:tabs>
                <w:tab w:val="left" w:pos="1725"/>
              </w:tabs>
              <w:jc w:val="center"/>
              <w:rPr>
                <w:rFonts w:ascii="Architect" w:hAnsi="Architect"/>
                <w:b/>
                <w:sz w:val="28"/>
                <w:szCs w:val="28"/>
              </w:rPr>
            </w:pPr>
            <w:r w:rsidRPr="007E44E2">
              <w:rPr>
                <w:rFonts w:ascii="Architect" w:hAnsi="Architect"/>
                <w:b/>
                <w:sz w:val="28"/>
                <w:szCs w:val="28"/>
              </w:rPr>
              <w:t xml:space="preserve">Common Uses of Variables in Algebra </w:t>
            </w:r>
          </w:p>
        </w:tc>
      </w:tr>
      <w:tr w:rsidR="00035CD3" w:rsidRPr="007E44E2"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035CD3" w:rsidRPr="007E44E2" w:rsidRDefault="00035CD3" w:rsidP="00C558AB">
            <w:pPr>
              <w:rPr>
                <w:rFonts w:ascii="Architect" w:hAnsi="Architect"/>
                <w:b/>
                <w:sz w:val="28"/>
                <w:szCs w:val="28"/>
              </w:rPr>
            </w:pPr>
            <w:r w:rsidRPr="007E44E2">
              <w:rPr>
                <w:rFonts w:ascii="Architect" w:hAnsi="Architect"/>
                <w:b/>
                <w:sz w:val="28"/>
                <w:szCs w:val="28"/>
              </w:rPr>
              <w:t>Subject area / course / grade level:</w:t>
            </w:r>
          </w:p>
          <w:p w:rsidR="00035CD3" w:rsidRPr="007E44E2" w:rsidRDefault="00035CD3" w:rsidP="00205575">
            <w:pPr>
              <w:jc w:val="center"/>
              <w:rPr>
                <w:rFonts w:ascii="Architect" w:hAnsi="Architect"/>
                <w:b/>
                <w:sz w:val="28"/>
                <w:szCs w:val="28"/>
              </w:rPr>
            </w:pPr>
          </w:p>
          <w:p w:rsidR="00035CD3" w:rsidRPr="007E44E2" w:rsidRDefault="00035CD3" w:rsidP="00B9268A">
            <w:pPr>
              <w:jc w:val="center"/>
              <w:rPr>
                <w:rFonts w:ascii="Architect" w:hAnsi="Architect"/>
                <w:b/>
                <w:sz w:val="28"/>
                <w:szCs w:val="28"/>
              </w:rPr>
            </w:pPr>
            <w:r>
              <w:rPr>
                <w:rFonts w:ascii="Architect" w:hAnsi="Architect"/>
                <w:b/>
                <w:sz w:val="28"/>
                <w:szCs w:val="28"/>
              </w:rPr>
              <w:t>Pre -</w:t>
            </w:r>
            <w:r w:rsidRPr="007E44E2">
              <w:rPr>
                <w:rFonts w:ascii="Architect" w:hAnsi="Architect"/>
                <w:b/>
                <w:sz w:val="28"/>
                <w:szCs w:val="28"/>
              </w:rPr>
              <w:t xml:space="preserve">Algebra / Math / Grade </w:t>
            </w:r>
            <w:r>
              <w:rPr>
                <w:rFonts w:ascii="Architect" w:hAnsi="Architect"/>
                <w:b/>
                <w:sz w:val="28"/>
                <w:szCs w:val="28"/>
              </w:rPr>
              <w:t xml:space="preserve"> 6</w:t>
            </w:r>
          </w:p>
        </w:tc>
      </w:tr>
      <w:tr w:rsidR="00035CD3" w:rsidRPr="007E44E2"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035CD3" w:rsidRPr="007E44E2" w:rsidRDefault="00035CD3" w:rsidP="00E443FF">
            <w:pPr>
              <w:rPr>
                <w:rFonts w:ascii="Architect" w:hAnsi="Architect"/>
                <w:b/>
                <w:sz w:val="28"/>
                <w:szCs w:val="28"/>
              </w:rPr>
            </w:pPr>
            <w:r w:rsidRPr="007E44E2">
              <w:rPr>
                <w:rFonts w:ascii="Architect" w:hAnsi="Architect"/>
                <w:b/>
                <w:sz w:val="28"/>
                <w:szCs w:val="28"/>
              </w:rPr>
              <w:t>Introduction:</w:t>
            </w:r>
          </w:p>
          <w:p w:rsidR="00035CD3" w:rsidRPr="007E44E2" w:rsidRDefault="00035CD3" w:rsidP="00521544">
            <w:pPr>
              <w:jc w:val="both"/>
              <w:rPr>
                <w:rFonts w:ascii="Architect" w:hAnsi="Architect"/>
                <w:sz w:val="28"/>
                <w:szCs w:val="28"/>
              </w:rPr>
            </w:pPr>
            <w:r w:rsidRPr="007E44E2">
              <w:rPr>
                <w:rFonts w:ascii="Architect" w:hAnsi="Architect"/>
                <w:sz w:val="28"/>
                <w:szCs w:val="28"/>
              </w:rPr>
              <w:t xml:space="preserve">This lesson is designed to focus on a major content topic in the algebra curriculum – understanding the concept of variables. Students in early elementary grades often encounter common uses of variables as they learn and practice their basic facts for addition, subtraction, multiplication, and division. One use is represented in equations in which children have to fill-in a “missing” or “unknown” value or place-holder. For example, children solve many exercises like the following: </w:t>
            </w:r>
          </w:p>
          <w:p w:rsidR="00035CD3" w:rsidRPr="007E44E2" w:rsidRDefault="00035CD3" w:rsidP="005651CF">
            <w:pPr>
              <w:ind w:left="3615"/>
              <w:jc w:val="both"/>
              <w:rPr>
                <w:rFonts w:ascii="Architect" w:hAnsi="Architect"/>
                <w:sz w:val="28"/>
                <w:szCs w:val="28"/>
              </w:rPr>
            </w:pPr>
            <w:r w:rsidRPr="007E44E2">
              <w:rPr>
                <w:rFonts w:ascii="Architect" w:hAnsi="Architect"/>
                <w:sz w:val="28"/>
                <w:szCs w:val="28"/>
              </w:rPr>
              <w:t>+ 5 = 13.</w:t>
            </w:r>
          </w:p>
          <w:p w:rsidR="00035CD3" w:rsidRPr="007E44E2" w:rsidRDefault="00035CD3" w:rsidP="00EE48D7">
            <w:pPr>
              <w:tabs>
                <w:tab w:val="left" w:pos="4860"/>
                <w:tab w:val="left" w:pos="4995"/>
              </w:tabs>
              <w:jc w:val="both"/>
              <w:rPr>
                <w:rFonts w:ascii="Architect" w:hAnsi="Architect"/>
                <w:sz w:val="28"/>
                <w:szCs w:val="28"/>
              </w:rPr>
            </w:pPr>
            <w:r>
              <w:rPr>
                <w:noProof/>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26" type="#_x0000_t9" style="position:absolute;margin-left:171.75pt;margin-top:-20.35pt;width:20.25pt;height:16.8pt;z-index:-251658240;mso-position-horizontal-relative:char" wrapcoords="4000 -982 -800 8836 0 14727 3200 20618 17600 20618 18400 20618 22400 13745 21600 8836 16800 -982 4000 -982" o:allowoverlap="f" filled="f" strokeweight="1pt">
                  <w10:wrap type="tight"/>
                </v:shape>
              </w:pict>
            </w:r>
            <w:r w:rsidRPr="007E44E2">
              <w:rPr>
                <w:rFonts w:ascii="Architect" w:hAnsi="Architect"/>
                <w:sz w:val="28"/>
                <w:szCs w:val="28"/>
              </w:rPr>
              <w:t xml:space="preserve">However, as students enter middle school, this exercise might simply change to </w:t>
            </w:r>
            <w:r w:rsidRPr="007E44E2">
              <w:rPr>
                <w:rFonts w:ascii="Architect" w:hAnsi="Architect"/>
                <w:b/>
                <w:i/>
                <w:sz w:val="28"/>
                <w:szCs w:val="28"/>
              </w:rPr>
              <w:t>n</w:t>
            </w:r>
            <w:r w:rsidRPr="007E44E2">
              <w:rPr>
                <w:rFonts w:ascii="Architect" w:hAnsi="Architect"/>
                <w:b/>
                <w:sz w:val="28"/>
                <w:szCs w:val="28"/>
              </w:rPr>
              <w:t xml:space="preserve"> + 5 = 13</w:t>
            </w:r>
            <w:r w:rsidRPr="007E44E2">
              <w:rPr>
                <w:rFonts w:ascii="Architect" w:hAnsi="Architect"/>
                <w:sz w:val="28"/>
                <w:szCs w:val="28"/>
              </w:rPr>
              <w:t xml:space="preserve">.  Students are taught to find the value of </w:t>
            </w:r>
            <w:r w:rsidRPr="007E44E2">
              <w:rPr>
                <w:rFonts w:ascii="Architect" w:hAnsi="Architect"/>
                <w:b/>
                <w:i/>
                <w:sz w:val="28"/>
                <w:szCs w:val="28"/>
              </w:rPr>
              <w:t>n</w:t>
            </w:r>
            <w:r w:rsidRPr="007E44E2">
              <w:rPr>
                <w:rFonts w:ascii="Architect" w:hAnsi="Architect"/>
                <w:sz w:val="28"/>
                <w:szCs w:val="28"/>
              </w:rPr>
              <w:t xml:space="preserve"> by the “undoing” process involving one-step equation solving. This Sample Lesson is designed to bridge the connection between children’s early experiences with algebraic thinking and their more formal encounters with algebra in upper grades. Students will also learn how to use variables in expressions and simple equations. A portion of the lesson will focus on the order of operations.  </w:t>
            </w:r>
          </w:p>
          <w:p w:rsidR="00035CD3" w:rsidRPr="007E44E2" w:rsidRDefault="00035CD3" w:rsidP="00EE48D7">
            <w:pPr>
              <w:tabs>
                <w:tab w:val="left" w:pos="4860"/>
                <w:tab w:val="left" w:pos="4995"/>
              </w:tabs>
              <w:jc w:val="both"/>
              <w:rPr>
                <w:rFonts w:ascii="Architect" w:hAnsi="Architect"/>
                <w:sz w:val="28"/>
                <w:szCs w:val="28"/>
              </w:rPr>
            </w:pPr>
          </w:p>
        </w:tc>
      </w:tr>
      <w:tr w:rsidR="00035CD3" w:rsidRPr="007E44E2"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035CD3" w:rsidRPr="007E44E2" w:rsidRDefault="00035CD3" w:rsidP="00E443FF">
            <w:pPr>
              <w:rPr>
                <w:rFonts w:ascii="Architect" w:hAnsi="Architect"/>
                <w:b/>
                <w:sz w:val="28"/>
                <w:szCs w:val="28"/>
              </w:rPr>
            </w:pPr>
            <w:r w:rsidRPr="007E44E2">
              <w:rPr>
                <w:rFonts w:ascii="Architect" w:hAnsi="Architect"/>
                <w:b/>
                <w:sz w:val="28"/>
                <w:szCs w:val="28"/>
              </w:rPr>
              <w:t xml:space="preserve">Lesson Length: </w:t>
            </w:r>
          </w:p>
          <w:p w:rsidR="00035CD3" w:rsidRPr="007E44E2" w:rsidRDefault="00035CD3" w:rsidP="00EE48D7">
            <w:pPr>
              <w:jc w:val="center"/>
              <w:rPr>
                <w:rFonts w:ascii="Architect" w:hAnsi="Architect"/>
                <w:b/>
                <w:sz w:val="28"/>
                <w:szCs w:val="28"/>
              </w:rPr>
            </w:pPr>
            <w:r w:rsidRPr="007E44E2">
              <w:rPr>
                <w:rFonts w:ascii="Architect" w:hAnsi="Architect"/>
                <w:b/>
                <w:sz w:val="28"/>
                <w:szCs w:val="28"/>
              </w:rPr>
              <w:t xml:space="preserve"> 60 minutes</w:t>
            </w:r>
          </w:p>
        </w:tc>
      </w:tr>
      <w:tr w:rsidR="00035CD3" w:rsidRPr="007E44E2"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035CD3" w:rsidRPr="007E44E2" w:rsidRDefault="00035CD3" w:rsidP="00E443FF">
            <w:pPr>
              <w:rPr>
                <w:rFonts w:ascii="Architect" w:hAnsi="Architect"/>
                <w:b/>
                <w:sz w:val="28"/>
                <w:szCs w:val="28"/>
              </w:rPr>
            </w:pPr>
            <w:r w:rsidRPr="007E44E2">
              <w:rPr>
                <w:rFonts w:ascii="Architect" w:hAnsi="Architect"/>
                <w:b/>
                <w:sz w:val="28"/>
                <w:szCs w:val="28"/>
              </w:rPr>
              <w:t xml:space="preserve">Materials: </w:t>
            </w:r>
          </w:p>
          <w:p w:rsidR="00035CD3" w:rsidRPr="007E44E2" w:rsidRDefault="00035CD3" w:rsidP="00E443FF">
            <w:pPr>
              <w:rPr>
                <w:rFonts w:ascii="Architect" w:hAnsi="Architect"/>
                <w:sz w:val="28"/>
                <w:szCs w:val="28"/>
              </w:rPr>
            </w:pPr>
            <w:r w:rsidRPr="007E44E2">
              <w:rPr>
                <w:rFonts w:ascii="Architect" w:hAnsi="Architect"/>
                <w:sz w:val="28"/>
                <w:szCs w:val="28"/>
              </w:rPr>
              <w:t>24 Game</w:t>
            </w:r>
            <w:r w:rsidRPr="007E44E2">
              <w:rPr>
                <w:rFonts w:ascii="Architect" w:hAnsi="Architect"/>
                <w:sz w:val="28"/>
                <w:szCs w:val="28"/>
                <w:vertAlign w:val="superscript"/>
              </w:rPr>
              <w:sym w:font="Symbol" w:char="F0D2"/>
            </w:r>
            <w:r w:rsidRPr="007E44E2">
              <w:rPr>
                <w:rFonts w:ascii="Architect" w:hAnsi="Architect"/>
                <w:sz w:val="28"/>
                <w:szCs w:val="28"/>
              </w:rPr>
              <w:t xml:space="preserve"> – Algebra version                         </w:t>
            </w:r>
          </w:p>
          <w:p w:rsidR="00035CD3" w:rsidRPr="007E44E2" w:rsidRDefault="00035CD3" w:rsidP="00E443FF">
            <w:pPr>
              <w:rPr>
                <w:rFonts w:ascii="Architect" w:hAnsi="Architect"/>
                <w:sz w:val="28"/>
                <w:szCs w:val="28"/>
              </w:rPr>
            </w:pPr>
            <w:r w:rsidRPr="007E44E2">
              <w:rPr>
                <w:rFonts w:ascii="Architect" w:hAnsi="Architect"/>
                <w:sz w:val="28"/>
                <w:szCs w:val="28"/>
              </w:rPr>
              <w:t>Handouts for Students and/or Teacher (Uses of Variables chart; Instructions for games)</w:t>
            </w:r>
          </w:p>
          <w:p w:rsidR="00035CD3" w:rsidRPr="007E44E2" w:rsidRDefault="00035CD3" w:rsidP="00E443FF">
            <w:pPr>
              <w:rPr>
                <w:rFonts w:ascii="Architect" w:hAnsi="Architect"/>
                <w:sz w:val="28"/>
                <w:szCs w:val="28"/>
              </w:rPr>
            </w:pPr>
            <w:r w:rsidRPr="007E44E2">
              <w:rPr>
                <w:rFonts w:ascii="Architect" w:hAnsi="Architect"/>
                <w:sz w:val="28"/>
                <w:szCs w:val="28"/>
              </w:rPr>
              <w:t>Math Notebooks</w:t>
            </w:r>
          </w:p>
          <w:p w:rsidR="00035CD3" w:rsidRPr="007E44E2" w:rsidRDefault="00035CD3" w:rsidP="00E443FF">
            <w:pPr>
              <w:rPr>
                <w:rFonts w:ascii="Architect" w:hAnsi="Architect"/>
                <w:sz w:val="28"/>
                <w:szCs w:val="28"/>
              </w:rPr>
            </w:pPr>
            <w:r w:rsidRPr="007E44E2">
              <w:rPr>
                <w:rFonts w:ascii="Architect" w:hAnsi="Architect"/>
                <w:sz w:val="28"/>
                <w:szCs w:val="28"/>
              </w:rPr>
              <w:t xml:space="preserve">Paper and Pencil </w:t>
            </w:r>
          </w:p>
          <w:p w:rsidR="00035CD3" w:rsidRPr="007E44E2" w:rsidRDefault="00035CD3" w:rsidP="00D939C2">
            <w:pPr>
              <w:rPr>
                <w:rFonts w:ascii="Architect" w:hAnsi="Architect"/>
                <w:b/>
                <w:sz w:val="28"/>
                <w:szCs w:val="28"/>
              </w:rPr>
            </w:pPr>
          </w:p>
        </w:tc>
      </w:tr>
      <w:tr w:rsidR="00035CD3" w:rsidRPr="007E44E2"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035CD3" w:rsidRDefault="00035CD3" w:rsidP="00E443FF">
            <w:pPr>
              <w:rPr>
                <w:rFonts w:ascii="Architect" w:hAnsi="Architect"/>
                <w:b/>
                <w:sz w:val="28"/>
                <w:szCs w:val="28"/>
              </w:rPr>
            </w:pPr>
          </w:p>
          <w:p w:rsidR="00035CD3" w:rsidRDefault="00035CD3" w:rsidP="00E443FF">
            <w:pPr>
              <w:rPr>
                <w:rFonts w:ascii="Architect" w:hAnsi="Architect"/>
                <w:b/>
                <w:sz w:val="28"/>
                <w:szCs w:val="28"/>
              </w:rPr>
            </w:pPr>
          </w:p>
          <w:p w:rsidR="00035CD3" w:rsidRDefault="00035CD3" w:rsidP="00E443FF">
            <w:pPr>
              <w:rPr>
                <w:rFonts w:ascii="Architect" w:hAnsi="Architect"/>
                <w:b/>
                <w:sz w:val="28"/>
                <w:szCs w:val="28"/>
              </w:rPr>
            </w:pPr>
          </w:p>
          <w:p w:rsidR="00035CD3" w:rsidRDefault="00035CD3" w:rsidP="00E443FF">
            <w:pPr>
              <w:rPr>
                <w:rFonts w:ascii="Architect" w:hAnsi="Architect"/>
                <w:b/>
                <w:sz w:val="28"/>
                <w:szCs w:val="28"/>
              </w:rPr>
            </w:pPr>
          </w:p>
          <w:p w:rsidR="00035CD3" w:rsidRPr="007E44E2" w:rsidRDefault="00035CD3" w:rsidP="00E443FF">
            <w:pPr>
              <w:rPr>
                <w:rFonts w:ascii="Architect" w:hAnsi="Architect"/>
                <w:b/>
                <w:sz w:val="28"/>
                <w:szCs w:val="28"/>
              </w:rPr>
            </w:pPr>
            <w:r w:rsidRPr="007E44E2">
              <w:rPr>
                <w:rFonts w:ascii="Architect" w:hAnsi="Architect"/>
                <w:b/>
                <w:sz w:val="28"/>
                <w:szCs w:val="28"/>
              </w:rPr>
              <w:t>Lesson Overview:</w:t>
            </w:r>
          </w:p>
          <w:p w:rsidR="00035CD3" w:rsidRPr="007E44E2" w:rsidRDefault="00035CD3" w:rsidP="006A0222">
            <w:pPr>
              <w:jc w:val="both"/>
              <w:rPr>
                <w:rFonts w:ascii="Architect" w:hAnsi="Architect"/>
                <w:sz w:val="28"/>
                <w:szCs w:val="28"/>
              </w:rPr>
            </w:pPr>
            <w:r w:rsidRPr="007E44E2">
              <w:rPr>
                <w:rFonts w:ascii="Architect" w:hAnsi="Architect"/>
                <w:sz w:val="28"/>
                <w:szCs w:val="28"/>
              </w:rPr>
              <w:t>Students will begin the lesson by demonstrating “</w:t>
            </w:r>
            <w:r w:rsidRPr="007E44E2">
              <w:rPr>
                <w:rFonts w:ascii="Architect" w:hAnsi="Architect"/>
                <w:b/>
                <w:sz w:val="28"/>
                <w:szCs w:val="28"/>
                <w:u w:val="single"/>
              </w:rPr>
              <w:t>TH</w:t>
            </w:r>
            <w:r w:rsidRPr="007E44E2">
              <w:rPr>
                <w:rFonts w:ascii="Architect" w:hAnsi="Architect"/>
                <w:b/>
                <w:sz w:val="28"/>
                <w:szCs w:val="28"/>
              </w:rPr>
              <w:t xml:space="preserve">ink </w:t>
            </w:r>
            <w:r w:rsidRPr="007E44E2">
              <w:rPr>
                <w:rFonts w:ascii="Architect" w:hAnsi="Architect"/>
                <w:b/>
                <w:sz w:val="28"/>
                <w:szCs w:val="28"/>
                <w:u w:val="single"/>
              </w:rPr>
              <w:t>O</w:t>
            </w:r>
            <w:r w:rsidRPr="007E44E2">
              <w:rPr>
                <w:rFonts w:ascii="Architect" w:hAnsi="Architect"/>
                <w:b/>
                <w:sz w:val="28"/>
                <w:szCs w:val="28"/>
              </w:rPr>
              <w:t xml:space="preserve">f </w:t>
            </w:r>
            <w:r w:rsidRPr="007E44E2">
              <w:rPr>
                <w:rFonts w:ascii="Architect" w:hAnsi="Architect"/>
                <w:b/>
                <w:sz w:val="28"/>
                <w:szCs w:val="28"/>
                <w:u w:val="single"/>
              </w:rPr>
              <w:t>A</w:t>
            </w:r>
            <w:r w:rsidRPr="007E44E2">
              <w:rPr>
                <w:rFonts w:ascii="Architect" w:hAnsi="Architect"/>
                <w:b/>
                <w:sz w:val="28"/>
                <w:szCs w:val="28"/>
              </w:rPr>
              <w:t xml:space="preserve"> </w:t>
            </w:r>
            <w:r w:rsidRPr="007E44E2">
              <w:rPr>
                <w:rFonts w:ascii="Architect" w:hAnsi="Architect"/>
                <w:b/>
                <w:sz w:val="28"/>
                <w:szCs w:val="28"/>
                <w:u w:val="single"/>
              </w:rPr>
              <w:t>N</w:t>
            </w:r>
            <w:r w:rsidRPr="007E44E2">
              <w:rPr>
                <w:rFonts w:ascii="Architect" w:hAnsi="Architect"/>
                <w:b/>
                <w:sz w:val="28"/>
                <w:szCs w:val="28"/>
              </w:rPr>
              <w:t>umber” (THOAN)</w:t>
            </w:r>
            <w:r w:rsidRPr="007E44E2">
              <w:rPr>
                <w:rFonts w:ascii="Architect" w:hAnsi="Architect"/>
                <w:sz w:val="28"/>
                <w:szCs w:val="28"/>
              </w:rPr>
              <w:t xml:space="preserve"> task(s). They will then play several rounds of a game entitled </w:t>
            </w:r>
            <w:r w:rsidRPr="007E44E2">
              <w:rPr>
                <w:rFonts w:ascii="Architect" w:hAnsi="Architect"/>
                <w:b/>
                <w:sz w:val="28"/>
                <w:szCs w:val="28"/>
              </w:rPr>
              <w:t>“Guess My Rule.”</w:t>
            </w:r>
            <w:r w:rsidRPr="007E44E2">
              <w:rPr>
                <w:rFonts w:ascii="Architect" w:hAnsi="Architect"/>
                <w:sz w:val="28"/>
                <w:szCs w:val="28"/>
              </w:rPr>
              <w:t xml:space="preserve"> These activities will enhance students’ former experiences with algebraic thinking as they discover general expressions to represent number patterns. Then students will be introduced to common uses of variables; examples will be provided. Lastly, students will have a chance to solve </w:t>
            </w:r>
            <w:r w:rsidRPr="007E44E2">
              <w:rPr>
                <w:rFonts w:ascii="Architect" w:hAnsi="Architect"/>
                <w:b/>
                <w:sz w:val="28"/>
                <w:szCs w:val="28"/>
              </w:rPr>
              <w:t>24 Game</w:t>
            </w:r>
            <w:r w:rsidRPr="007E44E2">
              <w:rPr>
                <w:rFonts w:ascii="Architect" w:hAnsi="Architect"/>
                <w:b/>
                <w:sz w:val="28"/>
                <w:szCs w:val="28"/>
                <w:vertAlign w:val="superscript"/>
              </w:rPr>
              <w:sym w:font="Symbol" w:char="F0D2"/>
            </w:r>
            <w:r w:rsidRPr="007E44E2">
              <w:rPr>
                <w:rFonts w:ascii="Architect" w:hAnsi="Architect"/>
                <w:sz w:val="28"/>
                <w:szCs w:val="28"/>
              </w:rPr>
              <w:t xml:space="preserve"> exercises (Algebra version), focusing on order of operations.  </w:t>
            </w:r>
          </w:p>
          <w:p w:rsidR="00035CD3" w:rsidRPr="007E44E2" w:rsidRDefault="00035CD3" w:rsidP="00D9629C">
            <w:pPr>
              <w:rPr>
                <w:rFonts w:ascii="Architect" w:hAnsi="Architect"/>
                <w:sz w:val="28"/>
                <w:szCs w:val="28"/>
              </w:rPr>
            </w:pPr>
          </w:p>
        </w:tc>
      </w:tr>
      <w:tr w:rsidR="00035CD3" w:rsidRPr="007E44E2"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035CD3" w:rsidRPr="007E44E2" w:rsidRDefault="00035CD3" w:rsidP="001D7AD0">
            <w:pPr>
              <w:rPr>
                <w:rFonts w:ascii="Architect" w:hAnsi="Architect"/>
                <w:sz w:val="28"/>
                <w:szCs w:val="28"/>
              </w:rPr>
            </w:pPr>
            <w:smartTag w:uri="urn:schemas-microsoft-com:office:smarttags" w:element="place">
              <w:smartTag w:uri="urn:schemas-microsoft-com:office:smarttags" w:element="State">
                <w:r w:rsidRPr="007E44E2">
                  <w:rPr>
                    <w:rFonts w:ascii="Architect" w:hAnsi="Architect"/>
                    <w:b/>
                    <w:sz w:val="28"/>
                    <w:szCs w:val="28"/>
                  </w:rPr>
                  <w:t>Tennessee</w:t>
                </w:r>
              </w:smartTag>
            </w:smartTag>
            <w:r w:rsidRPr="007E44E2">
              <w:rPr>
                <w:rFonts w:ascii="Architect" w:hAnsi="Architect"/>
                <w:b/>
                <w:sz w:val="28"/>
                <w:szCs w:val="28"/>
              </w:rPr>
              <w:t xml:space="preserve"> Standards:</w:t>
            </w:r>
            <w:r w:rsidRPr="007E44E2">
              <w:rPr>
                <w:rFonts w:ascii="Architect" w:hAnsi="Architect"/>
                <w:sz w:val="28"/>
                <w:szCs w:val="28"/>
              </w:rPr>
              <w:t xml:space="preserve">         </w:t>
            </w:r>
          </w:p>
          <w:p w:rsidR="00035CD3" w:rsidRPr="007E44E2" w:rsidRDefault="00035CD3" w:rsidP="001D7AD0">
            <w:pPr>
              <w:rPr>
                <w:rFonts w:ascii="Architect" w:hAnsi="Architect"/>
                <w:sz w:val="28"/>
                <w:szCs w:val="28"/>
              </w:rPr>
            </w:pPr>
            <w:r w:rsidRPr="007E44E2">
              <w:rPr>
                <w:rFonts w:ascii="Architect" w:hAnsi="Architect"/>
                <w:sz w:val="28"/>
                <w:szCs w:val="28"/>
              </w:rPr>
              <w:t xml:space="preserve">     GLE 0606.3.2    Interpret and represent algebraic relationships with variables in expressions, simple equations and inequalities.        </w:t>
            </w:r>
          </w:p>
          <w:p w:rsidR="00035CD3" w:rsidRPr="007E44E2" w:rsidRDefault="00035CD3" w:rsidP="00E443FF">
            <w:pPr>
              <w:rPr>
                <w:rFonts w:ascii="Architect" w:hAnsi="Architect"/>
                <w:sz w:val="28"/>
                <w:szCs w:val="28"/>
              </w:rPr>
            </w:pPr>
            <w:r w:rsidRPr="007E44E2">
              <w:rPr>
                <w:rFonts w:ascii="Architect" w:hAnsi="Architect"/>
                <w:sz w:val="28"/>
                <w:szCs w:val="28"/>
              </w:rPr>
              <w:t xml:space="preserve">     GLE 0606.3.4    Use expressions, equations and formulas to solve problems.</w:t>
            </w:r>
          </w:p>
          <w:p w:rsidR="00035CD3" w:rsidRPr="007E44E2" w:rsidRDefault="00035CD3" w:rsidP="00E443FF">
            <w:pPr>
              <w:rPr>
                <w:rFonts w:ascii="Architect" w:hAnsi="Architect"/>
                <w:sz w:val="28"/>
                <w:szCs w:val="28"/>
              </w:rPr>
            </w:pPr>
            <w:r w:rsidRPr="007E44E2">
              <w:rPr>
                <w:rFonts w:ascii="Architect" w:hAnsi="Architect"/>
                <w:sz w:val="28"/>
                <w:szCs w:val="28"/>
              </w:rPr>
              <w:t xml:space="preserve">     GLE 0606.3.5    Use multiple representations including symbolic algebra to model and/or solve contextual problems that involve </w:t>
            </w:r>
          </w:p>
          <w:p w:rsidR="00035CD3" w:rsidRPr="007E44E2" w:rsidRDefault="00035CD3" w:rsidP="00E443FF">
            <w:pPr>
              <w:rPr>
                <w:rFonts w:ascii="Architect" w:hAnsi="Architect"/>
                <w:sz w:val="28"/>
                <w:szCs w:val="28"/>
              </w:rPr>
            </w:pPr>
            <w:r w:rsidRPr="007E44E2">
              <w:rPr>
                <w:rFonts w:ascii="Architect" w:hAnsi="Architect"/>
                <w:sz w:val="28"/>
                <w:szCs w:val="28"/>
              </w:rPr>
              <w:t xml:space="preserve">                               linear relationships.</w:t>
            </w:r>
          </w:p>
          <w:p w:rsidR="00035CD3" w:rsidRPr="007E44E2" w:rsidRDefault="00035CD3" w:rsidP="00E443FF">
            <w:pPr>
              <w:rPr>
                <w:rFonts w:ascii="Architect" w:hAnsi="Architect"/>
                <w:sz w:val="28"/>
                <w:szCs w:val="28"/>
              </w:rPr>
            </w:pPr>
            <w:r w:rsidRPr="007E44E2">
              <w:rPr>
                <w:rFonts w:ascii="Architect" w:hAnsi="Architect"/>
                <w:sz w:val="28"/>
                <w:szCs w:val="28"/>
              </w:rPr>
              <w:t xml:space="preserve">                      </w:t>
            </w:r>
          </w:p>
          <w:p w:rsidR="00035CD3" w:rsidRPr="007E44E2" w:rsidRDefault="00035CD3" w:rsidP="00F554E9">
            <w:pPr>
              <w:rPr>
                <w:rFonts w:ascii="Architect" w:hAnsi="Architect"/>
                <w:sz w:val="28"/>
                <w:szCs w:val="28"/>
              </w:rPr>
            </w:pPr>
            <w:r w:rsidRPr="007E44E2">
              <w:rPr>
                <w:rFonts w:ascii="Architect" w:hAnsi="Architect"/>
                <w:sz w:val="28"/>
                <w:szCs w:val="28"/>
              </w:rPr>
              <w:t xml:space="preserve">     Grade 6    -     Use expressions, equations and formulas to solve problems.</w:t>
            </w:r>
          </w:p>
          <w:p w:rsidR="00035CD3" w:rsidRPr="007E44E2" w:rsidRDefault="00035CD3" w:rsidP="00F554E9">
            <w:pPr>
              <w:rPr>
                <w:rFonts w:ascii="Architect" w:hAnsi="Architect"/>
                <w:sz w:val="28"/>
                <w:szCs w:val="28"/>
              </w:rPr>
            </w:pPr>
            <w:r w:rsidRPr="007E44E2">
              <w:rPr>
                <w:rFonts w:ascii="Architect" w:hAnsi="Architect"/>
                <w:sz w:val="28"/>
                <w:szCs w:val="28"/>
              </w:rPr>
              <w:t xml:space="preserve">                      -     Use order of operations in solving problems.</w:t>
            </w:r>
          </w:p>
          <w:p w:rsidR="00035CD3" w:rsidRPr="007E44E2" w:rsidRDefault="00035CD3" w:rsidP="00F554E9">
            <w:pPr>
              <w:rPr>
                <w:rFonts w:ascii="Architect" w:hAnsi="Architect"/>
                <w:sz w:val="28"/>
                <w:szCs w:val="28"/>
              </w:rPr>
            </w:pPr>
            <w:r w:rsidRPr="007E44E2">
              <w:rPr>
                <w:rFonts w:ascii="Architect" w:hAnsi="Architect"/>
                <w:sz w:val="28"/>
                <w:szCs w:val="28"/>
              </w:rPr>
              <w:t xml:space="preserve">                      -</w:t>
            </w:r>
            <w:r w:rsidRPr="007E44E2">
              <w:rPr>
                <w:rFonts w:ascii="Architect" w:hAnsi="Architect"/>
                <w:b/>
                <w:sz w:val="28"/>
                <w:szCs w:val="28"/>
              </w:rPr>
              <w:t xml:space="preserve">     </w:t>
            </w:r>
            <w:r w:rsidRPr="007E44E2">
              <w:rPr>
                <w:rFonts w:ascii="Architect" w:hAnsi="Architect"/>
                <w:sz w:val="28"/>
                <w:szCs w:val="28"/>
              </w:rPr>
              <w:t>Use algebraic expressions and properties to analyze numeric and geometric patterns.</w:t>
            </w:r>
          </w:p>
          <w:p w:rsidR="00035CD3" w:rsidRPr="007E44E2" w:rsidRDefault="00035CD3" w:rsidP="00F554E9">
            <w:pPr>
              <w:rPr>
                <w:rFonts w:ascii="Architect" w:hAnsi="Architect"/>
                <w:sz w:val="28"/>
                <w:szCs w:val="28"/>
              </w:rPr>
            </w:pPr>
            <w:r w:rsidRPr="007E44E2">
              <w:rPr>
                <w:rFonts w:ascii="Architect" w:hAnsi="Architect"/>
                <w:sz w:val="28"/>
                <w:szCs w:val="28"/>
              </w:rPr>
              <w:t xml:space="preserve">                      -      Interpret and represent algebraic relationships with variables in expressions, simple equations and </w:t>
            </w:r>
          </w:p>
          <w:p w:rsidR="00035CD3" w:rsidRPr="007E44E2" w:rsidRDefault="00035CD3" w:rsidP="00F554E9">
            <w:pPr>
              <w:rPr>
                <w:rFonts w:ascii="Architect" w:hAnsi="Architect"/>
                <w:sz w:val="28"/>
                <w:szCs w:val="28"/>
              </w:rPr>
            </w:pPr>
            <w:r w:rsidRPr="007E44E2">
              <w:rPr>
                <w:rFonts w:ascii="Architect" w:hAnsi="Architect"/>
                <w:sz w:val="28"/>
                <w:szCs w:val="28"/>
              </w:rPr>
              <w:t xml:space="preserve">                             inequalities.</w:t>
            </w:r>
          </w:p>
          <w:p w:rsidR="00035CD3" w:rsidRPr="007E44E2" w:rsidRDefault="00035CD3" w:rsidP="00F554E9">
            <w:pPr>
              <w:rPr>
                <w:rFonts w:ascii="Architect" w:hAnsi="Architect"/>
                <w:sz w:val="28"/>
                <w:szCs w:val="28"/>
              </w:rPr>
            </w:pPr>
          </w:p>
        </w:tc>
      </w:tr>
      <w:tr w:rsidR="00035CD3" w:rsidRPr="007E44E2"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035CD3" w:rsidRPr="007E44E2" w:rsidRDefault="00035CD3" w:rsidP="00E443FF">
            <w:pPr>
              <w:rPr>
                <w:rFonts w:ascii="Architect" w:hAnsi="Architect"/>
                <w:b/>
                <w:sz w:val="28"/>
                <w:szCs w:val="28"/>
              </w:rPr>
            </w:pPr>
            <w:r w:rsidRPr="007E44E2">
              <w:rPr>
                <w:rFonts w:ascii="Architect" w:hAnsi="Architect"/>
                <w:b/>
                <w:sz w:val="28"/>
                <w:szCs w:val="28"/>
              </w:rPr>
              <w:t>Lesson objective/outcome(s):</w:t>
            </w:r>
          </w:p>
          <w:p w:rsidR="00035CD3" w:rsidRPr="007E44E2" w:rsidRDefault="00035CD3" w:rsidP="00E443FF">
            <w:pPr>
              <w:rPr>
                <w:rFonts w:ascii="Architect" w:hAnsi="Architect"/>
                <w:b/>
                <w:sz w:val="28"/>
                <w:szCs w:val="28"/>
              </w:rPr>
            </w:pPr>
          </w:p>
          <w:p w:rsidR="00035CD3" w:rsidRPr="007E44E2" w:rsidRDefault="00035CD3" w:rsidP="00B53168">
            <w:pPr>
              <w:tabs>
                <w:tab w:val="left" w:pos="1455"/>
              </w:tabs>
              <w:ind w:left="1455" w:hanging="1455"/>
              <w:rPr>
                <w:rFonts w:ascii="Architect" w:hAnsi="Architect"/>
                <w:sz w:val="28"/>
                <w:szCs w:val="28"/>
              </w:rPr>
            </w:pPr>
            <w:r w:rsidRPr="007E44E2">
              <w:rPr>
                <w:rFonts w:ascii="Architect" w:hAnsi="Architect"/>
                <w:b/>
                <w:sz w:val="28"/>
                <w:szCs w:val="28"/>
              </w:rPr>
              <w:t xml:space="preserve">        TLW:  </w:t>
            </w:r>
            <w:r w:rsidRPr="007E44E2">
              <w:rPr>
                <w:rFonts w:ascii="Architect" w:hAnsi="Architect"/>
                <w:sz w:val="28"/>
                <w:szCs w:val="28"/>
              </w:rPr>
              <w:t>Demonstrate an understanding of vocabulary used in algebraic thinking.</w:t>
            </w:r>
          </w:p>
          <w:p w:rsidR="00035CD3" w:rsidRPr="007E44E2" w:rsidRDefault="00035CD3" w:rsidP="00B53168">
            <w:pPr>
              <w:tabs>
                <w:tab w:val="left" w:pos="1455"/>
              </w:tabs>
              <w:ind w:left="1455" w:hanging="1455"/>
              <w:rPr>
                <w:rFonts w:ascii="Architect" w:hAnsi="Architect"/>
                <w:sz w:val="28"/>
                <w:szCs w:val="28"/>
              </w:rPr>
            </w:pPr>
            <w:r w:rsidRPr="007E44E2">
              <w:rPr>
                <w:rFonts w:ascii="Architect" w:hAnsi="Architect"/>
                <w:sz w:val="28"/>
                <w:szCs w:val="28"/>
              </w:rPr>
              <w:t xml:space="preserve">                   Discover general expressions using variables to represent number patterns. </w:t>
            </w:r>
          </w:p>
          <w:p w:rsidR="00035CD3" w:rsidRPr="007E44E2" w:rsidRDefault="00035CD3" w:rsidP="00264A50">
            <w:pPr>
              <w:rPr>
                <w:rFonts w:ascii="Architect" w:hAnsi="Architect"/>
                <w:sz w:val="28"/>
                <w:szCs w:val="28"/>
              </w:rPr>
            </w:pPr>
            <w:r w:rsidRPr="007E44E2">
              <w:rPr>
                <w:rFonts w:ascii="Architect" w:hAnsi="Architect"/>
                <w:b/>
                <w:sz w:val="28"/>
                <w:szCs w:val="28"/>
              </w:rPr>
              <w:t xml:space="preserve">                   </w:t>
            </w:r>
            <w:r w:rsidRPr="007E44E2">
              <w:rPr>
                <w:rFonts w:ascii="Architect" w:hAnsi="Architect"/>
                <w:sz w:val="28"/>
                <w:szCs w:val="28"/>
              </w:rPr>
              <w:t xml:space="preserve">Write and solve single-step equations using variables. </w:t>
            </w:r>
          </w:p>
          <w:p w:rsidR="00035CD3" w:rsidRPr="007E44E2" w:rsidRDefault="00035CD3" w:rsidP="00264A50">
            <w:pPr>
              <w:rPr>
                <w:rFonts w:ascii="Architect" w:hAnsi="Architect"/>
                <w:sz w:val="28"/>
                <w:szCs w:val="28"/>
              </w:rPr>
            </w:pPr>
            <w:r w:rsidRPr="007E44E2">
              <w:rPr>
                <w:rFonts w:ascii="Architect" w:hAnsi="Architect"/>
                <w:sz w:val="28"/>
                <w:szCs w:val="28"/>
              </w:rPr>
              <w:t xml:space="preserve">                            </w:t>
            </w:r>
          </w:p>
        </w:tc>
      </w:tr>
      <w:tr w:rsidR="00035CD3" w:rsidRPr="007E44E2"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035CD3" w:rsidRPr="007E44E2" w:rsidRDefault="00035CD3" w:rsidP="00BC03AB">
            <w:pPr>
              <w:rPr>
                <w:rFonts w:ascii="Architect" w:hAnsi="Architect"/>
                <w:b/>
                <w:sz w:val="28"/>
                <w:szCs w:val="28"/>
              </w:rPr>
            </w:pPr>
            <w:r w:rsidRPr="007E44E2">
              <w:rPr>
                <w:rFonts w:ascii="Architect" w:hAnsi="Architect"/>
                <w:b/>
                <w:sz w:val="28"/>
                <w:szCs w:val="28"/>
              </w:rPr>
              <w:t>ENGAGE</w:t>
            </w:r>
          </w:p>
          <w:p w:rsidR="00035CD3" w:rsidRPr="007E44E2" w:rsidRDefault="00035CD3" w:rsidP="00AC7A4C">
            <w:pPr>
              <w:pStyle w:val="BodyText"/>
              <w:numPr>
                <w:ilvl w:val="0"/>
                <w:numId w:val="9"/>
              </w:numPr>
              <w:spacing w:line="240" w:lineRule="auto"/>
              <w:rPr>
                <w:rFonts w:ascii="Architect" w:hAnsi="Architect"/>
                <w:sz w:val="28"/>
                <w:szCs w:val="28"/>
              </w:rPr>
            </w:pPr>
            <w:r w:rsidRPr="007E44E2">
              <w:rPr>
                <w:rFonts w:ascii="Architect" w:hAnsi="Architect"/>
                <w:sz w:val="28"/>
                <w:szCs w:val="28"/>
              </w:rPr>
              <w:t>How will the teacher capture students’ interest?</w:t>
            </w:r>
          </w:p>
          <w:p w:rsidR="00035CD3" w:rsidRPr="007E44E2" w:rsidRDefault="00035CD3" w:rsidP="00AC7A4C">
            <w:pPr>
              <w:pStyle w:val="BodyText"/>
              <w:numPr>
                <w:ilvl w:val="0"/>
                <w:numId w:val="9"/>
              </w:numPr>
              <w:spacing w:line="240" w:lineRule="auto"/>
              <w:rPr>
                <w:rFonts w:ascii="Architect" w:hAnsi="Architect"/>
                <w:sz w:val="28"/>
                <w:szCs w:val="28"/>
              </w:rPr>
            </w:pPr>
            <w:r w:rsidRPr="007E44E2">
              <w:rPr>
                <w:rFonts w:ascii="Architect" w:hAnsi="Architect"/>
                <w:sz w:val="28"/>
                <w:szCs w:val="28"/>
              </w:rPr>
              <w:t>What kind of questions should the students ask themselves after the engagement?</w:t>
            </w:r>
          </w:p>
          <w:p w:rsidR="00035CD3" w:rsidRPr="007E44E2" w:rsidRDefault="00035CD3" w:rsidP="00B169CF">
            <w:pPr>
              <w:pStyle w:val="BodyText"/>
              <w:spacing w:line="240" w:lineRule="auto"/>
              <w:ind w:left="1080"/>
              <w:rPr>
                <w:rFonts w:ascii="Architect" w:hAnsi="Architect"/>
                <w:sz w:val="28"/>
                <w:szCs w:val="28"/>
              </w:rPr>
            </w:pPr>
          </w:p>
          <w:p w:rsidR="00035CD3" w:rsidRPr="007E44E2" w:rsidRDefault="00035CD3" w:rsidP="00511C81">
            <w:pPr>
              <w:pStyle w:val="BodyText"/>
              <w:spacing w:line="240" w:lineRule="auto"/>
              <w:ind w:left="360"/>
              <w:rPr>
                <w:rFonts w:ascii="Architect" w:hAnsi="Architect"/>
                <w:b/>
                <w:sz w:val="28"/>
                <w:szCs w:val="28"/>
              </w:rPr>
            </w:pPr>
            <w:r w:rsidRPr="007E44E2">
              <w:rPr>
                <w:rFonts w:ascii="Architect" w:hAnsi="Architect"/>
                <w:b/>
                <w:sz w:val="28"/>
                <w:szCs w:val="28"/>
              </w:rPr>
              <w:t xml:space="preserve">Activity:  </w:t>
            </w:r>
            <w:r w:rsidRPr="007E44E2">
              <w:rPr>
                <w:rFonts w:ascii="Architect" w:hAnsi="Architect"/>
                <w:b/>
                <w:sz w:val="28"/>
                <w:szCs w:val="28"/>
                <w:u w:val="single"/>
              </w:rPr>
              <w:t>TH</w:t>
            </w:r>
            <w:r w:rsidRPr="007E44E2">
              <w:rPr>
                <w:rFonts w:ascii="Architect" w:hAnsi="Architect"/>
                <w:b/>
                <w:sz w:val="28"/>
                <w:szCs w:val="28"/>
              </w:rPr>
              <w:t xml:space="preserve">ink </w:t>
            </w:r>
            <w:r w:rsidRPr="007E44E2">
              <w:rPr>
                <w:rFonts w:ascii="Architect" w:hAnsi="Architect"/>
                <w:b/>
                <w:sz w:val="28"/>
                <w:szCs w:val="28"/>
                <w:u w:val="single"/>
              </w:rPr>
              <w:t>O</w:t>
            </w:r>
            <w:r w:rsidRPr="007E44E2">
              <w:rPr>
                <w:rFonts w:ascii="Architect" w:hAnsi="Architect"/>
                <w:b/>
                <w:sz w:val="28"/>
                <w:szCs w:val="28"/>
              </w:rPr>
              <w:t xml:space="preserve">f </w:t>
            </w:r>
            <w:r w:rsidRPr="007E44E2">
              <w:rPr>
                <w:rFonts w:ascii="Architect" w:hAnsi="Architect"/>
                <w:b/>
                <w:sz w:val="28"/>
                <w:szCs w:val="28"/>
                <w:u w:val="single"/>
              </w:rPr>
              <w:t>A</w:t>
            </w:r>
            <w:r w:rsidRPr="007E44E2">
              <w:rPr>
                <w:rFonts w:ascii="Architect" w:hAnsi="Architect"/>
                <w:b/>
                <w:sz w:val="28"/>
                <w:szCs w:val="28"/>
              </w:rPr>
              <w:t xml:space="preserve"> </w:t>
            </w:r>
            <w:r w:rsidRPr="007E44E2">
              <w:rPr>
                <w:rFonts w:ascii="Architect" w:hAnsi="Architect"/>
                <w:b/>
                <w:sz w:val="28"/>
                <w:szCs w:val="28"/>
                <w:u w:val="single"/>
              </w:rPr>
              <w:t>N</w:t>
            </w:r>
            <w:r w:rsidRPr="007E44E2">
              <w:rPr>
                <w:rFonts w:ascii="Architect" w:hAnsi="Architect"/>
                <w:b/>
                <w:sz w:val="28"/>
                <w:szCs w:val="28"/>
              </w:rPr>
              <w:t>umber</w:t>
            </w:r>
            <w:r w:rsidRPr="007E44E2">
              <w:rPr>
                <w:rFonts w:ascii="Architect" w:hAnsi="Architect"/>
                <w:sz w:val="28"/>
                <w:szCs w:val="28"/>
              </w:rPr>
              <w:t xml:space="preserve"> </w:t>
            </w:r>
            <w:r w:rsidRPr="007E44E2">
              <w:rPr>
                <w:rFonts w:ascii="Architect" w:hAnsi="Architect"/>
                <w:b/>
                <w:sz w:val="28"/>
                <w:szCs w:val="28"/>
              </w:rPr>
              <w:t>(THOAN)</w:t>
            </w:r>
          </w:p>
          <w:p w:rsidR="00035CD3" w:rsidRPr="007E44E2" w:rsidRDefault="00035CD3" w:rsidP="004A481E">
            <w:pPr>
              <w:pStyle w:val="BodyText"/>
              <w:spacing w:line="240" w:lineRule="auto"/>
              <w:ind w:left="360"/>
              <w:jc w:val="both"/>
              <w:rPr>
                <w:rFonts w:ascii="Architect" w:hAnsi="Architect"/>
                <w:sz w:val="28"/>
                <w:szCs w:val="28"/>
              </w:rPr>
            </w:pPr>
            <w:r w:rsidRPr="007E44E2">
              <w:rPr>
                <w:rFonts w:ascii="Architect" w:hAnsi="Architect"/>
                <w:sz w:val="28"/>
                <w:szCs w:val="28"/>
              </w:rPr>
              <w:t xml:space="preserve">Below are two THOAN exercises that you can use to launch this lesson. Simply verbalize to students the </w:t>
            </w:r>
            <w:r w:rsidRPr="007E44E2">
              <w:rPr>
                <w:rFonts w:ascii="Architect" w:hAnsi="Architect"/>
                <w:i/>
                <w:sz w:val="28"/>
                <w:szCs w:val="28"/>
              </w:rPr>
              <w:t xml:space="preserve">written </w:t>
            </w:r>
            <w:r w:rsidRPr="007E44E2">
              <w:rPr>
                <w:rFonts w:ascii="Architect" w:hAnsi="Architect"/>
                <w:sz w:val="28"/>
                <w:szCs w:val="28"/>
              </w:rPr>
              <w:t xml:space="preserve">directions in the order given; encourage them to write their results in a “step-by-step” or vertical format, as it will be easier to see their starting and ending numbers. (For a key guide, a numerical example is given </w:t>
            </w:r>
            <w:r w:rsidRPr="007E44E2">
              <w:rPr>
                <w:rFonts w:ascii="Architect" w:hAnsi="Architect"/>
                <w:b/>
                <w:sz w:val="28"/>
                <w:szCs w:val="28"/>
              </w:rPr>
              <w:t>in</w:t>
            </w:r>
            <w:r w:rsidRPr="007E44E2">
              <w:rPr>
                <w:rFonts w:ascii="Architect" w:hAnsi="Architect"/>
                <w:sz w:val="28"/>
                <w:szCs w:val="28"/>
              </w:rPr>
              <w:t xml:space="preserve"> </w:t>
            </w:r>
            <w:r w:rsidRPr="007E44E2">
              <w:rPr>
                <w:rFonts w:ascii="Architect" w:hAnsi="Architect"/>
                <w:b/>
                <w:sz w:val="28"/>
                <w:szCs w:val="28"/>
              </w:rPr>
              <w:t>bold</w:t>
            </w:r>
            <w:r w:rsidRPr="007E44E2">
              <w:rPr>
                <w:rFonts w:ascii="Architect" w:hAnsi="Architect"/>
                <w:sz w:val="28"/>
                <w:szCs w:val="28"/>
              </w:rPr>
              <w:t xml:space="preserve">. Also at each step, the algebraic expression is shown </w:t>
            </w:r>
            <w:r w:rsidRPr="007E44E2">
              <w:rPr>
                <w:rFonts w:ascii="Architect" w:hAnsi="Architect"/>
                <w:i/>
                <w:sz w:val="28"/>
                <w:szCs w:val="28"/>
              </w:rPr>
              <w:t>in italics</w:t>
            </w:r>
            <w:r w:rsidRPr="007E44E2">
              <w:rPr>
                <w:rFonts w:ascii="Architect" w:hAnsi="Architect"/>
                <w:sz w:val="28"/>
                <w:szCs w:val="28"/>
              </w:rPr>
              <w:t>, which helps to “prove” why the ending result is as it is.)</w:t>
            </w:r>
          </w:p>
          <w:p w:rsidR="00035CD3" w:rsidRPr="007E44E2" w:rsidRDefault="00035CD3" w:rsidP="00511C81">
            <w:pPr>
              <w:pStyle w:val="BodyText"/>
              <w:spacing w:line="240" w:lineRule="auto"/>
              <w:ind w:left="360"/>
              <w:rPr>
                <w:rFonts w:ascii="Architect" w:hAnsi="Architect"/>
                <w:sz w:val="28"/>
                <w:szCs w:val="28"/>
              </w:rPr>
            </w:pPr>
          </w:p>
          <w:p w:rsidR="00035CD3" w:rsidRPr="007E44E2" w:rsidRDefault="00035CD3" w:rsidP="00D86875">
            <w:pPr>
              <w:pStyle w:val="BodyText"/>
              <w:tabs>
                <w:tab w:val="left" w:pos="5775"/>
                <w:tab w:val="left" w:pos="8295"/>
                <w:tab w:val="left" w:pos="8775"/>
              </w:tabs>
              <w:spacing w:line="240" w:lineRule="auto"/>
              <w:ind w:left="360"/>
              <w:rPr>
                <w:rFonts w:ascii="Architect" w:hAnsi="Architect"/>
                <w:sz w:val="28"/>
                <w:szCs w:val="28"/>
              </w:rPr>
            </w:pPr>
            <w:r w:rsidRPr="007E44E2">
              <w:rPr>
                <w:rFonts w:ascii="Architect" w:hAnsi="Architect"/>
                <w:sz w:val="28"/>
                <w:szCs w:val="28"/>
                <w:u w:val="single"/>
              </w:rPr>
              <w:t>THOAN 1 - Written Directions</w:t>
            </w:r>
            <w:r w:rsidRPr="007E44E2">
              <w:rPr>
                <w:rFonts w:ascii="Architect" w:hAnsi="Architect"/>
                <w:sz w:val="28"/>
                <w:szCs w:val="28"/>
              </w:rPr>
              <w:t xml:space="preserve">                                  </w:t>
            </w:r>
            <w:r w:rsidRPr="007E44E2">
              <w:rPr>
                <w:rFonts w:ascii="Architect" w:hAnsi="Architect"/>
                <w:sz w:val="28"/>
                <w:szCs w:val="28"/>
              </w:rPr>
              <w:tab/>
            </w:r>
            <w:r w:rsidRPr="007E44E2">
              <w:rPr>
                <w:rFonts w:ascii="Architect" w:hAnsi="Architect"/>
                <w:b/>
                <w:sz w:val="28"/>
                <w:szCs w:val="28"/>
              </w:rPr>
              <w:t>Numerical Ex.</w:t>
            </w:r>
            <w:r w:rsidRPr="007E44E2">
              <w:rPr>
                <w:rFonts w:ascii="Architect" w:hAnsi="Architect"/>
                <w:b/>
                <w:sz w:val="28"/>
                <w:szCs w:val="28"/>
              </w:rPr>
              <w:tab/>
            </w:r>
            <w:r w:rsidRPr="007E44E2">
              <w:rPr>
                <w:rFonts w:ascii="Architect" w:hAnsi="Architect"/>
                <w:i/>
                <w:sz w:val="28"/>
                <w:szCs w:val="28"/>
              </w:rPr>
              <w:t>Algebraic Expression</w:t>
            </w:r>
          </w:p>
          <w:p w:rsidR="00035CD3" w:rsidRPr="007E44E2" w:rsidRDefault="00035CD3" w:rsidP="00D86875">
            <w:pPr>
              <w:pStyle w:val="BodyText"/>
              <w:numPr>
                <w:ilvl w:val="0"/>
                <w:numId w:val="13"/>
              </w:numPr>
              <w:tabs>
                <w:tab w:val="left" w:pos="6495"/>
                <w:tab w:val="left" w:pos="8925"/>
              </w:tabs>
              <w:spacing w:line="240" w:lineRule="auto"/>
              <w:rPr>
                <w:rFonts w:ascii="Architect" w:hAnsi="Architect"/>
                <w:b/>
                <w:sz w:val="28"/>
                <w:szCs w:val="28"/>
              </w:rPr>
            </w:pPr>
            <w:r w:rsidRPr="007E44E2">
              <w:rPr>
                <w:rFonts w:ascii="Architect" w:hAnsi="Architect"/>
                <w:sz w:val="28"/>
                <w:szCs w:val="28"/>
              </w:rPr>
              <w:t xml:space="preserve">Think of a Number between 1 and 100.                                </w:t>
            </w:r>
            <w:r w:rsidRPr="007E44E2">
              <w:rPr>
                <w:rFonts w:ascii="Architect" w:hAnsi="Architect"/>
                <w:b/>
                <w:sz w:val="28"/>
                <w:szCs w:val="28"/>
              </w:rPr>
              <w:t xml:space="preserve">9                                                </w:t>
            </w:r>
            <w:r w:rsidRPr="007E44E2">
              <w:rPr>
                <w:rFonts w:ascii="Architect" w:hAnsi="Architect"/>
                <w:i/>
                <w:sz w:val="28"/>
                <w:szCs w:val="28"/>
              </w:rPr>
              <w:t>n</w:t>
            </w:r>
          </w:p>
          <w:p w:rsidR="00035CD3" w:rsidRPr="007E44E2" w:rsidRDefault="00035CD3" w:rsidP="004A481E">
            <w:pPr>
              <w:pStyle w:val="BodyText"/>
              <w:numPr>
                <w:ilvl w:val="0"/>
                <w:numId w:val="13"/>
              </w:numPr>
              <w:spacing w:line="240" w:lineRule="auto"/>
              <w:rPr>
                <w:rFonts w:ascii="Architect" w:hAnsi="Architect"/>
                <w:sz w:val="28"/>
                <w:szCs w:val="28"/>
              </w:rPr>
            </w:pPr>
            <w:r w:rsidRPr="007E44E2">
              <w:rPr>
                <w:rFonts w:ascii="Architect" w:hAnsi="Architect"/>
                <w:sz w:val="28"/>
                <w:szCs w:val="28"/>
              </w:rPr>
              <w:t xml:space="preserve">Add 4.                                                                                   </w:t>
            </w:r>
            <w:r w:rsidRPr="007E44E2">
              <w:rPr>
                <w:rFonts w:ascii="Architect" w:hAnsi="Architect"/>
                <w:b/>
                <w:sz w:val="28"/>
                <w:szCs w:val="28"/>
              </w:rPr>
              <w:t>13</w:t>
            </w:r>
            <w:r w:rsidRPr="007E44E2">
              <w:rPr>
                <w:rFonts w:ascii="Architect" w:hAnsi="Architect"/>
                <w:sz w:val="28"/>
                <w:szCs w:val="28"/>
              </w:rPr>
              <w:t xml:space="preserve">                                              </w:t>
            </w:r>
            <w:r w:rsidRPr="007E44E2">
              <w:rPr>
                <w:rFonts w:ascii="Architect" w:hAnsi="Architect"/>
                <w:i/>
                <w:sz w:val="28"/>
                <w:szCs w:val="28"/>
              </w:rPr>
              <w:t>n + 4</w:t>
            </w:r>
          </w:p>
          <w:p w:rsidR="00035CD3" w:rsidRPr="007E44E2" w:rsidRDefault="00035CD3" w:rsidP="004A481E">
            <w:pPr>
              <w:pStyle w:val="BodyText"/>
              <w:numPr>
                <w:ilvl w:val="0"/>
                <w:numId w:val="13"/>
              </w:numPr>
              <w:spacing w:line="240" w:lineRule="auto"/>
              <w:rPr>
                <w:rFonts w:ascii="Architect" w:hAnsi="Architect"/>
                <w:sz w:val="28"/>
                <w:szCs w:val="28"/>
              </w:rPr>
            </w:pPr>
            <w:r w:rsidRPr="007E44E2">
              <w:rPr>
                <w:rFonts w:ascii="Architect" w:hAnsi="Architect"/>
                <w:sz w:val="28"/>
                <w:szCs w:val="28"/>
              </w:rPr>
              <w:t xml:space="preserve">Multiply by 3.                                                                         </w:t>
            </w:r>
            <w:r w:rsidRPr="007E44E2">
              <w:rPr>
                <w:rFonts w:ascii="Architect" w:hAnsi="Architect"/>
                <w:b/>
                <w:sz w:val="28"/>
                <w:szCs w:val="28"/>
              </w:rPr>
              <w:t xml:space="preserve">39                                       </w:t>
            </w:r>
            <w:r w:rsidRPr="007E44E2">
              <w:rPr>
                <w:rFonts w:ascii="Architect" w:hAnsi="Architect"/>
                <w:i/>
                <w:sz w:val="28"/>
                <w:szCs w:val="28"/>
              </w:rPr>
              <w:t>3(n+4) = 3n+12</w:t>
            </w:r>
          </w:p>
          <w:p w:rsidR="00035CD3" w:rsidRPr="007E44E2" w:rsidRDefault="00035CD3" w:rsidP="004A481E">
            <w:pPr>
              <w:pStyle w:val="BodyText"/>
              <w:numPr>
                <w:ilvl w:val="0"/>
                <w:numId w:val="13"/>
              </w:numPr>
              <w:spacing w:line="240" w:lineRule="auto"/>
              <w:rPr>
                <w:rFonts w:ascii="Architect" w:hAnsi="Architect"/>
                <w:sz w:val="28"/>
                <w:szCs w:val="28"/>
              </w:rPr>
            </w:pPr>
            <w:r w:rsidRPr="007E44E2">
              <w:rPr>
                <w:rFonts w:ascii="Architect" w:hAnsi="Architect"/>
                <w:sz w:val="28"/>
                <w:szCs w:val="28"/>
              </w:rPr>
              <w:t xml:space="preserve">Subtract 12.                                                                           </w:t>
            </w:r>
            <w:r w:rsidRPr="007E44E2">
              <w:rPr>
                <w:rFonts w:ascii="Architect" w:hAnsi="Architect"/>
                <w:b/>
                <w:sz w:val="28"/>
                <w:szCs w:val="28"/>
              </w:rPr>
              <w:t xml:space="preserve">27                                      </w:t>
            </w:r>
            <w:r w:rsidRPr="007E44E2">
              <w:rPr>
                <w:rFonts w:ascii="Architect" w:hAnsi="Architect"/>
                <w:i/>
                <w:sz w:val="28"/>
                <w:szCs w:val="28"/>
              </w:rPr>
              <w:t>3n +12–12 = 3n</w:t>
            </w:r>
            <w:r w:rsidRPr="007E44E2">
              <w:rPr>
                <w:rFonts w:ascii="Architect" w:hAnsi="Architect"/>
                <w:b/>
                <w:sz w:val="28"/>
                <w:szCs w:val="28"/>
              </w:rPr>
              <w:t xml:space="preserve">    </w:t>
            </w:r>
          </w:p>
          <w:p w:rsidR="00035CD3" w:rsidRPr="007E44E2" w:rsidRDefault="00035CD3" w:rsidP="00D86875">
            <w:pPr>
              <w:pStyle w:val="BodyText"/>
              <w:numPr>
                <w:ilvl w:val="0"/>
                <w:numId w:val="13"/>
              </w:numPr>
              <w:spacing w:line="240" w:lineRule="auto"/>
              <w:rPr>
                <w:rFonts w:ascii="Architect" w:hAnsi="Architect"/>
                <w:sz w:val="28"/>
                <w:szCs w:val="28"/>
              </w:rPr>
            </w:pPr>
            <w:r w:rsidRPr="007E44E2">
              <w:rPr>
                <w:rFonts w:ascii="Architect" w:hAnsi="Architect"/>
                <w:sz w:val="28"/>
                <w:szCs w:val="28"/>
              </w:rPr>
              <w:t xml:space="preserve">Divide by your starting number.                                             </w:t>
            </w:r>
            <w:r w:rsidRPr="007E44E2">
              <w:rPr>
                <w:rFonts w:ascii="Architect" w:hAnsi="Architect"/>
                <w:b/>
                <w:sz w:val="28"/>
                <w:szCs w:val="28"/>
              </w:rPr>
              <w:t xml:space="preserve">3 </w:t>
            </w:r>
            <w:r w:rsidRPr="007E44E2">
              <w:rPr>
                <w:rFonts w:ascii="Architect" w:hAnsi="Architect"/>
                <w:i/>
                <w:sz w:val="28"/>
                <w:szCs w:val="28"/>
              </w:rPr>
              <w:t xml:space="preserve">                                          3n</w:t>
            </w:r>
            <w:r w:rsidRPr="007E44E2">
              <w:rPr>
                <w:rFonts w:ascii="Architect" w:hAnsi="Architect"/>
                <w:sz w:val="28"/>
                <w:szCs w:val="28"/>
              </w:rPr>
              <w:fldChar w:fldCharType="begin"/>
            </w:r>
            <w:r w:rsidRPr="007E44E2">
              <w:rPr>
                <w:rFonts w:ascii="Architect" w:hAnsi="Architect"/>
                <w:sz w:val="28"/>
                <w:szCs w:val="28"/>
              </w:rPr>
              <w:instrText xml:space="preserve"> QUOTE </w:instrText>
            </w:r>
            <w:r w:rsidRPr="007E44E2">
              <w:rPr>
                <w:rFonts w:ascii="Architect" w:hAnsi="Architect"/>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060CD&quot;/&gt;&lt;wsp:rsid wsp:val=&quot;0001347B&quot;/&gt;&lt;wsp:rsid wsp:val=&quot;00023004&quot;/&gt;&lt;wsp:rsid wsp:val=&quot;00026BB2&quot;/&gt;&lt;wsp:rsid wsp:val=&quot;00040E28&quot;/&gt;&lt;wsp:rsid wsp:val=&quot;00080CBF&quot;/&gt;&lt;wsp:rsid wsp:val=&quot;00090EEE&quot;/&gt;&lt;wsp:rsid wsp:val=&quot;00095BD9&quot;/&gt;&lt;wsp:rsid wsp:val=&quot;000A6549&quot;/&gt;&lt;wsp:rsid wsp:val=&quot;000A7EBA&quot;/&gt;&lt;wsp:rsid wsp:val=&quot;000C50C0&quot;/&gt;&lt;wsp:rsid wsp:val=&quot;000D2639&quot;/&gt;&lt;wsp:rsid wsp:val=&quot;00106A99&quot;/&gt;&lt;wsp:rsid wsp:val=&quot;00147199&quot;/&gt;&lt;wsp:rsid wsp:val=&quot;00147CC7&quot;/&gt;&lt;wsp:rsid wsp:val=&quot;001543C4&quot;/&gt;&lt;wsp:rsid wsp:val=&quot;00157E5A&quot;/&gt;&lt;wsp:rsid wsp:val=&quot;00173683&quot;/&gt;&lt;wsp:rsid wsp:val=&quot;00174CB5&quot;/&gt;&lt;wsp:rsid wsp:val=&quot;00175E50&quot;/&gt;&lt;wsp:rsid wsp:val=&quot;001A0377&quot;/&gt;&lt;wsp:rsid wsp:val=&quot;001A6EE6&quot;/&gt;&lt;wsp:rsid wsp:val=&quot;001B2E5B&quot;/&gt;&lt;wsp:rsid wsp:val=&quot;001D7AD0&quot;/&gt;&lt;wsp:rsid wsp:val=&quot;001E2739&quot;/&gt;&lt;wsp:rsid wsp:val=&quot;001E770D&quot;/&gt;&lt;wsp:rsid wsp:val=&quot;00200A43&quot;/&gt;&lt;wsp:rsid wsp:val=&quot;00201E5C&quot;/&gt;&lt;wsp:rsid wsp:val=&quot;00205575&quot;/&gt;&lt;wsp:rsid wsp:val=&quot;00207160&quot;/&gt;&lt;wsp:rsid wsp:val=&quot;00212475&quot;/&gt;&lt;wsp:rsid wsp:val=&quot;00231C31&quot;/&gt;&lt;wsp:rsid wsp:val=&quot;002632FF&quot;/&gt;&lt;wsp:rsid wsp:val=&quot;00264A50&quot;/&gt;&lt;wsp:rsid wsp:val=&quot;00281995&quot;/&gt;&lt;wsp:rsid wsp:val=&quot;002B0BAD&quot;/&gt;&lt;wsp:rsid wsp:val=&quot;002C7AFB&quot;/&gt;&lt;wsp:rsid wsp:val=&quot;003050CE&quot;/&gt;&lt;wsp:rsid wsp:val=&quot;003112B3&quot;/&gt;&lt;wsp:rsid wsp:val=&quot;00311CDD&quot;/&gt;&lt;wsp:rsid wsp:val=&quot;00322E76&quot;/&gt;&lt;wsp:rsid wsp:val=&quot;0034590F&quot;/&gt;&lt;wsp:rsid wsp:val=&quot;00370572&quot;/&gt;&lt;wsp:rsid wsp:val=&quot;00382345&quot;/&gt;&lt;wsp:rsid wsp:val=&quot;003B5EB6&quot;/&gt;&lt;wsp:rsid wsp:val=&quot;003C4208&quot;/&gt;&lt;wsp:rsid wsp:val=&quot;003F5A27&quot;/&gt;&lt;wsp:rsid wsp:val=&quot;003F7D21&quot;/&gt;&lt;wsp:rsid wsp:val=&quot;003F7DCB&quot;/&gt;&lt;wsp:rsid wsp:val=&quot;00401EF5&quot;/&gt;&lt;wsp:rsid wsp:val=&quot;00435AC2&quot;/&gt;&lt;wsp:rsid wsp:val=&quot;00435DF6&quot;/&gt;&lt;wsp:rsid wsp:val=&quot;004465D4&quot;/&gt;&lt;wsp:rsid wsp:val=&quot;00461A6B&quot;/&gt;&lt;wsp:rsid wsp:val=&quot;00484CD8&quot;/&gt;&lt;wsp:rsid wsp:val=&quot;00491171&quot;/&gt;&lt;wsp:rsid wsp:val=&quot;0049781F&quot;/&gt;&lt;wsp:rsid wsp:val=&quot;004A481E&quot;/&gt;&lt;wsp:rsid wsp:val=&quot;004D1552&quot;/&gt;&lt;wsp:rsid wsp:val=&quot;004D55E3&quot;/&gt;&lt;wsp:rsid wsp:val=&quot;004E569D&quot;/&gt;&lt;wsp:rsid wsp:val=&quot;00502988&quot;/&gt;&lt;wsp:rsid wsp:val=&quot;00511C81&quot;/&gt;&lt;wsp:rsid wsp:val=&quot;00521544&quot;/&gt;&lt;wsp:rsid wsp:val=&quot;00523292&quot;/&gt;&lt;wsp:rsid wsp:val=&quot;00524B7D&quot;/&gt;&lt;wsp:rsid wsp:val=&quot;00541A83&quot;/&gt;&lt;wsp:rsid wsp:val=&quot;005651CF&quot;/&gt;&lt;wsp:rsid wsp:val=&quot;00571FCD&quot;/&gt;&lt;wsp:rsid wsp:val=&quot;00580087&quot;/&gt;&lt;wsp:rsid wsp:val=&quot;00584C49&quot;/&gt;&lt;wsp:rsid wsp:val=&quot;005A6815&quot;/&gt;&lt;wsp:rsid wsp:val=&quot;005B192B&quot;/&gt;&lt;wsp:rsid wsp:val=&quot;005B3155&quot;/&gt;&lt;wsp:rsid wsp:val=&quot;005C3F14&quot;/&gt;&lt;wsp:rsid wsp:val=&quot;005E51EE&quot;/&gt;&lt;wsp:rsid wsp:val=&quot;005E62D8&quot;/&gt;&lt;wsp:rsid wsp:val=&quot;005F5AF1&quot;/&gt;&lt;wsp:rsid wsp:val=&quot;00623BC0&quot;/&gt;&lt;wsp:rsid wsp:val=&quot;006345D4&quot;/&gt;&lt;wsp:rsid wsp:val=&quot;006374D9&quot;/&gt;&lt;wsp:rsid wsp:val=&quot;006556FE&quot;/&gt;&lt;wsp:rsid wsp:val=&quot;00674A81&quot;/&gt;&lt;wsp:rsid wsp:val=&quot;00685A4C&quot;/&gt;&lt;wsp:rsid wsp:val=&quot;006A0222&quot;/&gt;&lt;wsp:rsid wsp:val=&quot;006A4427&quot;/&gt;&lt;wsp:rsid wsp:val=&quot;006C355A&quot;/&gt;&lt;wsp:rsid wsp:val=&quot;006C5A0A&quot;/&gt;&lt;wsp:rsid wsp:val=&quot;006D65DE&quot;/&gt;&lt;wsp:rsid wsp:val=&quot;006F31BC&quot;/&gt;&lt;wsp:rsid wsp:val=&quot;006F6FA3&quot;/&gt;&lt;wsp:rsid wsp:val=&quot;007023EB&quot;/&gt;&lt;wsp:rsid wsp:val=&quot;00703F59&quot;/&gt;&lt;wsp:rsid wsp:val=&quot;00716892&quot;/&gt;&lt;wsp:rsid wsp:val=&quot;00736F1A&quot;/&gt;&lt;wsp:rsid wsp:val=&quot;00777137&quot;/&gt;&lt;wsp:rsid wsp:val=&quot;007A1F00&quot;/&gt;&lt;wsp:rsid wsp:val=&quot;007B12FF&quot;/&gt;&lt;wsp:rsid wsp:val=&quot;007D5A15&quot;/&gt;&lt;wsp:rsid wsp:val=&quot;007D77A7&quot;/&gt;&lt;wsp:rsid wsp:val=&quot;007D7AFD&quot;/&gt;&lt;wsp:rsid wsp:val=&quot;00810410&quot;/&gt;&lt;wsp:rsid wsp:val=&quot;008127B9&quot;/&gt;&lt;wsp:rsid wsp:val=&quot;00823337&quot;/&gt;&lt;wsp:rsid wsp:val=&quot;00824C89&quot;/&gt;&lt;wsp:rsid wsp:val=&quot;00826D19&quot;/&gt;&lt;wsp:rsid wsp:val=&quot;00836CA0&quot;/&gt;&lt;wsp:rsid wsp:val=&quot;00860FC0&quot;/&gt;&lt;wsp:rsid wsp:val=&quot;008625FA&quot;/&gt;&lt;wsp:rsid wsp:val=&quot;00871AA5&quot;/&gt;&lt;wsp:rsid wsp:val=&quot;00883150&quot;/&gt;&lt;wsp:rsid wsp:val=&quot;008A3EDA&quot;/&gt;&lt;wsp:rsid wsp:val=&quot;008D4D40&quot;/&gt;&lt;wsp:rsid wsp:val=&quot;00906E94&quot;/&gt;&lt;wsp:rsid wsp:val=&quot;009100C1&quot;/&gt;&lt;wsp:rsid wsp:val=&quot;00990766&quot;/&gt;&lt;wsp:rsid wsp:val=&quot;009908FF&quot;/&gt;&lt;wsp:rsid wsp:val=&quot;009C4EA7&quot;/&gt;&lt;wsp:rsid wsp:val=&quot;009D4772&quot;/&gt;&lt;wsp:rsid wsp:val=&quot;009F046E&quot;/&gt;&lt;wsp:rsid wsp:val=&quot;00A06F4C&quot;/&gt;&lt;wsp:rsid wsp:val=&quot;00A130BB&quot;/&gt;&lt;wsp:rsid wsp:val=&quot;00A416AA&quot;/&gt;&lt;wsp:rsid wsp:val=&quot;00A461C9&quot;/&gt;&lt;wsp:rsid wsp:val=&quot;00A473D6&quot;/&gt;&lt;wsp:rsid wsp:val=&quot;00A753B5&quot;/&gt;&lt;wsp:rsid wsp:val=&quot;00A96364&quot;/&gt;&lt;wsp:rsid wsp:val=&quot;00AA72BA&quot;/&gt;&lt;wsp:rsid wsp:val=&quot;00AC7A4C&quot;/&gt;&lt;wsp:rsid wsp:val=&quot;00AE29EF&quot;/&gt;&lt;wsp:rsid wsp:val=&quot;00AF3269&quot;/&gt;&lt;wsp:rsid wsp:val=&quot;00AF4653&quot;/&gt;&lt;wsp:rsid wsp:val=&quot;00B01128&quot;/&gt;&lt;wsp:rsid wsp:val=&quot;00B169CF&quot;/&gt;&lt;wsp:rsid wsp:val=&quot;00B248AF&quot;/&gt;&lt;wsp:rsid wsp:val=&quot;00B428C5&quot;/&gt;&lt;wsp:rsid wsp:val=&quot;00B53168&quot;/&gt;&lt;wsp:rsid wsp:val=&quot;00B811E2&quot;/&gt;&lt;wsp:rsid wsp:val=&quot;00B92242&quot;/&gt;&lt;wsp:rsid wsp:val=&quot;00B9268A&quot;/&gt;&lt;wsp:rsid wsp:val=&quot;00B95F3A&quot;/&gt;&lt;wsp:rsid wsp:val=&quot;00BA0F9A&quot;/&gt;&lt;wsp:rsid wsp:val=&quot;00BC03AB&quot;/&gt;&lt;wsp:rsid wsp:val=&quot;00BC1C8A&quot;/&gt;&lt;wsp:rsid wsp:val=&quot;00BC4C02&quot;/&gt;&lt;wsp:rsid wsp:val=&quot;00BE5233&quot;/&gt;&lt;wsp:rsid wsp:val=&quot;00BE57FB&quot;/&gt;&lt;wsp:rsid wsp:val=&quot;00BF0017&quot;/&gt;&lt;wsp:rsid wsp:val=&quot;00C071B2&quot;/&gt;&lt;wsp:rsid wsp:val=&quot;00C0725C&quot;/&gt;&lt;wsp:rsid wsp:val=&quot;00C238DE&quot;/&gt;&lt;wsp:rsid wsp:val=&quot;00C453F0&quot;/&gt;&lt;wsp:rsid wsp:val=&quot;00C46360&quot;/&gt;&lt;wsp:rsid wsp:val=&quot;00C5209E&quot;/&gt;&lt;wsp:rsid wsp:val=&quot;00C558AB&quot;/&gt;&lt;wsp:rsid wsp:val=&quot;00C919B1&quot;/&gt;&lt;wsp:rsid wsp:val=&quot;00CA1BEC&quot;/&gt;&lt;wsp:rsid wsp:val=&quot;00CA3A2A&quot;/&gt;&lt;wsp:rsid wsp:val=&quot;00CA603B&quot;/&gt;&lt;wsp:rsid wsp:val=&quot;00CB5C20&quot;/&gt;&lt;wsp:rsid wsp:val=&quot;00D04BB8&quot;/&gt;&lt;wsp:rsid wsp:val=&quot;00D12396&quot;/&gt;&lt;wsp:rsid wsp:val=&quot;00D24C32&quot;/&gt;&lt;wsp:rsid wsp:val=&quot;00D30D95&quot;/&gt;&lt;wsp:rsid wsp:val=&quot;00D33DD3&quot;/&gt;&lt;wsp:rsid wsp:val=&quot;00D4044D&quot;/&gt;&lt;wsp:rsid wsp:val=&quot;00D5360F&quot;/&gt;&lt;wsp:rsid wsp:val=&quot;00D6054C&quot;/&gt;&lt;wsp:rsid wsp:val=&quot;00D80B16&quot;/&gt;&lt;wsp:rsid wsp:val=&quot;00D86875&quot;/&gt;&lt;wsp:rsid wsp:val=&quot;00D939C2&quot;/&gt;&lt;wsp:rsid wsp:val=&quot;00D9629C&quot;/&gt;&lt;wsp:rsid wsp:val=&quot;00DA0D6D&quot;/&gt;&lt;wsp:rsid wsp:val=&quot;00DA15FE&quot;/&gt;&lt;wsp:rsid wsp:val=&quot;00DB5B5A&quot;/&gt;&lt;wsp:rsid wsp:val=&quot;00DC6E59&quot;/&gt;&lt;wsp:rsid wsp:val=&quot;00DC7A7C&quot;/&gt;&lt;wsp:rsid wsp:val=&quot;00DF3C87&quot;/&gt;&lt;wsp:rsid wsp:val=&quot;00DF55FD&quot;/&gt;&lt;wsp:rsid wsp:val=&quot;00E017E1&quot;/&gt;&lt;wsp:rsid wsp:val=&quot;00E13588&quot;/&gt;&lt;wsp:rsid wsp:val=&quot;00E443FF&quot;/&gt;&lt;wsp:rsid wsp:val=&quot;00E64CA1&quot;/&gt;&lt;wsp:rsid wsp:val=&quot;00E82116&quot;/&gt;&lt;wsp:rsid wsp:val=&quot;00E87BE0&quot;/&gt;&lt;wsp:rsid wsp:val=&quot;00E94D50&quot;/&gt;&lt;wsp:rsid wsp:val=&quot;00E96926&quot;/&gt;&lt;wsp:rsid wsp:val=&quot;00EC4345&quot;/&gt;&lt;wsp:rsid wsp:val=&quot;00ED32EE&quot;/&gt;&lt;wsp:rsid wsp:val=&quot;00EE48D7&quot;/&gt;&lt;wsp:rsid wsp:val=&quot;00EE4F3E&quot;/&gt;&lt;wsp:rsid wsp:val=&quot;00F1113D&quot;/&gt;&lt;wsp:rsid wsp:val=&quot;00F13F13&quot;/&gt;&lt;wsp:rsid wsp:val=&quot;00F368E9&quot;/&gt;&lt;wsp:rsid wsp:val=&quot;00F554E9&quot;/&gt;&lt;wsp:rsid wsp:val=&quot;00F57D21&quot;/&gt;&lt;wsp:rsid wsp:val=&quot;00F6069D&quot;/&gt;&lt;wsp:rsid wsp:val=&quot;00F60784&quot;/&gt;&lt;wsp:rsid wsp:val=&quot;00F6209F&quot;/&gt;&lt;wsp:rsid wsp:val=&quot;00F66AA1&quot;/&gt;&lt;wsp:rsid wsp:val=&quot;00F939BC&quot;/&gt;&lt;wsp:rsid wsp:val=&quot;00FA2013&quot;/&gt;&lt;wsp:rsid wsp:val=&quot;00FA65A5&quot;/&gt;&lt;wsp:rsid wsp:val=&quot;00FD65C4&quot;/&gt;&lt;/wsp:rsids&gt;&lt;/w:docPr&gt;&lt;w:body&gt;&lt;w:p wsp:rsidR=&quot;00000000&quot; wsp:rsidRDefault=&quot;00200A43&quot;&gt;&lt;m:oMathPara&gt;&lt;m:oMath&gt;&lt;m:r&gt;&lt;w:rPr&gt;&lt;w:rFonts w:ascii=&quot;Cambria Math&quot; w:h-ansi=&quot;Cambria Math&quot;/&gt;&lt;wx:font wx:val=&quot;Cambria Math&quot;/&gt;&lt;w:i/&gt;&lt;/w:rPr&gt;&lt;m:t&gt;Ã·&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 o:title="" chromakey="white"/>
                </v:shape>
              </w:pict>
            </w:r>
            <w:r w:rsidRPr="007E44E2">
              <w:rPr>
                <w:rFonts w:ascii="Architect" w:hAnsi="Architect"/>
                <w:sz w:val="28"/>
                <w:szCs w:val="28"/>
              </w:rPr>
              <w:instrText xml:space="preserve"> </w:instrText>
            </w:r>
            <w:r w:rsidRPr="007E44E2">
              <w:rPr>
                <w:rFonts w:ascii="Architect" w:hAnsi="Architect"/>
                <w:sz w:val="28"/>
                <w:szCs w:val="28"/>
              </w:rPr>
              <w:fldChar w:fldCharType="separate"/>
            </w:r>
            <w:r w:rsidRPr="007E44E2">
              <w:rPr>
                <w:rFonts w:ascii="Architect" w:hAnsi="Architect"/>
                <w:sz w:val="28"/>
                <w:szCs w:val="28"/>
              </w:rPr>
              <w:pict>
                <v:shape id="_x0000_i1026" type="#_x0000_t75" style="width:12.75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060CD&quot;/&gt;&lt;wsp:rsid wsp:val=&quot;0001347B&quot;/&gt;&lt;wsp:rsid wsp:val=&quot;00023004&quot;/&gt;&lt;wsp:rsid wsp:val=&quot;00026BB2&quot;/&gt;&lt;wsp:rsid wsp:val=&quot;00040E28&quot;/&gt;&lt;wsp:rsid wsp:val=&quot;00080CBF&quot;/&gt;&lt;wsp:rsid wsp:val=&quot;00090EEE&quot;/&gt;&lt;wsp:rsid wsp:val=&quot;00095BD9&quot;/&gt;&lt;wsp:rsid wsp:val=&quot;000A6549&quot;/&gt;&lt;wsp:rsid wsp:val=&quot;000A7EBA&quot;/&gt;&lt;wsp:rsid wsp:val=&quot;000C50C0&quot;/&gt;&lt;wsp:rsid wsp:val=&quot;000D2639&quot;/&gt;&lt;wsp:rsid wsp:val=&quot;00106A99&quot;/&gt;&lt;wsp:rsid wsp:val=&quot;00147199&quot;/&gt;&lt;wsp:rsid wsp:val=&quot;00147CC7&quot;/&gt;&lt;wsp:rsid wsp:val=&quot;001543C4&quot;/&gt;&lt;wsp:rsid wsp:val=&quot;00157E5A&quot;/&gt;&lt;wsp:rsid wsp:val=&quot;00173683&quot;/&gt;&lt;wsp:rsid wsp:val=&quot;00174CB5&quot;/&gt;&lt;wsp:rsid wsp:val=&quot;00175E50&quot;/&gt;&lt;wsp:rsid wsp:val=&quot;001A0377&quot;/&gt;&lt;wsp:rsid wsp:val=&quot;001A6EE6&quot;/&gt;&lt;wsp:rsid wsp:val=&quot;001B2E5B&quot;/&gt;&lt;wsp:rsid wsp:val=&quot;001D7AD0&quot;/&gt;&lt;wsp:rsid wsp:val=&quot;001E2739&quot;/&gt;&lt;wsp:rsid wsp:val=&quot;001E770D&quot;/&gt;&lt;wsp:rsid wsp:val=&quot;00200A43&quot;/&gt;&lt;wsp:rsid wsp:val=&quot;00201E5C&quot;/&gt;&lt;wsp:rsid wsp:val=&quot;00205575&quot;/&gt;&lt;wsp:rsid wsp:val=&quot;00207160&quot;/&gt;&lt;wsp:rsid wsp:val=&quot;00212475&quot;/&gt;&lt;wsp:rsid wsp:val=&quot;00231C31&quot;/&gt;&lt;wsp:rsid wsp:val=&quot;002632FF&quot;/&gt;&lt;wsp:rsid wsp:val=&quot;00264A50&quot;/&gt;&lt;wsp:rsid wsp:val=&quot;00281995&quot;/&gt;&lt;wsp:rsid wsp:val=&quot;002B0BAD&quot;/&gt;&lt;wsp:rsid wsp:val=&quot;002C7AFB&quot;/&gt;&lt;wsp:rsid wsp:val=&quot;003050CE&quot;/&gt;&lt;wsp:rsid wsp:val=&quot;003112B3&quot;/&gt;&lt;wsp:rsid wsp:val=&quot;00311CDD&quot;/&gt;&lt;wsp:rsid wsp:val=&quot;00322E76&quot;/&gt;&lt;wsp:rsid wsp:val=&quot;0034590F&quot;/&gt;&lt;wsp:rsid wsp:val=&quot;00370572&quot;/&gt;&lt;wsp:rsid wsp:val=&quot;00382345&quot;/&gt;&lt;wsp:rsid wsp:val=&quot;003B5EB6&quot;/&gt;&lt;wsp:rsid wsp:val=&quot;003C4208&quot;/&gt;&lt;wsp:rsid wsp:val=&quot;003F5A27&quot;/&gt;&lt;wsp:rsid wsp:val=&quot;003F7D21&quot;/&gt;&lt;wsp:rsid wsp:val=&quot;003F7DCB&quot;/&gt;&lt;wsp:rsid wsp:val=&quot;00401EF5&quot;/&gt;&lt;wsp:rsid wsp:val=&quot;00435AC2&quot;/&gt;&lt;wsp:rsid wsp:val=&quot;00435DF6&quot;/&gt;&lt;wsp:rsid wsp:val=&quot;004465D4&quot;/&gt;&lt;wsp:rsid wsp:val=&quot;00461A6B&quot;/&gt;&lt;wsp:rsid wsp:val=&quot;00484CD8&quot;/&gt;&lt;wsp:rsid wsp:val=&quot;00491171&quot;/&gt;&lt;wsp:rsid wsp:val=&quot;0049781F&quot;/&gt;&lt;wsp:rsid wsp:val=&quot;004A481E&quot;/&gt;&lt;wsp:rsid wsp:val=&quot;004D1552&quot;/&gt;&lt;wsp:rsid wsp:val=&quot;004D55E3&quot;/&gt;&lt;wsp:rsid wsp:val=&quot;004E569D&quot;/&gt;&lt;wsp:rsid wsp:val=&quot;00502988&quot;/&gt;&lt;wsp:rsid wsp:val=&quot;00511C81&quot;/&gt;&lt;wsp:rsid wsp:val=&quot;00521544&quot;/&gt;&lt;wsp:rsid wsp:val=&quot;00523292&quot;/&gt;&lt;wsp:rsid wsp:val=&quot;00524B7D&quot;/&gt;&lt;wsp:rsid wsp:val=&quot;00541A83&quot;/&gt;&lt;wsp:rsid wsp:val=&quot;005651CF&quot;/&gt;&lt;wsp:rsid wsp:val=&quot;00571FCD&quot;/&gt;&lt;wsp:rsid wsp:val=&quot;00580087&quot;/&gt;&lt;wsp:rsid wsp:val=&quot;00584C49&quot;/&gt;&lt;wsp:rsid wsp:val=&quot;005A6815&quot;/&gt;&lt;wsp:rsid wsp:val=&quot;005B192B&quot;/&gt;&lt;wsp:rsid wsp:val=&quot;005B3155&quot;/&gt;&lt;wsp:rsid wsp:val=&quot;005C3F14&quot;/&gt;&lt;wsp:rsid wsp:val=&quot;005E51EE&quot;/&gt;&lt;wsp:rsid wsp:val=&quot;005E62D8&quot;/&gt;&lt;wsp:rsid wsp:val=&quot;005F5AF1&quot;/&gt;&lt;wsp:rsid wsp:val=&quot;00623BC0&quot;/&gt;&lt;wsp:rsid wsp:val=&quot;006345D4&quot;/&gt;&lt;wsp:rsid wsp:val=&quot;006374D9&quot;/&gt;&lt;wsp:rsid wsp:val=&quot;006556FE&quot;/&gt;&lt;wsp:rsid wsp:val=&quot;00674A81&quot;/&gt;&lt;wsp:rsid wsp:val=&quot;00685A4C&quot;/&gt;&lt;wsp:rsid wsp:val=&quot;006A0222&quot;/&gt;&lt;wsp:rsid wsp:val=&quot;006A4427&quot;/&gt;&lt;wsp:rsid wsp:val=&quot;006C355A&quot;/&gt;&lt;wsp:rsid wsp:val=&quot;006C5A0A&quot;/&gt;&lt;wsp:rsid wsp:val=&quot;006D65DE&quot;/&gt;&lt;wsp:rsid wsp:val=&quot;006F31BC&quot;/&gt;&lt;wsp:rsid wsp:val=&quot;006F6FA3&quot;/&gt;&lt;wsp:rsid wsp:val=&quot;007023EB&quot;/&gt;&lt;wsp:rsid wsp:val=&quot;00703F59&quot;/&gt;&lt;wsp:rsid wsp:val=&quot;00716892&quot;/&gt;&lt;wsp:rsid wsp:val=&quot;00736F1A&quot;/&gt;&lt;wsp:rsid wsp:val=&quot;00777137&quot;/&gt;&lt;wsp:rsid wsp:val=&quot;007A1F00&quot;/&gt;&lt;wsp:rsid wsp:val=&quot;007B12FF&quot;/&gt;&lt;wsp:rsid wsp:val=&quot;007D5A15&quot;/&gt;&lt;wsp:rsid wsp:val=&quot;007D77A7&quot;/&gt;&lt;wsp:rsid wsp:val=&quot;007D7AFD&quot;/&gt;&lt;wsp:rsid wsp:val=&quot;00810410&quot;/&gt;&lt;wsp:rsid wsp:val=&quot;008127B9&quot;/&gt;&lt;wsp:rsid wsp:val=&quot;00823337&quot;/&gt;&lt;wsp:rsid wsp:val=&quot;00824C89&quot;/&gt;&lt;wsp:rsid wsp:val=&quot;00826D19&quot;/&gt;&lt;wsp:rsid wsp:val=&quot;00836CA0&quot;/&gt;&lt;wsp:rsid wsp:val=&quot;00860FC0&quot;/&gt;&lt;wsp:rsid wsp:val=&quot;008625FA&quot;/&gt;&lt;wsp:rsid wsp:val=&quot;00871AA5&quot;/&gt;&lt;wsp:rsid wsp:val=&quot;00883150&quot;/&gt;&lt;wsp:rsid wsp:val=&quot;008A3EDA&quot;/&gt;&lt;wsp:rsid wsp:val=&quot;008D4D40&quot;/&gt;&lt;wsp:rsid wsp:val=&quot;00906E94&quot;/&gt;&lt;wsp:rsid wsp:val=&quot;009100C1&quot;/&gt;&lt;wsp:rsid wsp:val=&quot;00990766&quot;/&gt;&lt;wsp:rsid wsp:val=&quot;009908FF&quot;/&gt;&lt;wsp:rsid wsp:val=&quot;009C4EA7&quot;/&gt;&lt;wsp:rsid wsp:val=&quot;009D4772&quot;/&gt;&lt;wsp:rsid wsp:val=&quot;009F046E&quot;/&gt;&lt;wsp:rsid wsp:val=&quot;00A06F4C&quot;/&gt;&lt;wsp:rsid wsp:val=&quot;00A130BB&quot;/&gt;&lt;wsp:rsid wsp:val=&quot;00A416AA&quot;/&gt;&lt;wsp:rsid wsp:val=&quot;00A461C9&quot;/&gt;&lt;wsp:rsid wsp:val=&quot;00A473D6&quot;/&gt;&lt;wsp:rsid wsp:val=&quot;00A753B5&quot;/&gt;&lt;wsp:rsid wsp:val=&quot;00A96364&quot;/&gt;&lt;wsp:rsid wsp:val=&quot;00AA72BA&quot;/&gt;&lt;wsp:rsid wsp:val=&quot;00AC7A4C&quot;/&gt;&lt;wsp:rsid wsp:val=&quot;00AE29EF&quot;/&gt;&lt;wsp:rsid wsp:val=&quot;00AF3269&quot;/&gt;&lt;wsp:rsid wsp:val=&quot;00AF4653&quot;/&gt;&lt;wsp:rsid wsp:val=&quot;00B01128&quot;/&gt;&lt;wsp:rsid wsp:val=&quot;00B169CF&quot;/&gt;&lt;wsp:rsid wsp:val=&quot;00B248AF&quot;/&gt;&lt;wsp:rsid wsp:val=&quot;00B428C5&quot;/&gt;&lt;wsp:rsid wsp:val=&quot;00B53168&quot;/&gt;&lt;wsp:rsid wsp:val=&quot;00B811E2&quot;/&gt;&lt;wsp:rsid wsp:val=&quot;00B92242&quot;/&gt;&lt;wsp:rsid wsp:val=&quot;00B9268A&quot;/&gt;&lt;wsp:rsid wsp:val=&quot;00B95F3A&quot;/&gt;&lt;wsp:rsid wsp:val=&quot;00BA0F9A&quot;/&gt;&lt;wsp:rsid wsp:val=&quot;00BC03AB&quot;/&gt;&lt;wsp:rsid wsp:val=&quot;00BC1C8A&quot;/&gt;&lt;wsp:rsid wsp:val=&quot;00BC4C02&quot;/&gt;&lt;wsp:rsid wsp:val=&quot;00BE5233&quot;/&gt;&lt;wsp:rsid wsp:val=&quot;00BE57FB&quot;/&gt;&lt;wsp:rsid wsp:val=&quot;00BF0017&quot;/&gt;&lt;wsp:rsid wsp:val=&quot;00C071B2&quot;/&gt;&lt;wsp:rsid wsp:val=&quot;00C0725C&quot;/&gt;&lt;wsp:rsid wsp:val=&quot;00C238DE&quot;/&gt;&lt;wsp:rsid wsp:val=&quot;00C453F0&quot;/&gt;&lt;wsp:rsid wsp:val=&quot;00C46360&quot;/&gt;&lt;wsp:rsid wsp:val=&quot;00C5209E&quot;/&gt;&lt;wsp:rsid wsp:val=&quot;00C558AB&quot;/&gt;&lt;wsp:rsid wsp:val=&quot;00C919B1&quot;/&gt;&lt;wsp:rsid wsp:val=&quot;00CA1BEC&quot;/&gt;&lt;wsp:rsid wsp:val=&quot;00CA3A2A&quot;/&gt;&lt;wsp:rsid wsp:val=&quot;00CA603B&quot;/&gt;&lt;wsp:rsid wsp:val=&quot;00CB5C20&quot;/&gt;&lt;wsp:rsid wsp:val=&quot;00D04BB8&quot;/&gt;&lt;wsp:rsid wsp:val=&quot;00D12396&quot;/&gt;&lt;wsp:rsid wsp:val=&quot;00D24C32&quot;/&gt;&lt;wsp:rsid wsp:val=&quot;00D30D95&quot;/&gt;&lt;wsp:rsid wsp:val=&quot;00D33DD3&quot;/&gt;&lt;wsp:rsid wsp:val=&quot;00D4044D&quot;/&gt;&lt;wsp:rsid wsp:val=&quot;00D5360F&quot;/&gt;&lt;wsp:rsid wsp:val=&quot;00D6054C&quot;/&gt;&lt;wsp:rsid wsp:val=&quot;00D80B16&quot;/&gt;&lt;wsp:rsid wsp:val=&quot;00D86875&quot;/&gt;&lt;wsp:rsid wsp:val=&quot;00D939C2&quot;/&gt;&lt;wsp:rsid wsp:val=&quot;00D9629C&quot;/&gt;&lt;wsp:rsid wsp:val=&quot;00DA0D6D&quot;/&gt;&lt;wsp:rsid wsp:val=&quot;00DA15FE&quot;/&gt;&lt;wsp:rsid wsp:val=&quot;00DB5B5A&quot;/&gt;&lt;wsp:rsid wsp:val=&quot;00DC6E59&quot;/&gt;&lt;wsp:rsid wsp:val=&quot;00DC7A7C&quot;/&gt;&lt;wsp:rsid wsp:val=&quot;00DF3C87&quot;/&gt;&lt;wsp:rsid wsp:val=&quot;00DF55FD&quot;/&gt;&lt;wsp:rsid wsp:val=&quot;00E017E1&quot;/&gt;&lt;wsp:rsid wsp:val=&quot;00E13588&quot;/&gt;&lt;wsp:rsid wsp:val=&quot;00E443FF&quot;/&gt;&lt;wsp:rsid wsp:val=&quot;00E64CA1&quot;/&gt;&lt;wsp:rsid wsp:val=&quot;00E82116&quot;/&gt;&lt;wsp:rsid wsp:val=&quot;00E87BE0&quot;/&gt;&lt;wsp:rsid wsp:val=&quot;00E94D50&quot;/&gt;&lt;wsp:rsid wsp:val=&quot;00E96926&quot;/&gt;&lt;wsp:rsid wsp:val=&quot;00EC4345&quot;/&gt;&lt;wsp:rsid wsp:val=&quot;00ED32EE&quot;/&gt;&lt;wsp:rsid wsp:val=&quot;00EE48D7&quot;/&gt;&lt;wsp:rsid wsp:val=&quot;00EE4F3E&quot;/&gt;&lt;wsp:rsid wsp:val=&quot;00F1113D&quot;/&gt;&lt;wsp:rsid wsp:val=&quot;00F13F13&quot;/&gt;&lt;wsp:rsid wsp:val=&quot;00F368E9&quot;/&gt;&lt;wsp:rsid wsp:val=&quot;00F554E9&quot;/&gt;&lt;wsp:rsid wsp:val=&quot;00F57D21&quot;/&gt;&lt;wsp:rsid wsp:val=&quot;00F6069D&quot;/&gt;&lt;wsp:rsid wsp:val=&quot;00F60784&quot;/&gt;&lt;wsp:rsid wsp:val=&quot;00F6209F&quot;/&gt;&lt;wsp:rsid wsp:val=&quot;00F66AA1&quot;/&gt;&lt;wsp:rsid wsp:val=&quot;00F939BC&quot;/&gt;&lt;wsp:rsid wsp:val=&quot;00FA2013&quot;/&gt;&lt;wsp:rsid wsp:val=&quot;00FA65A5&quot;/&gt;&lt;wsp:rsid wsp:val=&quot;00FD65C4&quot;/&gt;&lt;/wsp:rsids&gt;&lt;/w:docPr&gt;&lt;w:body&gt;&lt;w:p wsp:rsidR=&quot;00000000&quot; wsp:rsidRDefault=&quot;00200A43&quot;&gt;&lt;m:oMathPara&gt;&lt;m:oMath&gt;&lt;m:r&gt;&lt;w:rPr&gt;&lt;w:rFonts w:ascii=&quot;Cambria Math&quot; w:h-ansi=&quot;Cambria Math&quot;/&gt;&lt;wx:font wx:val=&quot;Cambria Math&quot;/&gt;&lt;w:i/&gt;&lt;/w:rPr&gt;&lt;m:t&gt;Ã·&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 o:title="" chromakey="white"/>
                </v:shape>
              </w:pict>
            </w:r>
            <w:r w:rsidRPr="007E44E2">
              <w:rPr>
                <w:rFonts w:ascii="Architect" w:hAnsi="Architect"/>
                <w:sz w:val="28"/>
                <w:szCs w:val="28"/>
              </w:rPr>
              <w:fldChar w:fldCharType="end"/>
            </w:r>
            <w:r w:rsidRPr="007E44E2">
              <w:rPr>
                <w:rFonts w:ascii="Architect" w:hAnsi="Architect"/>
                <w:i/>
                <w:sz w:val="28"/>
                <w:szCs w:val="28"/>
              </w:rPr>
              <w:t>n = 3</w:t>
            </w:r>
          </w:p>
          <w:p w:rsidR="00035CD3" w:rsidRPr="007E44E2" w:rsidRDefault="00035CD3" w:rsidP="00511C81">
            <w:pPr>
              <w:pStyle w:val="BodyText"/>
              <w:spacing w:line="240" w:lineRule="auto"/>
              <w:ind w:left="360"/>
              <w:rPr>
                <w:rFonts w:ascii="Architect" w:hAnsi="Architect"/>
                <w:sz w:val="28"/>
                <w:szCs w:val="28"/>
              </w:rPr>
            </w:pPr>
          </w:p>
          <w:p w:rsidR="00035CD3" w:rsidRPr="007E44E2" w:rsidRDefault="00035CD3" w:rsidP="00A753B5">
            <w:pPr>
              <w:pStyle w:val="BodyText"/>
              <w:tabs>
                <w:tab w:val="left" w:pos="5775"/>
                <w:tab w:val="left" w:pos="8295"/>
                <w:tab w:val="left" w:pos="8775"/>
              </w:tabs>
              <w:spacing w:line="240" w:lineRule="auto"/>
              <w:ind w:left="360"/>
              <w:rPr>
                <w:rFonts w:ascii="Architect" w:hAnsi="Architect"/>
                <w:sz w:val="28"/>
                <w:szCs w:val="28"/>
              </w:rPr>
            </w:pPr>
            <w:r w:rsidRPr="007E44E2">
              <w:rPr>
                <w:rFonts w:ascii="Architect" w:hAnsi="Architect"/>
                <w:sz w:val="28"/>
                <w:szCs w:val="28"/>
                <w:u w:val="single"/>
              </w:rPr>
              <w:t>THOAN 2 - Written Directions</w:t>
            </w:r>
            <w:r w:rsidRPr="007E44E2">
              <w:rPr>
                <w:rFonts w:ascii="Architect" w:hAnsi="Architect"/>
                <w:sz w:val="28"/>
                <w:szCs w:val="28"/>
              </w:rPr>
              <w:t xml:space="preserve">                                  </w:t>
            </w:r>
            <w:r w:rsidRPr="007E44E2">
              <w:rPr>
                <w:rFonts w:ascii="Architect" w:hAnsi="Architect"/>
                <w:sz w:val="28"/>
                <w:szCs w:val="28"/>
              </w:rPr>
              <w:tab/>
            </w:r>
            <w:r w:rsidRPr="007E44E2">
              <w:rPr>
                <w:rFonts w:ascii="Architect" w:hAnsi="Architect"/>
                <w:b/>
                <w:sz w:val="28"/>
                <w:szCs w:val="28"/>
              </w:rPr>
              <w:t>Numerical Ex.</w:t>
            </w:r>
            <w:r w:rsidRPr="007E44E2">
              <w:rPr>
                <w:rFonts w:ascii="Architect" w:hAnsi="Architect"/>
                <w:b/>
                <w:sz w:val="28"/>
                <w:szCs w:val="28"/>
              </w:rPr>
              <w:tab/>
            </w:r>
            <w:r w:rsidRPr="007E44E2">
              <w:rPr>
                <w:rFonts w:ascii="Architect" w:hAnsi="Architect"/>
                <w:i/>
                <w:sz w:val="28"/>
                <w:szCs w:val="28"/>
              </w:rPr>
              <w:t>Algebraic Expression</w:t>
            </w:r>
          </w:p>
          <w:p w:rsidR="00035CD3" w:rsidRPr="007E44E2" w:rsidRDefault="00035CD3" w:rsidP="00A753B5">
            <w:pPr>
              <w:pStyle w:val="BodyText"/>
              <w:numPr>
                <w:ilvl w:val="0"/>
                <w:numId w:val="13"/>
              </w:numPr>
              <w:tabs>
                <w:tab w:val="left" w:pos="6495"/>
                <w:tab w:val="left" w:pos="8925"/>
              </w:tabs>
              <w:spacing w:line="240" w:lineRule="auto"/>
              <w:rPr>
                <w:rFonts w:ascii="Architect" w:hAnsi="Architect"/>
                <w:b/>
                <w:sz w:val="28"/>
                <w:szCs w:val="28"/>
              </w:rPr>
            </w:pPr>
            <w:r w:rsidRPr="007E44E2">
              <w:rPr>
                <w:rFonts w:ascii="Architect" w:hAnsi="Architect"/>
                <w:sz w:val="28"/>
                <w:szCs w:val="28"/>
              </w:rPr>
              <w:t xml:space="preserve">Think of a Number.                                                                </w:t>
            </w:r>
            <w:r w:rsidRPr="007E44E2">
              <w:rPr>
                <w:rFonts w:ascii="Architect" w:hAnsi="Architect"/>
                <w:b/>
                <w:sz w:val="28"/>
                <w:szCs w:val="28"/>
              </w:rPr>
              <w:t xml:space="preserve">50                                               </w:t>
            </w:r>
            <w:r w:rsidRPr="007E44E2">
              <w:rPr>
                <w:rFonts w:ascii="Architect" w:hAnsi="Architect"/>
                <w:i/>
                <w:sz w:val="28"/>
                <w:szCs w:val="28"/>
              </w:rPr>
              <w:t>n</w:t>
            </w:r>
          </w:p>
          <w:p w:rsidR="00035CD3" w:rsidRPr="007E44E2" w:rsidRDefault="00035CD3" w:rsidP="00A753B5">
            <w:pPr>
              <w:pStyle w:val="BodyText"/>
              <w:numPr>
                <w:ilvl w:val="0"/>
                <w:numId w:val="13"/>
              </w:numPr>
              <w:spacing w:line="240" w:lineRule="auto"/>
              <w:rPr>
                <w:rFonts w:ascii="Architect" w:hAnsi="Architect"/>
                <w:sz w:val="28"/>
                <w:szCs w:val="28"/>
              </w:rPr>
            </w:pPr>
            <w:r w:rsidRPr="007E44E2">
              <w:rPr>
                <w:rFonts w:ascii="Architect" w:hAnsi="Architect"/>
                <w:sz w:val="28"/>
                <w:szCs w:val="28"/>
              </w:rPr>
              <w:t xml:space="preserve">Multiply by 2.                                                                        </w:t>
            </w:r>
            <w:r w:rsidRPr="007E44E2">
              <w:rPr>
                <w:rFonts w:ascii="Architect" w:hAnsi="Architect"/>
                <w:b/>
                <w:sz w:val="28"/>
                <w:szCs w:val="28"/>
              </w:rPr>
              <w:t>100</w:t>
            </w:r>
            <w:r w:rsidRPr="007E44E2">
              <w:rPr>
                <w:rFonts w:ascii="Architect" w:hAnsi="Architect"/>
                <w:sz w:val="28"/>
                <w:szCs w:val="28"/>
              </w:rPr>
              <w:t xml:space="preserve">                                              </w:t>
            </w:r>
            <w:r w:rsidRPr="007E44E2">
              <w:rPr>
                <w:rFonts w:ascii="Architect" w:hAnsi="Architect"/>
                <w:i/>
                <w:sz w:val="28"/>
                <w:szCs w:val="28"/>
              </w:rPr>
              <w:t>2n</w:t>
            </w:r>
          </w:p>
          <w:p w:rsidR="00035CD3" w:rsidRPr="007E44E2" w:rsidRDefault="00035CD3" w:rsidP="00A753B5">
            <w:pPr>
              <w:pStyle w:val="BodyText"/>
              <w:numPr>
                <w:ilvl w:val="0"/>
                <w:numId w:val="13"/>
              </w:numPr>
              <w:spacing w:line="240" w:lineRule="auto"/>
              <w:rPr>
                <w:rFonts w:ascii="Architect" w:hAnsi="Architect"/>
                <w:sz w:val="28"/>
                <w:szCs w:val="28"/>
              </w:rPr>
            </w:pPr>
            <w:r w:rsidRPr="007E44E2">
              <w:rPr>
                <w:rFonts w:ascii="Architect" w:hAnsi="Architect"/>
                <w:sz w:val="28"/>
                <w:szCs w:val="28"/>
              </w:rPr>
              <w:t xml:space="preserve">Add 10.                                                                                 </w:t>
            </w:r>
            <w:r w:rsidRPr="007E44E2">
              <w:rPr>
                <w:rFonts w:ascii="Architect" w:hAnsi="Architect"/>
                <w:b/>
                <w:sz w:val="28"/>
                <w:szCs w:val="28"/>
              </w:rPr>
              <w:t xml:space="preserve">110                                            </w:t>
            </w:r>
            <w:r w:rsidRPr="007E44E2">
              <w:rPr>
                <w:rFonts w:ascii="Architect" w:hAnsi="Architect"/>
                <w:i/>
                <w:sz w:val="28"/>
                <w:szCs w:val="28"/>
              </w:rPr>
              <w:t>2n+10</w:t>
            </w:r>
          </w:p>
          <w:p w:rsidR="00035CD3" w:rsidRPr="007E44E2" w:rsidRDefault="00035CD3" w:rsidP="00A753B5">
            <w:pPr>
              <w:pStyle w:val="BodyText"/>
              <w:numPr>
                <w:ilvl w:val="0"/>
                <w:numId w:val="13"/>
              </w:numPr>
              <w:spacing w:line="240" w:lineRule="auto"/>
              <w:rPr>
                <w:rFonts w:ascii="Architect" w:hAnsi="Architect"/>
                <w:sz w:val="28"/>
                <w:szCs w:val="28"/>
              </w:rPr>
            </w:pPr>
            <w:r w:rsidRPr="007E44E2">
              <w:rPr>
                <w:rFonts w:ascii="Architect" w:hAnsi="Architect"/>
                <w:sz w:val="28"/>
                <w:szCs w:val="28"/>
              </w:rPr>
              <w:t xml:space="preserve">Divide by 2.                                                                            </w:t>
            </w:r>
            <w:r w:rsidRPr="007E44E2">
              <w:rPr>
                <w:rFonts w:ascii="Architect" w:hAnsi="Architect"/>
                <w:b/>
                <w:sz w:val="28"/>
                <w:szCs w:val="28"/>
              </w:rPr>
              <w:t xml:space="preserve">55                                     </w:t>
            </w:r>
            <w:r w:rsidRPr="007E44E2">
              <w:rPr>
                <w:rFonts w:ascii="Architect" w:hAnsi="Architect"/>
                <w:i/>
                <w:sz w:val="28"/>
                <w:szCs w:val="28"/>
              </w:rPr>
              <w:t>(2n+10)</w:t>
            </w:r>
            <w:r w:rsidRPr="007E44E2">
              <w:rPr>
                <w:rFonts w:ascii="Architect" w:hAnsi="Architect"/>
                <w:sz w:val="28"/>
                <w:szCs w:val="28"/>
              </w:rPr>
              <w:fldChar w:fldCharType="begin"/>
            </w:r>
            <w:r w:rsidRPr="007E44E2">
              <w:rPr>
                <w:rFonts w:ascii="Architect" w:hAnsi="Architect"/>
                <w:sz w:val="28"/>
                <w:szCs w:val="28"/>
              </w:rPr>
              <w:instrText xml:space="preserve"> QUOTE </w:instrText>
            </w:r>
            <w:r w:rsidRPr="007E44E2">
              <w:rPr>
                <w:rFonts w:ascii="Architect" w:hAnsi="Architect"/>
                <w:sz w:val="28"/>
                <w:szCs w:val="28"/>
              </w:rPr>
              <w:pict>
                <v:shape id="_x0000_i1027" type="#_x0000_t75" style="width:12.75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060CD&quot;/&gt;&lt;wsp:rsid wsp:val=&quot;0001347B&quot;/&gt;&lt;wsp:rsid wsp:val=&quot;00023004&quot;/&gt;&lt;wsp:rsid wsp:val=&quot;00026BB2&quot;/&gt;&lt;wsp:rsid wsp:val=&quot;00040E28&quot;/&gt;&lt;wsp:rsid wsp:val=&quot;00080CBF&quot;/&gt;&lt;wsp:rsid wsp:val=&quot;00090EEE&quot;/&gt;&lt;wsp:rsid wsp:val=&quot;00095BD9&quot;/&gt;&lt;wsp:rsid wsp:val=&quot;000A6549&quot;/&gt;&lt;wsp:rsid wsp:val=&quot;000A7EBA&quot;/&gt;&lt;wsp:rsid wsp:val=&quot;000C50C0&quot;/&gt;&lt;wsp:rsid wsp:val=&quot;000D2639&quot;/&gt;&lt;wsp:rsid wsp:val=&quot;00106A99&quot;/&gt;&lt;wsp:rsid wsp:val=&quot;00147199&quot;/&gt;&lt;wsp:rsid wsp:val=&quot;00147CC7&quot;/&gt;&lt;wsp:rsid wsp:val=&quot;001543C4&quot;/&gt;&lt;wsp:rsid wsp:val=&quot;00157E5A&quot;/&gt;&lt;wsp:rsid wsp:val=&quot;00173683&quot;/&gt;&lt;wsp:rsid wsp:val=&quot;00174CB5&quot;/&gt;&lt;wsp:rsid wsp:val=&quot;00175E50&quot;/&gt;&lt;wsp:rsid wsp:val=&quot;001A0377&quot;/&gt;&lt;wsp:rsid wsp:val=&quot;001A6EE6&quot;/&gt;&lt;wsp:rsid wsp:val=&quot;001B2E5B&quot;/&gt;&lt;wsp:rsid wsp:val=&quot;001D7AD0&quot;/&gt;&lt;wsp:rsid wsp:val=&quot;001E2739&quot;/&gt;&lt;wsp:rsid wsp:val=&quot;001E770D&quot;/&gt;&lt;wsp:rsid wsp:val=&quot;00201E5C&quot;/&gt;&lt;wsp:rsid wsp:val=&quot;00205575&quot;/&gt;&lt;wsp:rsid wsp:val=&quot;00207160&quot;/&gt;&lt;wsp:rsid wsp:val=&quot;00212475&quot;/&gt;&lt;wsp:rsid wsp:val=&quot;00231C31&quot;/&gt;&lt;wsp:rsid wsp:val=&quot;002632FF&quot;/&gt;&lt;wsp:rsid wsp:val=&quot;00264A50&quot;/&gt;&lt;wsp:rsid wsp:val=&quot;00281995&quot;/&gt;&lt;wsp:rsid wsp:val=&quot;002B0BAD&quot;/&gt;&lt;wsp:rsid wsp:val=&quot;002C7AFB&quot;/&gt;&lt;wsp:rsid wsp:val=&quot;003050CE&quot;/&gt;&lt;wsp:rsid wsp:val=&quot;003112B3&quot;/&gt;&lt;wsp:rsid wsp:val=&quot;00311CDD&quot;/&gt;&lt;wsp:rsid wsp:val=&quot;00322E76&quot;/&gt;&lt;wsp:rsid wsp:val=&quot;0034590F&quot;/&gt;&lt;wsp:rsid wsp:val=&quot;00370572&quot;/&gt;&lt;wsp:rsid wsp:val=&quot;00382345&quot;/&gt;&lt;wsp:rsid wsp:val=&quot;003B5EB6&quot;/&gt;&lt;wsp:rsid wsp:val=&quot;003C4208&quot;/&gt;&lt;wsp:rsid wsp:val=&quot;003F5A27&quot;/&gt;&lt;wsp:rsid wsp:val=&quot;003F7D21&quot;/&gt;&lt;wsp:rsid wsp:val=&quot;003F7DCB&quot;/&gt;&lt;wsp:rsid wsp:val=&quot;00401EF5&quot;/&gt;&lt;wsp:rsid wsp:val=&quot;00435AC2&quot;/&gt;&lt;wsp:rsid wsp:val=&quot;00435DF6&quot;/&gt;&lt;wsp:rsid wsp:val=&quot;004465D4&quot;/&gt;&lt;wsp:rsid wsp:val=&quot;00461A6B&quot;/&gt;&lt;wsp:rsid wsp:val=&quot;00484CD8&quot;/&gt;&lt;wsp:rsid wsp:val=&quot;00491171&quot;/&gt;&lt;wsp:rsid wsp:val=&quot;0049781F&quot;/&gt;&lt;wsp:rsid wsp:val=&quot;004A481E&quot;/&gt;&lt;wsp:rsid wsp:val=&quot;004D1552&quot;/&gt;&lt;wsp:rsid wsp:val=&quot;004D55E3&quot;/&gt;&lt;wsp:rsid wsp:val=&quot;004E569D&quot;/&gt;&lt;wsp:rsid wsp:val=&quot;00502988&quot;/&gt;&lt;wsp:rsid wsp:val=&quot;00511C81&quot;/&gt;&lt;wsp:rsid wsp:val=&quot;00521544&quot;/&gt;&lt;wsp:rsid wsp:val=&quot;00523292&quot;/&gt;&lt;wsp:rsid wsp:val=&quot;00524B7D&quot;/&gt;&lt;wsp:rsid wsp:val=&quot;00541A83&quot;/&gt;&lt;wsp:rsid wsp:val=&quot;005651CF&quot;/&gt;&lt;wsp:rsid wsp:val=&quot;00571FCD&quot;/&gt;&lt;wsp:rsid wsp:val=&quot;00580087&quot;/&gt;&lt;wsp:rsid wsp:val=&quot;00584C49&quot;/&gt;&lt;wsp:rsid wsp:val=&quot;005A6815&quot;/&gt;&lt;wsp:rsid wsp:val=&quot;005B192B&quot;/&gt;&lt;wsp:rsid wsp:val=&quot;005B3155&quot;/&gt;&lt;wsp:rsid wsp:val=&quot;005C3F14&quot;/&gt;&lt;wsp:rsid wsp:val=&quot;005E51EE&quot;/&gt;&lt;wsp:rsid wsp:val=&quot;005E62D8&quot;/&gt;&lt;wsp:rsid wsp:val=&quot;005F5AF1&quot;/&gt;&lt;wsp:rsid wsp:val=&quot;00623BC0&quot;/&gt;&lt;wsp:rsid wsp:val=&quot;006345D4&quot;/&gt;&lt;wsp:rsid wsp:val=&quot;006374D9&quot;/&gt;&lt;wsp:rsid wsp:val=&quot;006556FE&quot;/&gt;&lt;wsp:rsid wsp:val=&quot;00674A81&quot;/&gt;&lt;wsp:rsid wsp:val=&quot;00685A4C&quot;/&gt;&lt;wsp:rsid wsp:val=&quot;006A0222&quot;/&gt;&lt;wsp:rsid wsp:val=&quot;006A4427&quot;/&gt;&lt;wsp:rsid wsp:val=&quot;006C355A&quot;/&gt;&lt;wsp:rsid wsp:val=&quot;006C5A0A&quot;/&gt;&lt;wsp:rsid wsp:val=&quot;006D65DE&quot;/&gt;&lt;wsp:rsid wsp:val=&quot;006F31BC&quot;/&gt;&lt;wsp:rsid wsp:val=&quot;006F6FA3&quot;/&gt;&lt;wsp:rsid wsp:val=&quot;007023EB&quot;/&gt;&lt;wsp:rsid wsp:val=&quot;00703F59&quot;/&gt;&lt;wsp:rsid wsp:val=&quot;00716892&quot;/&gt;&lt;wsp:rsid wsp:val=&quot;00736F1A&quot;/&gt;&lt;wsp:rsid wsp:val=&quot;00777137&quot;/&gt;&lt;wsp:rsid wsp:val=&quot;007A1F00&quot;/&gt;&lt;wsp:rsid wsp:val=&quot;007B12FF&quot;/&gt;&lt;wsp:rsid wsp:val=&quot;007D5A15&quot;/&gt;&lt;wsp:rsid wsp:val=&quot;007D77A7&quot;/&gt;&lt;wsp:rsid wsp:val=&quot;007D7AFD&quot;/&gt;&lt;wsp:rsid wsp:val=&quot;00810410&quot;/&gt;&lt;wsp:rsid wsp:val=&quot;008127B9&quot;/&gt;&lt;wsp:rsid wsp:val=&quot;00823337&quot;/&gt;&lt;wsp:rsid wsp:val=&quot;00824C89&quot;/&gt;&lt;wsp:rsid wsp:val=&quot;00826D19&quot;/&gt;&lt;wsp:rsid wsp:val=&quot;00836CA0&quot;/&gt;&lt;wsp:rsid wsp:val=&quot;00860FC0&quot;/&gt;&lt;wsp:rsid wsp:val=&quot;008625FA&quot;/&gt;&lt;wsp:rsid wsp:val=&quot;00871AA5&quot;/&gt;&lt;wsp:rsid wsp:val=&quot;00883150&quot;/&gt;&lt;wsp:rsid wsp:val=&quot;008A3EDA&quot;/&gt;&lt;wsp:rsid wsp:val=&quot;008D4D40&quot;/&gt;&lt;wsp:rsid wsp:val=&quot;00906E94&quot;/&gt;&lt;wsp:rsid wsp:val=&quot;009100C1&quot;/&gt;&lt;wsp:rsid wsp:val=&quot;00981F7E&quot;/&gt;&lt;wsp:rsid wsp:val=&quot;00990766&quot;/&gt;&lt;wsp:rsid wsp:val=&quot;009908FF&quot;/&gt;&lt;wsp:rsid wsp:val=&quot;009C4EA7&quot;/&gt;&lt;wsp:rsid wsp:val=&quot;009D4772&quot;/&gt;&lt;wsp:rsid wsp:val=&quot;009F046E&quot;/&gt;&lt;wsp:rsid wsp:val=&quot;00A06F4C&quot;/&gt;&lt;wsp:rsid wsp:val=&quot;00A130BB&quot;/&gt;&lt;wsp:rsid wsp:val=&quot;00A416AA&quot;/&gt;&lt;wsp:rsid wsp:val=&quot;00A461C9&quot;/&gt;&lt;wsp:rsid wsp:val=&quot;00A473D6&quot;/&gt;&lt;wsp:rsid wsp:val=&quot;00A753B5&quot;/&gt;&lt;wsp:rsid wsp:val=&quot;00A96364&quot;/&gt;&lt;wsp:rsid wsp:val=&quot;00AA72BA&quot;/&gt;&lt;wsp:rsid wsp:val=&quot;00AC7A4C&quot;/&gt;&lt;wsp:rsid wsp:val=&quot;00AE29EF&quot;/&gt;&lt;wsp:rsid wsp:val=&quot;00AF3269&quot;/&gt;&lt;wsp:rsid wsp:val=&quot;00AF4653&quot;/&gt;&lt;wsp:rsid wsp:val=&quot;00B01128&quot;/&gt;&lt;wsp:rsid wsp:val=&quot;00B169CF&quot;/&gt;&lt;wsp:rsid wsp:val=&quot;00B248AF&quot;/&gt;&lt;wsp:rsid wsp:val=&quot;00B428C5&quot;/&gt;&lt;wsp:rsid wsp:val=&quot;00B53168&quot;/&gt;&lt;wsp:rsid wsp:val=&quot;00B811E2&quot;/&gt;&lt;wsp:rsid wsp:val=&quot;00B92242&quot;/&gt;&lt;wsp:rsid wsp:val=&quot;00B9268A&quot;/&gt;&lt;wsp:rsid wsp:val=&quot;00B95F3A&quot;/&gt;&lt;wsp:rsid wsp:val=&quot;00BA0F9A&quot;/&gt;&lt;wsp:rsid wsp:val=&quot;00BC03AB&quot;/&gt;&lt;wsp:rsid wsp:val=&quot;00BC1C8A&quot;/&gt;&lt;wsp:rsid wsp:val=&quot;00BC4C02&quot;/&gt;&lt;wsp:rsid wsp:val=&quot;00BE5233&quot;/&gt;&lt;wsp:rsid wsp:val=&quot;00BE57FB&quot;/&gt;&lt;wsp:rsid wsp:val=&quot;00BF0017&quot;/&gt;&lt;wsp:rsid wsp:val=&quot;00C071B2&quot;/&gt;&lt;wsp:rsid wsp:val=&quot;00C0725C&quot;/&gt;&lt;wsp:rsid wsp:val=&quot;00C238DE&quot;/&gt;&lt;wsp:rsid wsp:val=&quot;00C453F0&quot;/&gt;&lt;wsp:rsid wsp:val=&quot;00C46360&quot;/&gt;&lt;wsp:rsid wsp:val=&quot;00C5209E&quot;/&gt;&lt;wsp:rsid wsp:val=&quot;00C558AB&quot;/&gt;&lt;wsp:rsid wsp:val=&quot;00C919B1&quot;/&gt;&lt;wsp:rsid wsp:val=&quot;00CA1BEC&quot;/&gt;&lt;wsp:rsid wsp:val=&quot;00CA3A2A&quot;/&gt;&lt;wsp:rsid wsp:val=&quot;00CA603B&quot;/&gt;&lt;wsp:rsid wsp:val=&quot;00CB5C20&quot;/&gt;&lt;wsp:rsid wsp:val=&quot;00D04BB8&quot;/&gt;&lt;wsp:rsid wsp:val=&quot;00D12396&quot;/&gt;&lt;wsp:rsid wsp:val=&quot;00D24C32&quot;/&gt;&lt;wsp:rsid wsp:val=&quot;00D30D95&quot;/&gt;&lt;wsp:rsid wsp:val=&quot;00D33DD3&quot;/&gt;&lt;wsp:rsid wsp:val=&quot;00D4044D&quot;/&gt;&lt;wsp:rsid wsp:val=&quot;00D5360F&quot;/&gt;&lt;wsp:rsid wsp:val=&quot;00D6054C&quot;/&gt;&lt;wsp:rsid wsp:val=&quot;00D80B16&quot;/&gt;&lt;wsp:rsid wsp:val=&quot;00D86875&quot;/&gt;&lt;wsp:rsid wsp:val=&quot;00D939C2&quot;/&gt;&lt;wsp:rsid wsp:val=&quot;00D9629C&quot;/&gt;&lt;wsp:rsid wsp:val=&quot;00DA0D6D&quot;/&gt;&lt;wsp:rsid wsp:val=&quot;00DA15FE&quot;/&gt;&lt;wsp:rsid wsp:val=&quot;00DB5B5A&quot;/&gt;&lt;wsp:rsid wsp:val=&quot;00DC6E59&quot;/&gt;&lt;wsp:rsid wsp:val=&quot;00DC7A7C&quot;/&gt;&lt;wsp:rsid wsp:val=&quot;00DF3C87&quot;/&gt;&lt;wsp:rsid wsp:val=&quot;00DF55FD&quot;/&gt;&lt;wsp:rsid wsp:val=&quot;00E017E1&quot;/&gt;&lt;wsp:rsid wsp:val=&quot;00E13588&quot;/&gt;&lt;wsp:rsid wsp:val=&quot;00E443FF&quot;/&gt;&lt;wsp:rsid wsp:val=&quot;00E64CA1&quot;/&gt;&lt;wsp:rsid wsp:val=&quot;00E82116&quot;/&gt;&lt;wsp:rsid wsp:val=&quot;00E87BE0&quot;/&gt;&lt;wsp:rsid wsp:val=&quot;00E94D50&quot;/&gt;&lt;wsp:rsid wsp:val=&quot;00E96926&quot;/&gt;&lt;wsp:rsid wsp:val=&quot;00EC4345&quot;/&gt;&lt;wsp:rsid wsp:val=&quot;00ED32EE&quot;/&gt;&lt;wsp:rsid wsp:val=&quot;00EE48D7&quot;/&gt;&lt;wsp:rsid wsp:val=&quot;00EE4F3E&quot;/&gt;&lt;wsp:rsid wsp:val=&quot;00F1113D&quot;/&gt;&lt;wsp:rsid wsp:val=&quot;00F13F13&quot;/&gt;&lt;wsp:rsid wsp:val=&quot;00F368E9&quot;/&gt;&lt;wsp:rsid wsp:val=&quot;00F554E9&quot;/&gt;&lt;wsp:rsid wsp:val=&quot;00F57D21&quot;/&gt;&lt;wsp:rsid wsp:val=&quot;00F6069D&quot;/&gt;&lt;wsp:rsid wsp:val=&quot;00F60784&quot;/&gt;&lt;wsp:rsid wsp:val=&quot;00F6209F&quot;/&gt;&lt;wsp:rsid wsp:val=&quot;00F66AA1&quot;/&gt;&lt;wsp:rsid wsp:val=&quot;00F939BC&quot;/&gt;&lt;wsp:rsid wsp:val=&quot;00FA2013&quot;/&gt;&lt;wsp:rsid wsp:val=&quot;00FA65A5&quot;/&gt;&lt;wsp:rsid wsp:val=&quot;00FD65C4&quot;/&gt;&lt;/wsp:rsids&gt;&lt;/w:docPr&gt;&lt;w:body&gt;&lt;w:p wsp:rsidR=&quot;00000000&quot; wsp:rsidRDefault=&quot;00981F7E&quot;&gt;&lt;m:oMathPara&gt;&lt;m:oMath&gt;&lt;m:r&gt;&lt;w:rPr&gt;&lt;w:rFonts w:ascii=&quot;Cambria Math&quot; w:h-ansi=&quot;Cambria Math&quot;/&gt;&lt;wx:font wx:val=&quot;Cambria Math&quot;/&gt;&lt;w:i/&gt;&lt;/w:rPr&gt;&lt;m:t&gt;Ã·&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 o:title="" chromakey="white"/>
                </v:shape>
              </w:pict>
            </w:r>
            <w:r w:rsidRPr="007E44E2">
              <w:rPr>
                <w:rFonts w:ascii="Architect" w:hAnsi="Architect"/>
                <w:sz w:val="28"/>
                <w:szCs w:val="28"/>
              </w:rPr>
              <w:instrText xml:space="preserve"> </w:instrText>
            </w:r>
            <w:r w:rsidRPr="007E44E2">
              <w:rPr>
                <w:rFonts w:ascii="Architect" w:hAnsi="Architect"/>
                <w:sz w:val="28"/>
                <w:szCs w:val="28"/>
              </w:rPr>
              <w:fldChar w:fldCharType="separate"/>
            </w:r>
            <w:r w:rsidRPr="007E44E2">
              <w:rPr>
                <w:rFonts w:ascii="Architect" w:hAnsi="Architect"/>
                <w:sz w:val="28"/>
                <w:szCs w:val="28"/>
              </w:rPr>
              <w:pict>
                <v:shape id="_x0000_i1028" type="#_x0000_t75" style="width:12.75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060CD&quot;/&gt;&lt;wsp:rsid wsp:val=&quot;0001347B&quot;/&gt;&lt;wsp:rsid wsp:val=&quot;00023004&quot;/&gt;&lt;wsp:rsid wsp:val=&quot;00026BB2&quot;/&gt;&lt;wsp:rsid wsp:val=&quot;00040E28&quot;/&gt;&lt;wsp:rsid wsp:val=&quot;00080CBF&quot;/&gt;&lt;wsp:rsid wsp:val=&quot;00090EEE&quot;/&gt;&lt;wsp:rsid wsp:val=&quot;00095BD9&quot;/&gt;&lt;wsp:rsid wsp:val=&quot;000A6549&quot;/&gt;&lt;wsp:rsid wsp:val=&quot;000A7EBA&quot;/&gt;&lt;wsp:rsid wsp:val=&quot;000C50C0&quot;/&gt;&lt;wsp:rsid wsp:val=&quot;000D2639&quot;/&gt;&lt;wsp:rsid wsp:val=&quot;00106A99&quot;/&gt;&lt;wsp:rsid wsp:val=&quot;00147199&quot;/&gt;&lt;wsp:rsid wsp:val=&quot;00147CC7&quot;/&gt;&lt;wsp:rsid wsp:val=&quot;001543C4&quot;/&gt;&lt;wsp:rsid wsp:val=&quot;00157E5A&quot;/&gt;&lt;wsp:rsid wsp:val=&quot;00173683&quot;/&gt;&lt;wsp:rsid wsp:val=&quot;00174CB5&quot;/&gt;&lt;wsp:rsid wsp:val=&quot;00175E50&quot;/&gt;&lt;wsp:rsid wsp:val=&quot;001A0377&quot;/&gt;&lt;wsp:rsid wsp:val=&quot;001A6EE6&quot;/&gt;&lt;wsp:rsid wsp:val=&quot;001B2E5B&quot;/&gt;&lt;wsp:rsid wsp:val=&quot;001D7AD0&quot;/&gt;&lt;wsp:rsid wsp:val=&quot;001E2739&quot;/&gt;&lt;wsp:rsid wsp:val=&quot;001E770D&quot;/&gt;&lt;wsp:rsid wsp:val=&quot;00201E5C&quot;/&gt;&lt;wsp:rsid wsp:val=&quot;00205575&quot;/&gt;&lt;wsp:rsid wsp:val=&quot;00207160&quot;/&gt;&lt;wsp:rsid wsp:val=&quot;00212475&quot;/&gt;&lt;wsp:rsid wsp:val=&quot;00231C31&quot;/&gt;&lt;wsp:rsid wsp:val=&quot;002632FF&quot;/&gt;&lt;wsp:rsid wsp:val=&quot;00264A50&quot;/&gt;&lt;wsp:rsid wsp:val=&quot;00281995&quot;/&gt;&lt;wsp:rsid wsp:val=&quot;002B0BAD&quot;/&gt;&lt;wsp:rsid wsp:val=&quot;002C7AFB&quot;/&gt;&lt;wsp:rsid wsp:val=&quot;003050CE&quot;/&gt;&lt;wsp:rsid wsp:val=&quot;003112B3&quot;/&gt;&lt;wsp:rsid wsp:val=&quot;00311CDD&quot;/&gt;&lt;wsp:rsid wsp:val=&quot;00322E76&quot;/&gt;&lt;wsp:rsid wsp:val=&quot;0034590F&quot;/&gt;&lt;wsp:rsid wsp:val=&quot;00370572&quot;/&gt;&lt;wsp:rsid wsp:val=&quot;00382345&quot;/&gt;&lt;wsp:rsid wsp:val=&quot;003B5EB6&quot;/&gt;&lt;wsp:rsid wsp:val=&quot;003C4208&quot;/&gt;&lt;wsp:rsid wsp:val=&quot;003F5A27&quot;/&gt;&lt;wsp:rsid wsp:val=&quot;003F7D21&quot;/&gt;&lt;wsp:rsid wsp:val=&quot;003F7DCB&quot;/&gt;&lt;wsp:rsid wsp:val=&quot;00401EF5&quot;/&gt;&lt;wsp:rsid wsp:val=&quot;00435AC2&quot;/&gt;&lt;wsp:rsid wsp:val=&quot;00435DF6&quot;/&gt;&lt;wsp:rsid wsp:val=&quot;004465D4&quot;/&gt;&lt;wsp:rsid wsp:val=&quot;00461A6B&quot;/&gt;&lt;wsp:rsid wsp:val=&quot;00484CD8&quot;/&gt;&lt;wsp:rsid wsp:val=&quot;00491171&quot;/&gt;&lt;wsp:rsid wsp:val=&quot;0049781F&quot;/&gt;&lt;wsp:rsid wsp:val=&quot;004A481E&quot;/&gt;&lt;wsp:rsid wsp:val=&quot;004D1552&quot;/&gt;&lt;wsp:rsid wsp:val=&quot;004D55E3&quot;/&gt;&lt;wsp:rsid wsp:val=&quot;004E569D&quot;/&gt;&lt;wsp:rsid wsp:val=&quot;00502988&quot;/&gt;&lt;wsp:rsid wsp:val=&quot;00511C81&quot;/&gt;&lt;wsp:rsid wsp:val=&quot;00521544&quot;/&gt;&lt;wsp:rsid wsp:val=&quot;00523292&quot;/&gt;&lt;wsp:rsid wsp:val=&quot;00524B7D&quot;/&gt;&lt;wsp:rsid wsp:val=&quot;00541A83&quot;/&gt;&lt;wsp:rsid wsp:val=&quot;005651CF&quot;/&gt;&lt;wsp:rsid wsp:val=&quot;00571FCD&quot;/&gt;&lt;wsp:rsid wsp:val=&quot;00580087&quot;/&gt;&lt;wsp:rsid wsp:val=&quot;00584C49&quot;/&gt;&lt;wsp:rsid wsp:val=&quot;005A6815&quot;/&gt;&lt;wsp:rsid wsp:val=&quot;005B192B&quot;/&gt;&lt;wsp:rsid wsp:val=&quot;005B3155&quot;/&gt;&lt;wsp:rsid wsp:val=&quot;005C3F14&quot;/&gt;&lt;wsp:rsid wsp:val=&quot;005E51EE&quot;/&gt;&lt;wsp:rsid wsp:val=&quot;005E62D8&quot;/&gt;&lt;wsp:rsid wsp:val=&quot;005F5AF1&quot;/&gt;&lt;wsp:rsid wsp:val=&quot;00623BC0&quot;/&gt;&lt;wsp:rsid wsp:val=&quot;006345D4&quot;/&gt;&lt;wsp:rsid wsp:val=&quot;006374D9&quot;/&gt;&lt;wsp:rsid wsp:val=&quot;006556FE&quot;/&gt;&lt;wsp:rsid wsp:val=&quot;00674A81&quot;/&gt;&lt;wsp:rsid wsp:val=&quot;00685A4C&quot;/&gt;&lt;wsp:rsid wsp:val=&quot;006A0222&quot;/&gt;&lt;wsp:rsid wsp:val=&quot;006A4427&quot;/&gt;&lt;wsp:rsid wsp:val=&quot;006C355A&quot;/&gt;&lt;wsp:rsid wsp:val=&quot;006C5A0A&quot;/&gt;&lt;wsp:rsid wsp:val=&quot;006D65DE&quot;/&gt;&lt;wsp:rsid wsp:val=&quot;006F31BC&quot;/&gt;&lt;wsp:rsid wsp:val=&quot;006F6FA3&quot;/&gt;&lt;wsp:rsid wsp:val=&quot;007023EB&quot;/&gt;&lt;wsp:rsid wsp:val=&quot;00703F59&quot;/&gt;&lt;wsp:rsid wsp:val=&quot;00716892&quot;/&gt;&lt;wsp:rsid wsp:val=&quot;00736F1A&quot;/&gt;&lt;wsp:rsid wsp:val=&quot;00777137&quot;/&gt;&lt;wsp:rsid wsp:val=&quot;007A1F00&quot;/&gt;&lt;wsp:rsid wsp:val=&quot;007B12FF&quot;/&gt;&lt;wsp:rsid wsp:val=&quot;007D5A15&quot;/&gt;&lt;wsp:rsid wsp:val=&quot;007D77A7&quot;/&gt;&lt;wsp:rsid wsp:val=&quot;007D7AFD&quot;/&gt;&lt;wsp:rsid wsp:val=&quot;00810410&quot;/&gt;&lt;wsp:rsid wsp:val=&quot;008127B9&quot;/&gt;&lt;wsp:rsid wsp:val=&quot;00823337&quot;/&gt;&lt;wsp:rsid wsp:val=&quot;00824C89&quot;/&gt;&lt;wsp:rsid wsp:val=&quot;00826D19&quot;/&gt;&lt;wsp:rsid wsp:val=&quot;00836CA0&quot;/&gt;&lt;wsp:rsid wsp:val=&quot;00860FC0&quot;/&gt;&lt;wsp:rsid wsp:val=&quot;008625FA&quot;/&gt;&lt;wsp:rsid wsp:val=&quot;00871AA5&quot;/&gt;&lt;wsp:rsid wsp:val=&quot;00883150&quot;/&gt;&lt;wsp:rsid wsp:val=&quot;008A3EDA&quot;/&gt;&lt;wsp:rsid wsp:val=&quot;008D4D40&quot;/&gt;&lt;wsp:rsid wsp:val=&quot;00906E94&quot;/&gt;&lt;wsp:rsid wsp:val=&quot;009100C1&quot;/&gt;&lt;wsp:rsid wsp:val=&quot;00981F7E&quot;/&gt;&lt;wsp:rsid wsp:val=&quot;00990766&quot;/&gt;&lt;wsp:rsid wsp:val=&quot;009908FF&quot;/&gt;&lt;wsp:rsid wsp:val=&quot;009C4EA7&quot;/&gt;&lt;wsp:rsid wsp:val=&quot;009D4772&quot;/&gt;&lt;wsp:rsid wsp:val=&quot;009F046E&quot;/&gt;&lt;wsp:rsid wsp:val=&quot;00A06F4C&quot;/&gt;&lt;wsp:rsid wsp:val=&quot;00A130BB&quot;/&gt;&lt;wsp:rsid wsp:val=&quot;00A416AA&quot;/&gt;&lt;wsp:rsid wsp:val=&quot;00A461C9&quot;/&gt;&lt;wsp:rsid wsp:val=&quot;00A473D6&quot;/&gt;&lt;wsp:rsid wsp:val=&quot;00A753B5&quot;/&gt;&lt;wsp:rsid wsp:val=&quot;00A96364&quot;/&gt;&lt;wsp:rsid wsp:val=&quot;00AA72BA&quot;/&gt;&lt;wsp:rsid wsp:val=&quot;00AC7A4C&quot;/&gt;&lt;wsp:rsid wsp:val=&quot;00AE29EF&quot;/&gt;&lt;wsp:rsid wsp:val=&quot;00AF3269&quot;/&gt;&lt;wsp:rsid wsp:val=&quot;00AF4653&quot;/&gt;&lt;wsp:rsid wsp:val=&quot;00B01128&quot;/&gt;&lt;wsp:rsid wsp:val=&quot;00B169CF&quot;/&gt;&lt;wsp:rsid wsp:val=&quot;00B248AF&quot;/&gt;&lt;wsp:rsid wsp:val=&quot;00B428C5&quot;/&gt;&lt;wsp:rsid wsp:val=&quot;00B53168&quot;/&gt;&lt;wsp:rsid wsp:val=&quot;00B811E2&quot;/&gt;&lt;wsp:rsid wsp:val=&quot;00B92242&quot;/&gt;&lt;wsp:rsid wsp:val=&quot;00B9268A&quot;/&gt;&lt;wsp:rsid wsp:val=&quot;00B95F3A&quot;/&gt;&lt;wsp:rsid wsp:val=&quot;00BA0F9A&quot;/&gt;&lt;wsp:rsid wsp:val=&quot;00BC03AB&quot;/&gt;&lt;wsp:rsid wsp:val=&quot;00BC1C8A&quot;/&gt;&lt;wsp:rsid wsp:val=&quot;00BC4C02&quot;/&gt;&lt;wsp:rsid wsp:val=&quot;00BE5233&quot;/&gt;&lt;wsp:rsid wsp:val=&quot;00BE57FB&quot;/&gt;&lt;wsp:rsid wsp:val=&quot;00BF0017&quot;/&gt;&lt;wsp:rsid wsp:val=&quot;00C071B2&quot;/&gt;&lt;wsp:rsid wsp:val=&quot;00C0725C&quot;/&gt;&lt;wsp:rsid wsp:val=&quot;00C238DE&quot;/&gt;&lt;wsp:rsid wsp:val=&quot;00C453F0&quot;/&gt;&lt;wsp:rsid wsp:val=&quot;00C46360&quot;/&gt;&lt;wsp:rsid wsp:val=&quot;00C5209E&quot;/&gt;&lt;wsp:rsid wsp:val=&quot;00C558AB&quot;/&gt;&lt;wsp:rsid wsp:val=&quot;00C919B1&quot;/&gt;&lt;wsp:rsid wsp:val=&quot;00CA1BEC&quot;/&gt;&lt;wsp:rsid wsp:val=&quot;00CA3A2A&quot;/&gt;&lt;wsp:rsid wsp:val=&quot;00CA603B&quot;/&gt;&lt;wsp:rsid wsp:val=&quot;00CB5C20&quot;/&gt;&lt;wsp:rsid wsp:val=&quot;00D04BB8&quot;/&gt;&lt;wsp:rsid wsp:val=&quot;00D12396&quot;/&gt;&lt;wsp:rsid wsp:val=&quot;00D24C32&quot;/&gt;&lt;wsp:rsid wsp:val=&quot;00D30D95&quot;/&gt;&lt;wsp:rsid wsp:val=&quot;00D33DD3&quot;/&gt;&lt;wsp:rsid wsp:val=&quot;00D4044D&quot;/&gt;&lt;wsp:rsid wsp:val=&quot;00D5360F&quot;/&gt;&lt;wsp:rsid wsp:val=&quot;00D6054C&quot;/&gt;&lt;wsp:rsid wsp:val=&quot;00D80B16&quot;/&gt;&lt;wsp:rsid wsp:val=&quot;00D86875&quot;/&gt;&lt;wsp:rsid wsp:val=&quot;00D939C2&quot;/&gt;&lt;wsp:rsid wsp:val=&quot;00D9629C&quot;/&gt;&lt;wsp:rsid wsp:val=&quot;00DA0D6D&quot;/&gt;&lt;wsp:rsid wsp:val=&quot;00DA15FE&quot;/&gt;&lt;wsp:rsid wsp:val=&quot;00DB5B5A&quot;/&gt;&lt;wsp:rsid wsp:val=&quot;00DC6E59&quot;/&gt;&lt;wsp:rsid wsp:val=&quot;00DC7A7C&quot;/&gt;&lt;wsp:rsid wsp:val=&quot;00DF3C87&quot;/&gt;&lt;wsp:rsid wsp:val=&quot;00DF55FD&quot;/&gt;&lt;wsp:rsid wsp:val=&quot;00E017E1&quot;/&gt;&lt;wsp:rsid wsp:val=&quot;00E13588&quot;/&gt;&lt;wsp:rsid wsp:val=&quot;00E443FF&quot;/&gt;&lt;wsp:rsid wsp:val=&quot;00E64CA1&quot;/&gt;&lt;wsp:rsid wsp:val=&quot;00E82116&quot;/&gt;&lt;wsp:rsid wsp:val=&quot;00E87BE0&quot;/&gt;&lt;wsp:rsid wsp:val=&quot;00E94D50&quot;/&gt;&lt;wsp:rsid wsp:val=&quot;00E96926&quot;/&gt;&lt;wsp:rsid wsp:val=&quot;00EC4345&quot;/&gt;&lt;wsp:rsid wsp:val=&quot;00ED32EE&quot;/&gt;&lt;wsp:rsid wsp:val=&quot;00EE48D7&quot;/&gt;&lt;wsp:rsid wsp:val=&quot;00EE4F3E&quot;/&gt;&lt;wsp:rsid wsp:val=&quot;00F1113D&quot;/&gt;&lt;wsp:rsid wsp:val=&quot;00F13F13&quot;/&gt;&lt;wsp:rsid wsp:val=&quot;00F368E9&quot;/&gt;&lt;wsp:rsid wsp:val=&quot;00F554E9&quot;/&gt;&lt;wsp:rsid wsp:val=&quot;00F57D21&quot;/&gt;&lt;wsp:rsid wsp:val=&quot;00F6069D&quot;/&gt;&lt;wsp:rsid wsp:val=&quot;00F60784&quot;/&gt;&lt;wsp:rsid wsp:val=&quot;00F6209F&quot;/&gt;&lt;wsp:rsid wsp:val=&quot;00F66AA1&quot;/&gt;&lt;wsp:rsid wsp:val=&quot;00F939BC&quot;/&gt;&lt;wsp:rsid wsp:val=&quot;00FA2013&quot;/&gt;&lt;wsp:rsid wsp:val=&quot;00FA65A5&quot;/&gt;&lt;wsp:rsid wsp:val=&quot;00FD65C4&quot;/&gt;&lt;/wsp:rsids&gt;&lt;/w:docPr&gt;&lt;w:body&gt;&lt;w:p wsp:rsidR=&quot;00000000&quot; wsp:rsidRDefault=&quot;00981F7E&quot;&gt;&lt;m:oMathPara&gt;&lt;m:oMath&gt;&lt;m:r&gt;&lt;w:rPr&gt;&lt;w:rFonts w:ascii=&quot;Cambria Math&quot; w:h-ansi=&quot;Cambria Math&quot;/&gt;&lt;wx:font wx:val=&quot;Cambria Math&quot;/&gt;&lt;w:i/&gt;&lt;/w:rPr&gt;&lt;m:t&gt;Ã·&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 o:title="" chromakey="white"/>
                </v:shape>
              </w:pict>
            </w:r>
            <w:r w:rsidRPr="007E44E2">
              <w:rPr>
                <w:rFonts w:ascii="Architect" w:hAnsi="Architect"/>
                <w:sz w:val="28"/>
                <w:szCs w:val="28"/>
              </w:rPr>
              <w:fldChar w:fldCharType="end"/>
            </w:r>
            <w:r w:rsidRPr="007E44E2">
              <w:rPr>
                <w:rFonts w:ascii="Architect" w:hAnsi="Architect"/>
                <w:i/>
                <w:sz w:val="28"/>
                <w:szCs w:val="28"/>
              </w:rPr>
              <w:t xml:space="preserve"> 2 = n+5</w:t>
            </w:r>
            <w:r w:rsidRPr="007E44E2">
              <w:rPr>
                <w:rFonts w:ascii="Architect" w:hAnsi="Architect"/>
                <w:b/>
                <w:sz w:val="28"/>
                <w:szCs w:val="28"/>
              </w:rPr>
              <w:t xml:space="preserve">    </w:t>
            </w:r>
          </w:p>
          <w:p w:rsidR="00035CD3" w:rsidRPr="007E44E2" w:rsidRDefault="00035CD3" w:rsidP="00A753B5">
            <w:pPr>
              <w:pStyle w:val="BodyText"/>
              <w:numPr>
                <w:ilvl w:val="0"/>
                <w:numId w:val="13"/>
              </w:numPr>
              <w:spacing w:line="240" w:lineRule="auto"/>
              <w:rPr>
                <w:rFonts w:ascii="Architect" w:hAnsi="Architect"/>
                <w:sz w:val="28"/>
                <w:szCs w:val="28"/>
              </w:rPr>
            </w:pPr>
            <w:r w:rsidRPr="007E44E2">
              <w:rPr>
                <w:rFonts w:ascii="Architect" w:hAnsi="Architect"/>
                <w:sz w:val="28"/>
                <w:szCs w:val="28"/>
              </w:rPr>
              <w:t xml:space="preserve">Subtract 4.                                                                             </w:t>
            </w:r>
            <w:r w:rsidRPr="007E44E2">
              <w:rPr>
                <w:rFonts w:ascii="Architect" w:hAnsi="Architect"/>
                <w:b/>
                <w:sz w:val="28"/>
                <w:szCs w:val="28"/>
              </w:rPr>
              <w:t>51</w:t>
            </w:r>
            <w:r w:rsidRPr="007E44E2">
              <w:rPr>
                <w:rFonts w:ascii="Architect" w:hAnsi="Architect"/>
                <w:i/>
                <w:sz w:val="28"/>
                <w:szCs w:val="28"/>
              </w:rPr>
              <w:t xml:space="preserve">                                          n +5–4 = n+1 </w:t>
            </w:r>
          </w:p>
          <w:p w:rsidR="00035CD3" w:rsidRPr="007E44E2" w:rsidRDefault="00035CD3" w:rsidP="00511C81">
            <w:pPr>
              <w:pStyle w:val="BodyText"/>
              <w:spacing w:line="240" w:lineRule="auto"/>
              <w:ind w:left="360"/>
              <w:rPr>
                <w:rFonts w:ascii="Architect" w:hAnsi="Architect"/>
                <w:b/>
                <w:sz w:val="28"/>
                <w:szCs w:val="28"/>
              </w:rPr>
            </w:pPr>
          </w:p>
          <w:p w:rsidR="00035CD3" w:rsidRDefault="00035CD3" w:rsidP="007D77A7">
            <w:pPr>
              <w:pStyle w:val="BodyText"/>
              <w:spacing w:line="240" w:lineRule="auto"/>
              <w:ind w:left="360"/>
              <w:jc w:val="both"/>
              <w:rPr>
                <w:rFonts w:ascii="Architect" w:hAnsi="Architect"/>
                <w:b/>
                <w:sz w:val="28"/>
                <w:szCs w:val="28"/>
              </w:rPr>
            </w:pPr>
          </w:p>
          <w:p w:rsidR="00035CD3" w:rsidRDefault="00035CD3" w:rsidP="007D77A7">
            <w:pPr>
              <w:pStyle w:val="BodyText"/>
              <w:spacing w:line="240" w:lineRule="auto"/>
              <w:ind w:left="360"/>
              <w:jc w:val="both"/>
              <w:rPr>
                <w:rFonts w:ascii="Architect" w:hAnsi="Architect"/>
                <w:b/>
                <w:sz w:val="28"/>
                <w:szCs w:val="28"/>
              </w:rPr>
            </w:pPr>
          </w:p>
          <w:p w:rsidR="00035CD3" w:rsidRPr="007E44E2" w:rsidRDefault="00035CD3" w:rsidP="007D77A7">
            <w:pPr>
              <w:pStyle w:val="BodyText"/>
              <w:spacing w:line="240" w:lineRule="auto"/>
              <w:ind w:left="360"/>
              <w:jc w:val="both"/>
              <w:rPr>
                <w:rFonts w:ascii="Architect" w:hAnsi="Architect"/>
                <w:sz w:val="28"/>
                <w:szCs w:val="28"/>
              </w:rPr>
            </w:pPr>
            <w:r w:rsidRPr="007E44E2">
              <w:rPr>
                <w:rFonts w:ascii="Architect" w:hAnsi="Architect"/>
                <w:b/>
                <w:sz w:val="28"/>
                <w:szCs w:val="28"/>
              </w:rPr>
              <w:t>NOTE:</w:t>
            </w:r>
            <w:r w:rsidRPr="007E44E2">
              <w:rPr>
                <w:rFonts w:ascii="Architect" w:hAnsi="Architect"/>
                <w:sz w:val="28"/>
                <w:szCs w:val="28"/>
              </w:rPr>
              <w:t xml:space="preserve"> For THOAN 1, students should end with the same number, 3. For THOAN 2, they should end with one more than their starting number. Other THOANs can be created to give different results. Based on the intended result of the THOAN exercise, sample questions can be posed to students with discussion following. </w:t>
            </w:r>
          </w:p>
          <w:p w:rsidR="00035CD3" w:rsidRPr="007E44E2" w:rsidRDefault="00035CD3" w:rsidP="00511C81">
            <w:pPr>
              <w:pStyle w:val="BodyText"/>
              <w:spacing w:line="240" w:lineRule="auto"/>
              <w:ind w:left="360"/>
              <w:rPr>
                <w:rFonts w:ascii="Architect" w:hAnsi="Architect"/>
                <w:sz w:val="28"/>
                <w:szCs w:val="28"/>
              </w:rPr>
            </w:pPr>
          </w:p>
          <w:p w:rsidR="00035CD3" w:rsidRPr="007E44E2" w:rsidRDefault="00035CD3" w:rsidP="00E443FF">
            <w:pPr>
              <w:pStyle w:val="BodyText"/>
              <w:spacing w:line="240" w:lineRule="auto"/>
              <w:ind w:left="360"/>
              <w:rPr>
                <w:rFonts w:ascii="Architect" w:hAnsi="Architect"/>
                <w:b/>
                <w:sz w:val="28"/>
                <w:szCs w:val="28"/>
              </w:rPr>
            </w:pPr>
            <w:r w:rsidRPr="007E44E2">
              <w:rPr>
                <w:rFonts w:ascii="Architect" w:hAnsi="Architect"/>
                <w:b/>
                <w:sz w:val="28"/>
                <w:szCs w:val="28"/>
              </w:rPr>
              <w:t>Questions (Sample Questions - based on the THOAN exercise):</w:t>
            </w:r>
          </w:p>
          <w:p w:rsidR="00035CD3" w:rsidRPr="007E44E2" w:rsidRDefault="00035CD3" w:rsidP="00E443FF">
            <w:pPr>
              <w:pStyle w:val="BodyText"/>
              <w:spacing w:line="240" w:lineRule="auto"/>
              <w:ind w:left="360"/>
              <w:rPr>
                <w:rFonts w:ascii="Architect" w:hAnsi="Architect"/>
                <w:sz w:val="28"/>
                <w:szCs w:val="28"/>
              </w:rPr>
            </w:pPr>
            <w:r w:rsidRPr="007E44E2">
              <w:rPr>
                <w:rFonts w:ascii="Architect" w:hAnsi="Architect"/>
                <w:sz w:val="28"/>
                <w:szCs w:val="28"/>
              </w:rPr>
              <w:t>1. (THOAN 1) What is your ending number? Did everyone get the same value? If so, why? Explain.</w:t>
            </w:r>
          </w:p>
          <w:p w:rsidR="00035CD3" w:rsidRPr="007E44E2" w:rsidRDefault="00035CD3" w:rsidP="008D4D40">
            <w:pPr>
              <w:pStyle w:val="BodyText"/>
              <w:spacing w:line="240" w:lineRule="auto"/>
              <w:ind w:left="360"/>
              <w:rPr>
                <w:rFonts w:ascii="Architect" w:hAnsi="Architect"/>
                <w:sz w:val="28"/>
                <w:szCs w:val="28"/>
              </w:rPr>
            </w:pPr>
            <w:r w:rsidRPr="007E44E2">
              <w:rPr>
                <w:rFonts w:ascii="Architect" w:hAnsi="Architect"/>
                <w:sz w:val="28"/>
                <w:szCs w:val="28"/>
              </w:rPr>
              <w:t>2. Compare your ending number to your classmates. Is it the same? If so, why? Explain.</w:t>
            </w:r>
          </w:p>
          <w:p w:rsidR="00035CD3" w:rsidRPr="007E44E2" w:rsidRDefault="00035CD3" w:rsidP="00E443FF">
            <w:pPr>
              <w:pStyle w:val="BodyText"/>
              <w:spacing w:line="240" w:lineRule="auto"/>
              <w:ind w:left="360"/>
              <w:rPr>
                <w:rFonts w:ascii="Architect" w:hAnsi="Architect"/>
                <w:sz w:val="28"/>
                <w:szCs w:val="28"/>
              </w:rPr>
            </w:pPr>
            <w:r w:rsidRPr="007E44E2">
              <w:rPr>
                <w:rFonts w:ascii="Architect" w:hAnsi="Architect"/>
                <w:sz w:val="28"/>
                <w:szCs w:val="28"/>
              </w:rPr>
              <w:t>3. (THOAN 2) How does your ending number compare to your starting number? Can you explain why?</w:t>
            </w:r>
          </w:p>
          <w:p w:rsidR="00035CD3" w:rsidRPr="007E44E2" w:rsidRDefault="00035CD3" w:rsidP="00E443FF">
            <w:pPr>
              <w:pStyle w:val="BodyText"/>
              <w:spacing w:line="240" w:lineRule="auto"/>
              <w:ind w:left="360"/>
              <w:rPr>
                <w:rFonts w:ascii="Architect" w:hAnsi="Architect"/>
                <w:sz w:val="28"/>
                <w:szCs w:val="28"/>
              </w:rPr>
            </w:pPr>
            <w:r w:rsidRPr="007E44E2">
              <w:rPr>
                <w:rFonts w:ascii="Architect" w:hAnsi="Architect"/>
                <w:sz w:val="28"/>
                <w:szCs w:val="28"/>
              </w:rPr>
              <w:t>4. Work with a partner to create a THOAN exercise with an ending number of 1 (</w:t>
            </w:r>
            <w:r w:rsidRPr="007E44E2">
              <w:rPr>
                <w:rFonts w:ascii="Architect" w:hAnsi="Architect"/>
                <w:i/>
                <w:sz w:val="28"/>
                <w:szCs w:val="28"/>
              </w:rPr>
              <w:t>or</w:t>
            </w:r>
            <w:r w:rsidRPr="007E44E2">
              <w:rPr>
                <w:rFonts w:ascii="Architect" w:hAnsi="Architect"/>
                <w:sz w:val="28"/>
                <w:szCs w:val="28"/>
              </w:rPr>
              <w:t xml:space="preserve"> 2, 3, 4, 5, …).</w:t>
            </w:r>
          </w:p>
          <w:p w:rsidR="00035CD3" w:rsidRPr="007E44E2" w:rsidRDefault="00035CD3" w:rsidP="007D77A7">
            <w:pPr>
              <w:pStyle w:val="BodyText"/>
              <w:spacing w:line="240" w:lineRule="auto"/>
              <w:ind w:left="360"/>
              <w:rPr>
                <w:rFonts w:ascii="Architect" w:hAnsi="Architect"/>
                <w:sz w:val="28"/>
                <w:szCs w:val="28"/>
              </w:rPr>
            </w:pPr>
            <w:r w:rsidRPr="007E44E2">
              <w:rPr>
                <w:rFonts w:ascii="Architect" w:hAnsi="Architect"/>
                <w:sz w:val="28"/>
                <w:szCs w:val="28"/>
              </w:rPr>
              <w:t xml:space="preserve">5. Work with a partner to create a THOAN exercise with an ending value that is two more than your starting number </w:t>
            </w:r>
          </w:p>
          <w:p w:rsidR="00035CD3" w:rsidRPr="007E44E2" w:rsidRDefault="00035CD3" w:rsidP="00BC1C8A">
            <w:pPr>
              <w:pStyle w:val="BodyText"/>
              <w:spacing w:line="240" w:lineRule="auto"/>
              <w:ind w:left="555" w:hanging="195"/>
              <w:rPr>
                <w:rFonts w:ascii="Architect" w:hAnsi="Architect"/>
                <w:sz w:val="28"/>
                <w:szCs w:val="28"/>
              </w:rPr>
            </w:pPr>
            <w:r w:rsidRPr="007E44E2">
              <w:rPr>
                <w:rFonts w:ascii="Architect" w:hAnsi="Architect"/>
                <w:sz w:val="28"/>
                <w:szCs w:val="28"/>
              </w:rPr>
              <w:t xml:space="preserve">    (or one less than your starting number). </w:t>
            </w:r>
          </w:p>
          <w:p w:rsidR="00035CD3" w:rsidRPr="007E44E2" w:rsidRDefault="00035CD3" w:rsidP="00BC1C8A">
            <w:pPr>
              <w:pStyle w:val="BodyText"/>
              <w:spacing w:line="240" w:lineRule="auto"/>
              <w:ind w:left="555" w:hanging="195"/>
              <w:rPr>
                <w:rFonts w:ascii="Architect" w:hAnsi="Architect"/>
                <w:sz w:val="28"/>
                <w:szCs w:val="28"/>
              </w:rPr>
            </w:pPr>
          </w:p>
        </w:tc>
      </w:tr>
      <w:tr w:rsidR="00035CD3" w:rsidRPr="007E44E2"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035CD3" w:rsidRPr="007E44E2" w:rsidRDefault="00035CD3" w:rsidP="00E443FF">
            <w:pPr>
              <w:rPr>
                <w:rFonts w:ascii="Architect" w:hAnsi="Architect"/>
                <w:b/>
                <w:sz w:val="28"/>
                <w:szCs w:val="28"/>
              </w:rPr>
            </w:pPr>
            <w:r w:rsidRPr="007E44E2">
              <w:rPr>
                <w:rFonts w:ascii="Architect" w:hAnsi="Architect"/>
                <w:b/>
                <w:sz w:val="28"/>
                <w:szCs w:val="28"/>
              </w:rPr>
              <w:t>EXPLORATION</w:t>
            </w:r>
          </w:p>
          <w:p w:rsidR="00035CD3" w:rsidRPr="007E44E2" w:rsidRDefault="00035CD3" w:rsidP="00AC7A4C">
            <w:pPr>
              <w:pStyle w:val="BodyText"/>
              <w:numPr>
                <w:ilvl w:val="0"/>
                <w:numId w:val="8"/>
              </w:numPr>
              <w:spacing w:line="240" w:lineRule="auto"/>
              <w:rPr>
                <w:rFonts w:ascii="Architect" w:hAnsi="Architect"/>
                <w:sz w:val="28"/>
                <w:szCs w:val="28"/>
              </w:rPr>
            </w:pPr>
            <w:r w:rsidRPr="007E44E2">
              <w:rPr>
                <w:rFonts w:ascii="Architect" w:hAnsi="Architect"/>
                <w:sz w:val="28"/>
                <w:szCs w:val="28"/>
              </w:rPr>
              <w:t>What hands-on/minds-on activities will students be doing?</w:t>
            </w:r>
          </w:p>
          <w:p w:rsidR="00035CD3" w:rsidRPr="007E44E2" w:rsidRDefault="00035CD3" w:rsidP="00AC7A4C">
            <w:pPr>
              <w:pStyle w:val="BodyText"/>
              <w:numPr>
                <w:ilvl w:val="0"/>
                <w:numId w:val="8"/>
              </w:numPr>
              <w:spacing w:line="240" w:lineRule="auto"/>
              <w:rPr>
                <w:rFonts w:ascii="Architect" w:hAnsi="Architect"/>
                <w:sz w:val="28"/>
                <w:szCs w:val="28"/>
              </w:rPr>
            </w:pPr>
            <w:r w:rsidRPr="007E44E2">
              <w:rPr>
                <w:rFonts w:ascii="Architect" w:hAnsi="Architect"/>
                <w:sz w:val="28"/>
                <w:szCs w:val="28"/>
              </w:rPr>
              <w:t>What are the “big idea” conceptual questions that the teacher will use to encourage and/or focus students’ exploration?</w:t>
            </w:r>
          </w:p>
          <w:p w:rsidR="00035CD3" w:rsidRPr="007E44E2" w:rsidRDefault="00035CD3" w:rsidP="00F60784">
            <w:pPr>
              <w:pStyle w:val="BodyText"/>
              <w:spacing w:line="240" w:lineRule="auto"/>
              <w:ind w:firstLine="375"/>
              <w:rPr>
                <w:rFonts w:ascii="Architect" w:hAnsi="Architect"/>
                <w:b/>
                <w:sz w:val="28"/>
                <w:szCs w:val="28"/>
              </w:rPr>
            </w:pPr>
          </w:p>
          <w:p w:rsidR="00035CD3" w:rsidRPr="007E44E2" w:rsidRDefault="00035CD3" w:rsidP="00F60784">
            <w:pPr>
              <w:pStyle w:val="BodyText"/>
              <w:spacing w:line="240" w:lineRule="auto"/>
              <w:ind w:firstLine="375"/>
              <w:rPr>
                <w:rFonts w:ascii="Architect" w:hAnsi="Architect"/>
                <w:b/>
                <w:sz w:val="28"/>
                <w:szCs w:val="28"/>
              </w:rPr>
            </w:pPr>
            <w:r w:rsidRPr="007E44E2">
              <w:rPr>
                <w:rFonts w:ascii="Architect" w:hAnsi="Architect"/>
                <w:b/>
                <w:sz w:val="28"/>
                <w:szCs w:val="28"/>
              </w:rPr>
              <w:t>Hands-on/Minds-on Activities:</w:t>
            </w:r>
          </w:p>
          <w:p w:rsidR="00035CD3" w:rsidRPr="007E44E2" w:rsidRDefault="00035CD3" w:rsidP="00F60784">
            <w:pPr>
              <w:pStyle w:val="BodyText"/>
              <w:spacing w:line="240" w:lineRule="auto"/>
              <w:ind w:firstLine="375"/>
              <w:rPr>
                <w:rFonts w:ascii="Architect" w:hAnsi="Architect"/>
                <w:b/>
                <w:sz w:val="28"/>
                <w:szCs w:val="28"/>
              </w:rPr>
            </w:pPr>
          </w:p>
          <w:p w:rsidR="00035CD3" w:rsidRPr="007E44E2" w:rsidRDefault="00035CD3" w:rsidP="00F60784">
            <w:pPr>
              <w:pStyle w:val="BodyText"/>
              <w:spacing w:line="240" w:lineRule="auto"/>
              <w:ind w:firstLine="375"/>
              <w:rPr>
                <w:rFonts w:ascii="Architect" w:hAnsi="Architect"/>
                <w:sz w:val="28"/>
                <w:szCs w:val="28"/>
              </w:rPr>
            </w:pPr>
            <w:r w:rsidRPr="007E44E2">
              <w:rPr>
                <w:rFonts w:ascii="Architect" w:hAnsi="Architect"/>
                <w:sz w:val="28"/>
                <w:szCs w:val="28"/>
              </w:rPr>
              <w:t>1. THOAN Task (Refer to ENGAGE Activity above.)</w:t>
            </w:r>
          </w:p>
          <w:p w:rsidR="00035CD3" w:rsidRPr="007E44E2" w:rsidRDefault="00035CD3" w:rsidP="00F60784">
            <w:pPr>
              <w:pStyle w:val="BodyText"/>
              <w:spacing w:line="240" w:lineRule="auto"/>
              <w:ind w:firstLine="375"/>
              <w:rPr>
                <w:rFonts w:ascii="Architect" w:hAnsi="Architect"/>
                <w:sz w:val="28"/>
                <w:szCs w:val="28"/>
              </w:rPr>
            </w:pPr>
            <w:r w:rsidRPr="007E44E2">
              <w:rPr>
                <w:rFonts w:ascii="Architect" w:hAnsi="Architect"/>
                <w:sz w:val="28"/>
                <w:szCs w:val="28"/>
              </w:rPr>
              <w:t>2. “Guess My Rule” Game (See handout for instructions.)</w:t>
            </w:r>
          </w:p>
          <w:p w:rsidR="00035CD3" w:rsidRPr="007E44E2" w:rsidRDefault="00035CD3" w:rsidP="00F60784">
            <w:pPr>
              <w:pStyle w:val="BodyText"/>
              <w:spacing w:line="240" w:lineRule="auto"/>
              <w:ind w:firstLine="375"/>
              <w:rPr>
                <w:rFonts w:ascii="Architect" w:hAnsi="Architect"/>
                <w:sz w:val="28"/>
                <w:szCs w:val="28"/>
              </w:rPr>
            </w:pPr>
            <w:r w:rsidRPr="007E44E2">
              <w:rPr>
                <w:rFonts w:ascii="Architect" w:hAnsi="Architect"/>
                <w:sz w:val="28"/>
                <w:szCs w:val="28"/>
              </w:rPr>
              <w:t>3. Uses of Variables Chart (See handout.)</w:t>
            </w:r>
          </w:p>
          <w:p w:rsidR="00035CD3" w:rsidRPr="007E44E2" w:rsidRDefault="00035CD3" w:rsidP="00F60784">
            <w:pPr>
              <w:pStyle w:val="BodyText"/>
              <w:spacing w:line="240" w:lineRule="auto"/>
              <w:ind w:firstLine="375"/>
              <w:rPr>
                <w:rFonts w:ascii="Architect" w:hAnsi="Architect"/>
                <w:sz w:val="28"/>
                <w:szCs w:val="28"/>
              </w:rPr>
            </w:pPr>
            <w:r w:rsidRPr="007E44E2">
              <w:rPr>
                <w:rFonts w:ascii="Architect" w:hAnsi="Architect"/>
                <w:sz w:val="28"/>
                <w:szCs w:val="28"/>
              </w:rPr>
              <w:t xml:space="preserve">4. </w:t>
            </w:r>
            <w:r w:rsidRPr="007E44E2">
              <w:rPr>
                <w:rFonts w:ascii="Architect" w:hAnsi="Architect"/>
                <w:b/>
                <w:sz w:val="28"/>
                <w:szCs w:val="28"/>
              </w:rPr>
              <w:t>24 Game</w:t>
            </w:r>
            <w:r w:rsidRPr="007E44E2">
              <w:rPr>
                <w:rFonts w:ascii="Architect" w:hAnsi="Architect"/>
                <w:b/>
                <w:sz w:val="28"/>
                <w:szCs w:val="28"/>
                <w:vertAlign w:val="superscript"/>
              </w:rPr>
              <w:sym w:font="Symbol" w:char="F0D2"/>
            </w:r>
            <w:r w:rsidRPr="007E44E2">
              <w:rPr>
                <w:rFonts w:ascii="Architect" w:hAnsi="Architect"/>
                <w:sz w:val="28"/>
                <w:szCs w:val="28"/>
              </w:rPr>
              <w:t xml:space="preserve"> - Algebra version (See handout for instructions.) </w:t>
            </w:r>
          </w:p>
          <w:p w:rsidR="00035CD3" w:rsidRPr="007E44E2" w:rsidRDefault="00035CD3" w:rsidP="00F60784">
            <w:pPr>
              <w:pStyle w:val="BodyText"/>
              <w:spacing w:line="240" w:lineRule="auto"/>
              <w:ind w:firstLine="375"/>
              <w:rPr>
                <w:rFonts w:ascii="Architect" w:hAnsi="Architect"/>
                <w:sz w:val="28"/>
                <w:szCs w:val="28"/>
              </w:rPr>
            </w:pPr>
            <w:r w:rsidRPr="007E44E2">
              <w:rPr>
                <w:rFonts w:ascii="Architect" w:hAnsi="Architect"/>
                <w:sz w:val="28"/>
                <w:szCs w:val="28"/>
              </w:rPr>
              <w:t xml:space="preserve">5. Teacher/students record observations and some examples for future discussion. </w:t>
            </w:r>
          </w:p>
          <w:p w:rsidR="00035CD3" w:rsidRPr="007E44E2" w:rsidRDefault="00035CD3" w:rsidP="00F60784">
            <w:pPr>
              <w:pStyle w:val="BodyText"/>
              <w:spacing w:line="240" w:lineRule="auto"/>
              <w:ind w:firstLine="375"/>
              <w:rPr>
                <w:rFonts w:ascii="Architect" w:hAnsi="Architect"/>
                <w:sz w:val="28"/>
                <w:szCs w:val="28"/>
              </w:rPr>
            </w:pPr>
          </w:p>
          <w:p w:rsidR="00035CD3" w:rsidRDefault="00035CD3" w:rsidP="00F60784">
            <w:pPr>
              <w:pStyle w:val="BodyText"/>
              <w:spacing w:line="240" w:lineRule="auto"/>
              <w:ind w:firstLine="375"/>
              <w:rPr>
                <w:rFonts w:ascii="Architect" w:hAnsi="Architect"/>
                <w:b/>
                <w:sz w:val="28"/>
                <w:szCs w:val="28"/>
              </w:rPr>
            </w:pPr>
          </w:p>
          <w:p w:rsidR="00035CD3" w:rsidRDefault="00035CD3" w:rsidP="00F60784">
            <w:pPr>
              <w:pStyle w:val="BodyText"/>
              <w:spacing w:line="240" w:lineRule="auto"/>
              <w:ind w:firstLine="375"/>
              <w:rPr>
                <w:rFonts w:ascii="Architect" w:hAnsi="Architect"/>
                <w:b/>
                <w:sz w:val="28"/>
                <w:szCs w:val="28"/>
              </w:rPr>
            </w:pPr>
          </w:p>
          <w:p w:rsidR="00035CD3" w:rsidRDefault="00035CD3" w:rsidP="00F60784">
            <w:pPr>
              <w:pStyle w:val="BodyText"/>
              <w:spacing w:line="240" w:lineRule="auto"/>
              <w:ind w:firstLine="375"/>
              <w:rPr>
                <w:rFonts w:ascii="Architect" w:hAnsi="Architect"/>
                <w:b/>
                <w:sz w:val="28"/>
                <w:szCs w:val="28"/>
              </w:rPr>
            </w:pPr>
          </w:p>
          <w:p w:rsidR="00035CD3" w:rsidRDefault="00035CD3" w:rsidP="00F60784">
            <w:pPr>
              <w:pStyle w:val="BodyText"/>
              <w:spacing w:line="240" w:lineRule="auto"/>
              <w:ind w:firstLine="375"/>
              <w:rPr>
                <w:rFonts w:ascii="Architect" w:hAnsi="Architect"/>
                <w:b/>
                <w:sz w:val="28"/>
                <w:szCs w:val="28"/>
              </w:rPr>
            </w:pPr>
          </w:p>
          <w:p w:rsidR="00035CD3" w:rsidRDefault="00035CD3" w:rsidP="00F60784">
            <w:pPr>
              <w:pStyle w:val="BodyText"/>
              <w:spacing w:line="240" w:lineRule="auto"/>
              <w:ind w:firstLine="375"/>
              <w:rPr>
                <w:rFonts w:ascii="Architect" w:hAnsi="Architect"/>
                <w:b/>
                <w:sz w:val="28"/>
                <w:szCs w:val="28"/>
              </w:rPr>
            </w:pPr>
          </w:p>
          <w:p w:rsidR="00035CD3" w:rsidRDefault="00035CD3" w:rsidP="00F60784">
            <w:pPr>
              <w:pStyle w:val="BodyText"/>
              <w:spacing w:line="240" w:lineRule="auto"/>
              <w:ind w:firstLine="375"/>
              <w:rPr>
                <w:rFonts w:ascii="Architect" w:hAnsi="Architect"/>
                <w:b/>
                <w:sz w:val="28"/>
                <w:szCs w:val="28"/>
              </w:rPr>
            </w:pPr>
          </w:p>
          <w:p w:rsidR="00035CD3" w:rsidRPr="007E44E2" w:rsidRDefault="00035CD3" w:rsidP="00F60784">
            <w:pPr>
              <w:pStyle w:val="BodyText"/>
              <w:spacing w:line="240" w:lineRule="auto"/>
              <w:ind w:firstLine="375"/>
              <w:rPr>
                <w:rFonts w:ascii="Architect" w:hAnsi="Architect"/>
                <w:b/>
                <w:sz w:val="28"/>
                <w:szCs w:val="28"/>
              </w:rPr>
            </w:pPr>
            <w:r w:rsidRPr="007E44E2">
              <w:rPr>
                <w:rFonts w:ascii="Architect" w:hAnsi="Architect"/>
                <w:b/>
                <w:sz w:val="28"/>
                <w:szCs w:val="28"/>
              </w:rPr>
              <w:t>Big-Idea Questions include:</w:t>
            </w:r>
          </w:p>
          <w:p w:rsidR="00035CD3" w:rsidRPr="007E44E2" w:rsidRDefault="00035CD3" w:rsidP="00A416AA">
            <w:pPr>
              <w:pStyle w:val="BodyText"/>
              <w:numPr>
                <w:ilvl w:val="0"/>
                <w:numId w:val="12"/>
              </w:numPr>
              <w:spacing w:line="240" w:lineRule="auto"/>
              <w:rPr>
                <w:rFonts w:ascii="Architect" w:hAnsi="Architect"/>
                <w:sz w:val="28"/>
                <w:szCs w:val="28"/>
              </w:rPr>
            </w:pPr>
            <w:r w:rsidRPr="007E44E2">
              <w:rPr>
                <w:rFonts w:ascii="Architect" w:hAnsi="Architect"/>
                <w:sz w:val="28"/>
                <w:szCs w:val="28"/>
              </w:rPr>
              <w:t>What is the purpose of variables?</w:t>
            </w:r>
          </w:p>
          <w:p w:rsidR="00035CD3" w:rsidRPr="007E44E2" w:rsidRDefault="00035CD3" w:rsidP="00BC4C02">
            <w:pPr>
              <w:pStyle w:val="BodyText"/>
              <w:numPr>
                <w:ilvl w:val="0"/>
                <w:numId w:val="12"/>
              </w:numPr>
              <w:spacing w:line="240" w:lineRule="auto"/>
              <w:rPr>
                <w:rFonts w:ascii="Architect" w:hAnsi="Architect"/>
                <w:sz w:val="28"/>
                <w:szCs w:val="28"/>
              </w:rPr>
            </w:pPr>
            <w:r w:rsidRPr="007E44E2">
              <w:rPr>
                <w:rFonts w:ascii="Architect" w:hAnsi="Architect"/>
                <w:sz w:val="28"/>
                <w:szCs w:val="28"/>
              </w:rPr>
              <w:t>Why is it important to find the value of a variable in an equation?</w:t>
            </w:r>
          </w:p>
          <w:p w:rsidR="00035CD3" w:rsidRPr="007E44E2" w:rsidRDefault="00035CD3" w:rsidP="00BC4C02">
            <w:pPr>
              <w:pStyle w:val="BodyText"/>
              <w:numPr>
                <w:ilvl w:val="0"/>
                <w:numId w:val="12"/>
              </w:numPr>
              <w:spacing w:line="240" w:lineRule="auto"/>
              <w:rPr>
                <w:rFonts w:ascii="Architect" w:hAnsi="Architect"/>
                <w:sz w:val="28"/>
                <w:szCs w:val="28"/>
              </w:rPr>
            </w:pPr>
            <w:r w:rsidRPr="007E44E2">
              <w:rPr>
                <w:rFonts w:ascii="Architect" w:hAnsi="Architect"/>
                <w:sz w:val="28"/>
                <w:szCs w:val="28"/>
              </w:rPr>
              <w:t>Why is it important to know and follow the rules for order of operations?</w:t>
            </w:r>
          </w:p>
          <w:p w:rsidR="00035CD3" w:rsidRPr="007E44E2" w:rsidRDefault="00035CD3" w:rsidP="00BC4C02">
            <w:pPr>
              <w:pStyle w:val="BodyText"/>
              <w:numPr>
                <w:ilvl w:val="0"/>
                <w:numId w:val="12"/>
              </w:numPr>
              <w:spacing w:line="240" w:lineRule="auto"/>
              <w:rPr>
                <w:rFonts w:ascii="Architect" w:hAnsi="Architect"/>
                <w:sz w:val="28"/>
                <w:szCs w:val="28"/>
              </w:rPr>
            </w:pPr>
            <w:r w:rsidRPr="007E44E2">
              <w:rPr>
                <w:rFonts w:ascii="Architect" w:hAnsi="Architect"/>
                <w:sz w:val="28"/>
                <w:szCs w:val="28"/>
              </w:rPr>
              <w:t>Where might you need to incorporate the use of variables in real-life?</w:t>
            </w:r>
          </w:p>
          <w:p w:rsidR="00035CD3" w:rsidRPr="007E44E2" w:rsidRDefault="00035CD3" w:rsidP="00F1113D">
            <w:pPr>
              <w:pStyle w:val="BodyText"/>
              <w:spacing w:line="240" w:lineRule="auto"/>
              <w:ind w:left="735"/>
              <w:rPr>
                <w:rFonts w:ascii="Architect" w:hAnsi="Architect"/>
                <w:sz w:val="28"/>
                <w:szCs w:val="28"/>
              </w:rPr>
            </w:pPr>
            <w:r w:rsidRPr="007E44E2">
              <w:rPr>
                <w:rFonts w:ascii="Architect" w:hAnsi="Architect"/>
                <w:sz w:val="28"/>
                <w:szCs w:val="28"/>
              </w:rPr>
              <w:t>(Examples might be: People who are in careers such as banking, accounting, teaching, computer science, medicine, engineering, electronics, scientists, etc.)</w:t>
            </w:r>
          </w:p>
          <w:p w:rsidR="00035CD3" w:rsidRPr="007E44E2" w:rsidRDefault="00035CD3" w:rsidP="00F1113D">
            <w:pPr>
              <w:pStyle w:val="BodyText"/>
              <w:spacing w:line="240" w:lineRule="auto"/>
              <w:ind w:left="735"/>
              <w:rPr>
                <w:rFonts w:ascii="Architect" w:hAnsi="Architect"/>
                <w:sz w:val="28"/>
                <w:szCs w:val="28"/>
              </w:rPr>
            </w:pPr>
          </w:p>
          <w:p w:rsidR="00035CD3" w:rsidRPr="007E44E2" w:rsidRDefault="00035CD3" w:rsidP="00435AC2">
            <w:pPr>
              <w:pStyle w:val="BodyText"/>
              <w:spacing w:line="240" w:lineRule="auto"/>
              <w:ind w:left="720" w:hanging="345"/>
              <w:rPr>
                <w:rFonts w:ascii="Architect" w:hAnsi="Architect"/>
                <w:b/>
                <w:sz w:val="28"/>
                <w:szCs w:val="28"/>
              </w:rPr>
            </w:pPr>
            <w:r w:rsidRPr="007E44E2">
              <w:rPr>
                <w:rFonts w:ascii="Architect" w:hAnsi="Architect"/>
                <w:b/>
                <w:sz w:val="28"/>
                <w:szCs w:val="28"/>
              </w:rPr>
              <w:t>At-Home Exploration:</w:t>
            </w:r>
          </w:p>
          <w:p w:rsidR="00035CD3" w:rsidRPr="007E44E2" w:rsidRDefault="00035CD3" w:rsidP="00435AC2">
            <w:pPr>
              <w:pStyle w:val="BodyText"/>
              <w:spacing w:line="240" w:lineRule="auto"/>
              <w:ind w:left="720" w:hanging="345"/>
              <w:rPr>
                <w:rFonts w:ascii="Architect" w:hAnsi="Architect"/>
                <w:sz w:val="28"/>
                <w:szCs w:val="28"/>
              </w:rPr>
            </w:pPr>
          </w:p>
          <w:p w:rsidR="00035CD3" w:rsidRPr="007E44E2" w:rsidRDefault="00035CD3" w:rsidP="00F6069D">
            <w:pPr>
              <w:pStyle w:val="BodyText"/>
              <w:spacing w:line="240" w:lineRule="auto"/>
              <w:ind w:left="375"/>
              <w:rPr>
                <w:rFonts w:ascii="Architect" w:hAnsi="Architect"/>
                <w:sz w:val="28"/>
                <w:szCs w:val="28"/>
              </w:rPr>
            </w:pPr>
            <w:r w:rsidRPr="007E44E2">
              <w:rPr>
                <w:rFonts w:ascii="Architect" w:hAnsi="Architect"/>
                <w:sz w:val="28"/>
                <w:szCs w:val="28"/>
              </w:rPr>
              <w:t>Given teacher/parent preview and supervision, students may explore the following websites for more practice. Parents may enhance their own algebraic understanding by working with the students at home. They can work through the on-line activities with their child, thereby reinforcing everyone’s understanding of variables and algebraic thinking as well.</w:t>
            </w:r>
          </w:p>
          <w:p w:rsidR="00035CD3" w:rsidRPr="007E44E2" w:rsidRDefault="00035CD3" w:rsidP="009F046E">
            <w:pPr>
              <w:ind w:firstLine="375"/>
              <w:rPr>
                <w:rFonts w:ascii="Architect" w:hAnsi="Architect"/>
                <w:sz w:val="28"/>
                <w:szCs w:val="28"/>
              </w:rPr>
            </w:pPr>
            <w:r w:rsidRPr="007E44E2">
              <w:rPr>
                <w:rFonts w:ascii="Architect" w:hAnsi="Architect"/>
                <w:sz w:val="28"/>
                <w:szCs w:val="28"/>
              </w:rPr>
              <w:t xml:space="preserve">       </w:t>
            </w:r>
            <w:hyperlink r:id="rId8" w:history="1">
              <w:r w:rsidRPr="007E44E2">
                <w:rPr>
                  <w:rStyle w:val="Hyperlink"/>
                  <w:rFonts w:ascii="Architect" w:hAnsi="Architect"/>
                  <w:sz w:val="28"/>
                  <w:szCs w:val="28"/>
                </w:rPr>
                <w:t>www.virtualmanipulatives.com</w:t>
              </w:r>
            </w:hyperlink>
          </w:p>
          <w:p w:rsidR="00035CD3" w:rsidRPr="007E44E2" w:rsidRDefault="00035CD3" w:rsidP="00C0725C">
            <w:pPr>
              <w:pStyle w:val="BodyText"/>
              <w:spacing w:line="240" w:lineRule="auto"/>
              <w:ind w:left="720"/>
              <w:rPr>
                <w:rFonts w:ascii="Architect" w:hAnsi="Architect"/>
                <w:sz w:val="28"/>
                <w:szCs w:val="28"/>
              </w:rPr>
            </w:pPr>
            <w:hyperlink r:id="rId9" w:history="1">
              <w:r w:rsidRPr="007E44E2">
                <w:rPr>
                  <w:rStyle w:val="Hyperlink"/>
                  <w:rFonts w:ascii="Architect" w:hAnsi="Architect"/>
                  <w:sz w:val="28"/>
                  <w:szCs w:val="28"/>
                </w:rPr>
                <w:t>www.mathplayground.com/games</w:t>
              </w:r>
            </w:hyperlink>
          </w:p>
          <w:p w:rsidR="00035CD3" w:rsidRPr="007E44E2" w:rsidRDefault="00035CD3" w:rsidP="00B248AF">
            <w:pPr>
              <w:pStyle w:val="BodyText"/>
              <w:spacing w:line="240" w:lineRule="auto"/>
              <w:ind w:left="720"/>
              <w:rPr>
                <w:rFonts w:ascii="Architect" w:hAnsi="Architect"/>
                <w:sz w:val="28"/>
                <w:szCs w:val="28"/>
              </w:rPr>
            </w:pPr>
            <w:hyperlink r:id="rId10" w:history="1">
              <w:r w:rsidRPr="007E44E2">
                <w:rPr>
                  <w:rStyle w:val="Hyperlink"/>
                  <w:rFonts w:ascii="Architect" w:hAnsi="Architect"/>
                  <w:sz w:val="28"/>
                  <w:szCs w:val="28"/>
                </w:rPr>
                <w:t>www.homeschoolmath.net/online/algebra</w:t>
              </w:r>
            </w:hyperlink>
          </w:p>
          <w:p w:rsidR="00035CD3" w:rsidRPr="007E44E2" w:rsidRDefault="00035CD3" w:rsidP="00B248AF">
            <w:pPr>
              <w:pStyle w:val="BodyText"/>
              <w:spacing w:line="240" w:lineRule="auto"/>
              <w:ind w:left="720"/>
              <w:rPr>
                <w:rFonts w:ascii="Architect" w:hAnsi="Architect"/>
                <w:sz w:val="28"/>
                <w:szCs w:val="28"/>
              </w:rPr>
            </w:pPr>
            <w:hyperlink r:id="rId11" w:history="1">
              <w:r w:rsidRPr="007E44E2">
                <w:rPr>
                  <w:rStyle w:val="Hyperlink"/>
                  <w:rFonts w:ascii="Architect" w:hAnsi="Architect"/>
                  <w:sz w:val="28"/>
                  <w:szCs w:val="28"/>
                </w:rPr>
                <w:t>www.onlinemathlearning.com</w:t>
              </w:r>
            </w:hyperlink>
          </w:p>
          <w:p w:rsidR="00035CD3" w:rsidRPr="007E44E2" w:rsidRDefault="00035CD3" w:rsidP="009F046E">
            <w:pPr>
              <w:pStyle w:val="BodyText"/>
              <w:spacing w:line="240" w:lineRule="auto"/>
              <w:ind w:left="720"/>
              <w:rPr>
                <w:rFonts w:ascii="Architect" w:hAnsi="Architect"/>
                <w:sz w:val="28"/>
                <w:szCs w:val="28"/>
              </w:rPr>
            </w:pPr>
            <w:hyperlink r:id="rId12" w:history="1">
              <w:r w:rsidRPr="007E44E2">
                <w:rPr>
                  <w:rStyle w:val="Hyperlink"/>
                  <w:rFonts w:ascii="Architect" w:hAnsi="Architect"/>
                  <w:sz w:val="28"/>
                  <w:szCs w:val="28"/>
                </w:rPr>
                <w:t>www.mrlsmath.com</w:t>
              </w:r>
            </w:hyperlink>
          </w:p>
          <w:p w:rsidR="00035CD3" w:rsidRPr="007E44E2" w:rsidRDefault="00035CD3" w:rsidP="009F046E">
            <w:pPr>
              <w:pStyle w:val="BodyText"/>
              <w:spacing w:line="240" w:lineRule="auto"/>
              <w:ind w:left="720"/>
              <w:rPr>
                <w:rFonts w:ascii="Architect" w:hAnsi="Architect"/>
                <w:sz w:val="28"/>
                <w:szCs w:val="28"/>
              </w:rPr>
            </w:pPr>
            <w:hyperlink r:id="rId13" w:history="1">
              <w:r w:rsidRPr="007E44E2">
                <w:rPr>
                  <w:rStyle w:val="Hyperlink"/>
                  <w:rFonts w:ascii="Architect" w:hAnsi="Architect"/>
                  <w:sz w:val="28"/>
                  <w:szCs w:val="28"/>
                </w:rPr>
                <w:t>www.thefutureschannel.com/algebra</w:t>
              </w:r>
            </w:hyperlink>
            <w:r w:rsidRPr="007E44E2">
              <w:rPr>
                <w:rFonts w:ascii="Architect" w:hAnsi="Architect"/>
                <w:sz w:val="28"/>
                <w:szCs w:val="28"/>
              </w:rPr>
              <w:t xml:space="preserve"> (This website features math movies illustrating how algebra skills are incorporated in different careers.)   </w:t>
            </w:r>
          </w:p>
          <w:p w:rsidR="00035CD3" w:rsidRPr="007E44E2" w:rsidRDefault="00035CD3" w:rsidP="00B248AF">
            <w:pPr>
              <w:pStyle w:val="BodyText"/>
              <w:spacing w:line="240" w:lineRule="auto"/>
              <w:ind w:left="720"/>
              <w:rPr>
                <w:rFonts w:ascii="Architect" w:hAnsi="Architect"/>
                <w:sz w:val="28"/>
                <w:szCs w:val="28"/>
              </w:rPr>
            </w:pPr>
          </w:p>
        </w:tc>
      </w:tr>
      <w:tr w:rsidR="00035CD3" w:rsidRPr="007E44E2"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035CD3" w:rsidRPr="007E44E2" w:rsidRDefault="00035CD3" w:rsidP="00E443FF">
            <w:pPr>
              <w:rPr>
                <w:rFonts w:ascii="Architect" w:hAnsi="Architect"/>
                <w:b/>
                <w:sz w:val="28"/>
                <w:szCs w:val="28"/>
              </w:rPr>
            </w:pPr>
            <w:r w:rsidRPr="007E44E2">
              <w:rPr>
                <w:rFonts w:ascii="Architect" w:hAnsi="Architect"/>
                <w:b/>
                <w:sz w:val="28"/>
                <w:szCs w:val="28"/>
              </w:rPr>
              <w:t>EXPLANATION</w:t>
            </w:r>
          </w:p>
          <w:p w:rsidR="00035CD3" w:rsidRPr="007E44E2" w:rsidRDefault="00035CD3" w:rsidP="001D7AD0">
            <w:pPr>
              <w:pStyle w:val="BodyText"/>
              <w:numPr>
                <w:ilvl w:val="0"/>
                <w:numId w:val="1"/>
              </w:numPr>
              <w:spacing w:line="240" w:lineRule="auto"/>
              <w:rPr>
                <w:rFonts w:ascii="Architect" w:hAnsi="Architect"/>
                <w:sz w:val="28"/>
                <w:szCs w:val="28"/>
              </w:rPr>
            </w:pPr>
            <w:r w:rsidRPr="007E44E2">
              <w:rPr>
                <w:rFonts w:ascii="Architect" w:hAnsi="Architect"/>
                <w:sz w:val="28"/>
                <w:szCs w:val="28"/>
              </w:rPr>
              <w:t xml:space="preserve">Student explanations should precede introduction of terms or explanations by the teacher. What questions or techniques will the teacher use to help students connect their exploration to the concept under examination? </w:t>
            </w:r>
          </w:p>
          <w:p w:rsidR="00035CD3" w:rsidRPr="007E44E2" w:rsidRDefault="00035CD3" w:rsidP="001D7AD0">
            <w:pPr>
              <w:pStyle w:val="BodyText"/>
              <w:numPr>
                <w:ilvl w:val="0"/>
                <w:numId w:val="1"/>
              </w:numPr>
              <w:spacing w:line="240" w:lineRule="auto"/>
              <w:rPr>
                <w:rFonts w:ascii="Architect" w:hAnsi="Architect"/>
                <w:sz w:val="28"/>
                <w:szCs w:val="28"/>
              </w:rPr>
            </w:pPr>
            <w:r w:rsidRPr="007E44E2">
              <w:rPr>
                <w:rFonts w:ascii="Architect" w:hAnsi="Architect"/>
                <w:sz w:val="28"/>
                <w:szCs w:val="28"/>
              </w:rPr>
              <w:t xml:space="preserve">List higher order thinking questions which teachers will use to solicit </w:t>
            </w:r>
            <w:r w:rsidRPr="007E44E2">
              <w:rPr>
                <w:rFonts w:ascii="Architect" w:hAnsi="Architect"/>
                <w:i/>
                <w:sz w:val="28"/>
                <w:szCs w:val="28"/>
              </w:rPr>
              <w:t>student</w:t>
            </w:r>
            <w:r w:rsidRPr="007E44E2">
              <w:rPr>
                <w:rFonts w:ascii="Architect" w:hAnsi="Architect"/>
                <w:sz w:val="28"/>
                <w:szCs w:val="28"/>
              </w:rPr>
              <w:t xml:space="preserve"> explanations and help them to justify their explanations.</w:t>
            </w:r>
          </w:p>
          <w:p w:rsidR="00035CD3" w:rsidRPr="007E44E2" w:rsidRDefault="00035CD3" w:rsidP="00A96364">
            <w:pPr>
              <w:ind w:left="375"/>
              <w:rPr>
                <w:rFonts w:ascii="Architect" w:hAnsi="Architect"/>
                <w:b/>
                <w:sz w:val="28"/>
                <w:szCs w:val="28"/>
              </w:rPr>
            </w:pPr>
            <w:r w:rsidRPr="007E44E2">
              <w:rPr>
                <w:rFonts w:ascii="Architect" w:hAnsi="Architect"/>
                <w:b/>
                <w:sz w:val="28"/>
                <w:szCs w:val="28"/>
              </w:rPr>
              <w:t>Games:</w:t>
            </w:r>
          </w:p>
          <w:p w:rsidR="00035CD3" w:rsidRPr="007E44E2" w:rsidRDefault="00035CD3" w:rsidP="00A96364">
            <w:pPr>
              <w:ind w:left="375"/>
              <w:rPr>
                <w:rFonts w:ascii="Architect" w:hAnsi="Architect"/>
                <w:sz w:val="28"/>
                <w:szCs w:val="28"/>
              </w:rPr>
            </w:pPr>
            <w:r w:rsidRPr="007E44E2">
              <w:rPr>
                <w:rFonts w:ascii="Architect" w:hAnsi="Architect"/>
                <w:sz w:val="28"/>
                <w:szCs w:val="28"/>
              </w:rPr>
              <w:t xml:space="preserve">Learning algebraic concepts through games can be purposeful and fun.  Using games in a meaningful way is good for helping students achieve maximum learning and retention. The two games in this lesson are </w:t>
            </w:r>
            <w:r w:rsidRPr="007E44E2">
              <w:rPr>
                <w:rFonts w:ascii="Architect" w:hAnsi="Architect"/>
                <w:b/>
                <w:sz w:val="28"/>
                <w:szCs w:val="28"/>
              </w:rPr>
              <w:t>“Guess My Rule”</w:t>
            </w:r>
            <w:r w:rsidRPr="007E44E2">
              <w:rPr>
                <w:rFonts w:ascii="Architect" w:hAnsi="Architect"/>
                <w:sz w:val="28"/>
                <w:szCs w:val="28"/>
              </w:rPr>
              <w:t xml:space="preserve"> and </w:t>
            </w:r>
            <w:r w:rsidRPr="007E44E2">
              <w:rPr>
                <w:rFonts w:ascii="Architect" w:hAnsi="Architect"/>
                <w:b/>
                <w:sz w:val="28"/>
                <w:szCs w:val="28"/>
              </w:rPr>
              <w:t>24 Game</w:t>
            </w:r>
            <w:r w:rsidRPr="007E44E2">
              <w:rPr>
                <w:rFonts w:ascii="Architect" w:hAnsi="Architect"/>
                <w:b/>
                <w:sz w:val="28"/>
                <w:szCs w:val="28"/>
                <w:vertAlign w:val="superscript"/>
              </w:rPr>
              <w:sym w:font="Symbol" w:char="F0D2"/>
            </w:r>
            <w:r w:rsidRPr="007E44E2">
              <w:rPr>
                <w:rFonts w:ascii="Architect" w:hAnsi="Architect"/>
                <w:sz w:val="28"/>
                <w:szCs w:val="28"/>
              </w:rPr>
              <w:t xml:space="preserve"> (Algebra version). (See handouts for instructions.)</w:t>
            </w:r>
          </w:p>
          <w:p w:rsidR="00035CD3" w:rsidRPr="007E44E2" w:rsidRDefault="00035CD3" w:rsidP="00E443FF">
            <w:pPr>
              <w:rPr>
                <w:rFonts w:ascii="Architect" w:hAnsi="Architect"/>
                <w:b/>
                <w:sz w:val="28"/>
                <w:szCs w:val="28"/>
              </w:rPr>
            </w:pPr>
          </w:p>
          <w:p w:rsidR="00035CD3" w:rsidRDefault="00035CD3" w:rsidP="00B01128">
            <w:pPr>
              <w:ind w:firstLine="375"/>
              <w:rPr>
                <w:rFonts w:ascii="Architect" w:hAnsi="Architect"/>
                <w:b/>
                <w:sz w:val="28"/>
                <w:szCs w:val="28"/>
              </w:rPr>
            </w:pPr>
          </w:p>
          <w:p w:rsidR="00035CD3" w:rsidRPr="007E44E2" w:rsidRDefault="00035CD3" w:rsidP="00B01128">
            <w:pPr>
              <w:ind w:firstLine="375"/>
              <w:rPr>
                <w:rFonts w:ascii="Architect" w:hAnsi="Architect"/>
                <w:b/>
                <w:sz w:val="28"/>
                <w:szCs w:val="28"/>
              </w:rPr>
            </w:pPr>
            <w:r w:rsidRPr="007E44E2">
              <w:rPr>
                <w:rFonts w:ascii="Architect" w:hAnsi="Architect"/>
                <w:b/>
                <w:sz w:val="28"/>
                <w:szCs w:val="28"/>
              </w:rPr>
              <w:t>Chart:</w:t>
            </w:r>
          </w:p>
          <w:p w:rsidR="00035CD3" w:rsidRPr="007E44E2" w:rsidRDefault="00035CD3" w:rsidP="00CA3A2A">
            <w:pPr>
              <w:ind w:left="375"/>
              <w:jc w:val="both"/>
              <w:rPr>
                <w:rFonts w:ascii="Architect" w:hAnsi="Architect"/>
                <w:sz w:val="28"/>
                <w:szCs w:val="28"/>
              </w:rPr>
            </w:pPr>
            <w:r w:rsidRPr="007E44E2">
              <w:rPr>
                <w:rFonts w:ascii="Architect" w:hAnsi="Architect"/>
                <w:sz w:val="28"/>
                <w:szCs w:val="28"/>
              </w:rPr>
              <w:t xml:space="preserve">The </w:t>
            </w:r>
            <w:r w:rsidRPr="007E44E2">
              <w:rPr>
                <w:rFonts w:ascii="Architect" w:hAnsi="Architect"/>
                <w:b/>
                <w:sz w:val="28"/>
                <w:szCs w:val="28"/>
              </w:rPr>
              <w:t>Uses of Variables</w:t>
            </w:r>
            <w:r w:rsidRPr="007E44E2">
              <w:rPr>
                <w:rFonts w:ascii="Architect" w:hAnsi="Architect"/>
                <w:sz w:val="28"/>
                <w:szCs w:val="28"/>
              </w:rPr>
              <w:t xml:space="preserve"> chart should be discussed with the class at the teacher’s discretion. The chart merely illustrates, with examples, common ways variables are used in math. The chart could be posted in the classroom for student reference. Students may create and record additional examples of uses in their Math Notebooks.</w:t>
            </w:r>
          </w:p>
          <w:p w:rsidR="00035CD3" w:rsidRPr="007E44E2" w:rsidRDefault="00035CD3" w:rsidP="00B01128">
            <w:pPr>
              <w:ind w:firstLine="375"/>
              <w:rPr>
                <w:rFonts w:ascii="Architect" w:hAnsi="Architect"/>
                <w:sz w:val="28"/>
                <w:szCs w:val="28"/>
              </w:rPr>
            </w:pPr>
          </w:p>
          <w:p w:rsidR="00035CD3" w:rsidRPr="007E44E2" w:rsidRDefault="00035CD3" w:rsidP="00F6069D">
            <w:pPr>
              <w:pStyle w:val="BodyText"/>
              <w:spacing w:line="240" w:lineRule="auto"/>
              <w:ind w:firstLine="375"/>
              <w:rPr>
                <w:rFonts w:ascii="Architect" w:hAnsi="Architect"/>
                <w:b/>
                <w:sz w:val="28"/>
                <w:szCs w:val="28"/>
              </w:rPr>
            </w:pPr>
            <w:r w:rsidRPr="007E44E2">
              <w:rPr>
                <w:rFonts w:ascii="Architect" w:hAnsi="Architect"/>
                <w:b/>
                <w:sz w:val="28"/>
                <w:szCs w:val="28"/>
              </w:rPr>
              <w:t>Big-Idea Questions include:</w:t>
            </w:r>
          </w:p>
          <w:p w:rsidR="00035CD3" w:rsidRPr="007E44E2" w:rsidRDefault="00035CD3" w:rsidP="00CA3A2A">
            <w:pPr>
              <w:pStyle w:val="BodyText"/>
              <w:spacing w:line="240" w:lineRule="auto"/>
              <w:ind w:left="375"/>
              <w:rPr>
                <w:rFonts w:ascii="Architect" w:hAnsi="Architect"/>
                <w:sz w:val="28"/>
                <w:szCs w:val="28"/>
              </w:rPr>
            </w:pPr>
            <w:r w:rsidRPr="007E44E2">
              <w:rPr>
                <w:rFonts w:ascii="Architect" w:hAnsi="Architect"/>
                <w:sz w:val="28"/>
                <w:szCs w:val="28"/>
              </w:rPr>
              <w:t>1.    What is the purpose of variables?</w:t>
            </w:r>
          </w:p>
          <w:p w:rsidR="00035CD3" w:rsidRPr="007E44E2" w:rsidRDefault="00035CD3" w:rsidP="00CA3A2A">
            <w:pPr>
              <w:pStyle w:val="BodyText"/>
              <w:spacing w:line="240" w:lineRule="auto"/>
              <w:ind w:left="375"/>
              <w:rPr>
                <w:rFonts w:ascii="Architect" w:hAnsi="Architect"/>
                <w:sz w:val="28"/>
                <w:szCs w:val="28"/>
              </w:rPr>
            </w:pPr>
            <w:r w:rsidRPr="007E44E2">
              <w:rPr>
                <w:rFonts w:ascii="Architect" w:hAnsi="Architect"/>
                <w:sz w:val="28"/>
                <w:szCs w:val="28"/>
              </w:rPr>
              <w:t>2.    Why is it important to find the value of a variable in an equation?</w:t>
            </w:r>
          </w:p>
          <w:p w:rsidR="00035CD3" w:rsidRPr="007E44E2" w:rsidRDefault="00035CD3" w:rsidP="00CA3A2A">
            <w:pPr>
              <w:pStyle w:val="BodyText"/>
              <w:spacing w:line="240" w:lineRule="auto"/>
              <w:ind w:left="375"/>
              <w:rPr>
                <w:rFonts w:ascii="Architect" w:hAnsi="Architect"/>
                <w:sz w:val="28"/>
                <w:szCs w:val="28"/>
              </w:rPr>
            </w:pPr>
            <w:r w:rsidRPr="007E44E2">
              <w:rPr>
                <w:rFonts w:ascii="Architect" w:hAnsi="Architect"/>
                <w:sz w:val="28"/>
                <w:szCs w:val="28"/>
              </w:rPr>
              <w:t>3.    Why is it important to know and follow the rules for order of operations?</w:t>
            </w:r>
          </w:p>
          <w:p w:rsidR="00035CD3" w:rsidRPr="007E44E2" w:rsidRDefault="00035CD3" w:rsidP="006F6FA3">
            <w:pPr>
              <w:pStyle w:val="BodyText"/>
              <w:tabs>
                <w:tab w:val="left" w:pos="645"/>
              </w:tabs>
              <w:spacing w:line="240" w:lineRule="auto"/>
              <w:ind w:left="375"/>
              <w:rPr>
                <w:rFonts w:ascii="Architect" w:hAnsi="Architect"/>
                <w:sz w:val="28"/>
                <w:szCs w:val="28"/>
              </w:rPr>
            </w:pPr>
            <w:r w:rsidRPr="007E44E2">
              <w:rPr>
                <w:rFonts w:ascii="Architect" w:hAnsi="Architect"/>
                <w:sz w:val="28"/>
                <w:szCs w:val="28"/>
              </w:rPr>
              <w:t>4.    List new vocabulary words that should be included in your Math Notebooks or added to the Math Wall.</w:t>
            </w:r>
          </w:p>
          <w:p w:rsidR="00035CD3" w:rsidRPr="007E44E2" w:rsidRDefault="00035CD3" w:rsidP="00A416AA">
            <w:pPr>
              <w:ind w:firstLine="375"/>
              <w:rPr>
                <w:rFonts w:ascii="Architect" w:hAnsi="Architect"/>
                <w:b/>
                <w:sz w:val="28"/>
                <w:szCs w:val="28"/>
              </w:rPr>
            </w:pPr>
          </w:p>
        </w:tc>
      </w:tr>
      <w:tr w:rsidR="00035CD3" w:rsidRPr="007E44E2"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035CD3" w:rsidRPr="007E44E2" w:rsidRDefault="00035CD3" w:rsidP="00E443FF">
            <w:pPr>
              <w:rPr>
                <w:rFonts w:ascii="Architect" w:hAnsi="Architect"/>
                <w:b/>
                <w:sz w:val="28"/>
                <w:szCs w:val="28"/>
              </w:rPr>
            </w:pPr>
            <w:r w:rsidRPr="007E44E2">
              <w:rPr>
                <w:rFonts w:ascii="Architect" w:hAnsi="Architect"/>
                <w:b/>
                <w:sz w:val="28"/>
                <w:szCs w:val="28"/>
              </w:rPr>
              <w:t>ELABORATION</w:t>
            </w:r>
          </w:p>
          <w:p w:rsidR="00035CD3" w:rsidRPr="007E44E2" w:rsidRDefault="00035CD3" w:rsidP="001D7AD0">
            <w:pPr>
              <w:pStyle w:val="BodyText"/>
              <w:numPr>
                <w:ilvl w:val="0"/>
                <w:numId w:val="1"/>
              </w:numPr>
              <w:spacing w:line="240" w:lineRule="auto"/>
              <w:rPr>
                <w:rFonts w:ascii="Architect" w:hAnsi="Architect"/>
                <w:sz w:val="28"/>
                <w:szCs w:val="28"/>
              </w:rPr>
            </w:pPr>
            <w:r w:rsidRPr="007E44E2">
              <w:rPr>
                <w:rFonts w:ascii="Architect" w:hAnsi="Architect"/>
                <w:sz w:val="28"/>
                <w:szCs w:val="28"/>
              </w:rPr>
              <w:t>Describe how students will develop a more sophisticated understanding of the concept.</w:t>
            </w:r>
          </w:p>
          <w:p w:rsidR="00035CD3" w:rsidRPr="007E44E2" w:rsidRDefault="00035CD3" w:rsidP="001D7AD0">
            <w:pPr>
              <w:pStyle w:val="BodyText"/>
              <w:numPr>
                <w:ilvl w:val="0"/>
                <w:numId w:val="1"/>
              </w:numPr>
              <w:spacing w:line="240" w:lineRule="auto"/>
              <w:rPr>
                <w:rFonts w:ascii="Architect" w:hAnsi="Architect"/>
                <w:sz w:val="28"/>
                <w:szCs w:val="28"/>
              </w:rPr>
            </w:pPr>
            <w:r w:rsidRPr="007E44E2">
              <w:rPr>
                <w:rFonts w:ascii="Architect" w:hAnsi="Architect"/>
                <w:sz w:val="28"/>
                <w:szCs w:val="28"/>
              </w:rPr>
              <w:t>What vocabulary will be introduced and how will it connect to students’ observations?</w:t>
            </w:r>
          </w:p>
          <w:p w:rsidR="00035CD3" w:rsidRPr="007E44E2" w:rsidRDefault="00035CD3" w:rsidP="001D7AD0">
            <w:pPr>
              <w:pStyle w:val="BodyText"/>
              <w:numPr>
                <w:ilvl w:val="0"/>
                <w:numId w:val="1"/>
              </w:numPr>
              <w:spacing w:line="240" w:lineRule="auto"/>
              <w:rPr>
                <w:rFonts w:ascii="Architect" w:hAnsi="Architect"/>
                <w:sz w:val="28"/>
                <w:szCs w:val="28"/>
              </w:rPr>
            </w:pPr>
            <w:r w:rsidRPr="007E44E2">
              <w:rPr>
                <w:rFonts w:ascii="Architect" w:hAnsi="Architect"/>
                <w:sz w:val="28"/>
                <w:szCs w:val="28"/>
              </w:rPr>
              <w:t>How is this knowledge applied in our daily lives?</w:t>
            </w:r>
          </w:p>
          <w:p w:rsidR="00035CD3" w:rsidRPr="007E44E2" w:rsidRDefault="00035CD3" w:rsidP="00E443FF">
            <w:pPr>
              <w:rPr>
                <w:rFonts w:ascii="Architect" w:hAnsi="Architect"/>
                <w:b/>
                <w:sz w:val="28"/>
                <w:szCs w:val="28"/>
              </w:rPr>
            </w:pPr>
          </w:p>
          <w:p w:rsidR="00035CD3" w:rsidRPr="007E44E2" w:rsidRDefault="00035CD3" w:rsidP="00B01128">
            <w:pPr>
              <w:pStyle w:val="ListParagraph"/>
              <w:numPr>
                <w:ilvl w:val="0"/>
                <w:numId w:val="4"/>
              </w:numPr>
              <w:rPr>
                <w:rFonts w:ascii="Architect" w:hAnsi="Architect"/>
                <w:sz w:val="28"/>
                <w:szCs w:val="28"/>
              </w:rPr>
            </w:pPr>
            <w:r w:rsidRPr="007E44E2">
              <w:rPr>
                <w:rFonts w:ascii="Architect" w:hAnsi="Architect"/>
                <w:sz w:val="28"/>
                <w:szCs w:val="28"/>
              </w:rPr>
              <w:t>Students will create their own rules for “Guess My Rule” game to play at school and at home.</w:t>
            </w:r>
          </w:p>
          <w:p w:rsidR="00035CD3" w:rsidRPr="007E44E2" w:rsidRDefault="00035CD3" w:rsidP="00B01128">
            <w:pPr>
              <w:pStyle w:val="ListParagraph"/>
              <w:numPr>
                <w:ilvl w:val="0"/>
                <w:numId w:val="4"/>
              </w:numPr>
              <w:rPr>
                <w:rFonts w:ascii="Architect" w:hAnsi="Architect"/>
                <w:sz w:val="28"/>
                <w:szCs w:val="28"/>
              </w:rPr>
            </w:pPr>
            <w:r w:rsidRPr="007E44E2">
              <w:rPr>
                <w:rFonts w:ascii="Architect" w:hAnsi="Architect"/>
                <w:sz w:val="28"/>
                <w:szCs w:val="28"/>
              </w:rPr>
              <w:t xml:space="preserve">Students will choose starting values for the variables </w:t>
            </w:r>
            <w:r w:rsidRPr="007E44E2">
              <w:rPr>
                <w:rFonts w:ascii="Architect" w:hAnsi="Architect"/>
                <w:b/>
                <w:i/>
                <w:sz w:val="28"/>
                <w:szCs w:val="28"/>
              </w:rPr>
              <w:t xml:space="preserve">x </w:t>
            </w:r>
            <w:r w:rsidRPr="007E44E2">
              <w:rPr>
                <w:rFonts w:ascii="Architect" w:hAnsi="Architect"/>
                <w:sz w:val="28"/>
                <w:szCs w:val="28"/>
              </w:rPr>
              <w:t xml:space="preserve">and/or </w:t>
            </w:r>
            <w:r w:rsidRPr="007E44E2">
              <w:rPr>
                <w:rFonts w:ascii="Architect" w:hAnsi="Architect"/>
                <w:b/>
                <w:i/>
                <w:sz w:val="28"/>
                <w:szCs w:val="28"/>
              </w:rPr>
              <w:t>y</w:t>
            </w:r>
            <w:r w:rsidRPr="007E44E2">
              <w:rPr>
                <w:rFonts w:ascii="Architect" w:hAnsi="Architect"/>
                <w:sz w:val="28"/>
                <w:szCs w:val="28"/>
              </w:rPr>
              <w:t xml:space="preserve"> in the </w:t>
            </w:r>
            <w:r w:rsidRPr="007E44E2">
              <w:rPr>
                <w:rFonts w:ascii="Architect" w:hAnsi="Architect"/>
                <w:b/>
                <w:sz w:val="28"/>
                <w:szCs w:val="28"/>
              </w:rPr>
              <w:t>24 Game</w:t>
            </w:r>
            <w:r w:rsidRPr="007E44E2">
              <w:rPr>
                <w:rFonts w:ascii="Architect" w:hAnsi="Architect"/>
                <w:b/>
                <w:sz w:val="28"/>
                <w:szCs w:val="28"/>
                <w:vertAlign w:val="superscript"/>
              </w:rPr>
              <w:sym w:font="Symbol" w:char="F0D2"/>
            </w:r>
            <w:r w:rsidRPr="007E44E2">
              <w:rPr>
                <w:rFonts w:ascii="Architect" w:hAnsi="Architect"/>
                <w:sz w:val="28"/>
                <w:szCs w:val="28"/>
              </w:rPr>
              <w:t xml:space="preserve"> (Algebra version).</w:t>
            </w:r>
          </w:p>
          <w:p w:rsidR="00035CD3" w:rsidRPr="007E44E2" w:rsidRDefault="00035CD3" w:rsidP="006F6FA3">
            <w:pPr>
              <w:pStyle w:val="ListParagraph"/>
              <w:ind w:left="1125"/>
              <w:rPr>
                <w:rFonts w:ascii="Architect" w:hAnsi="Architect"/>
                <w:sz w:val="28"/>
                <w:szCs w:val="28"/>
              </w:rPr>
            </w:pPr>
            <w:r w:rsidRPr="007E44E2">
              <w:rPr>
                <w:rFonts w:ascii="Architect" w:hAnsi="Architect"/>
                <w:sz w:val="28"/>
                <w:szCs w:val="28"/>
              </w:rPr>
              <w:t xml:space="preserve"> </w:t>
            </w:r>
          </w:p>
          <w:p w:rsidR="00035CD3" w:rsidRPr="007E44E2" w:rsidRDefault="00035CD3" w:rsidP="00623BC0">
            <w:pPr>
              <w:pStyle w:val="ListParagraph"/>
              <w:ind w:left="1125" w:hanging="390"/>
              <w:rPr>
                <w:rFonts w:ascii="Architect" w:hAnsi="Architect"/>
                <w:b/>
                <w:sz w:val="28"/>
                <w:szCs w:val="28"/>
              </w:rPr>
            </w:pPr>
            <w:r w:rsidRPr="007E44E2">
              <w:rPr>
                <w:rFonts w:ascii="Architect" w:hAnsi="Architect"/>
                <w:b/>
                <w:sz w:val="28"/>
                <w:szCs w:val="28"/>
              </w:rPr>
              <w:t>Vocabulary:</w:t>
            </w:r>
          </w:p>
          <w:p w:rsidR="00035CD3" w:rsidRPr="007E44E2" w:rsidRDefault="00035CD3" w:rsidP="006D65DE">
            <w:pPr>
              <w:pStyle w:val="ListParagraph"/>
              <w:ind w:left="735"/>
              <w:rPr>
                <w:rFonts w:ascii="Architect" w:hAnsi="Architect"/>
                <w:sz w:val="28"/>
                <w:szCs w:val="28"/>
              </w:rPr>
            </w:pPr>
            <w:r w:rsidRPr="007E44E2">
              <w:rPr>
                <w:rFonts w:ascii="Architect" w:hAnsi="Architect"/>
                <w:sz w:val="28"/>
                <w:szCs w:val="28"/>
              </w:rPr>
              <w:t>equation, expression, input, order of operations, output, pattern, reasoning, single-step, symbols, unknown, variables</w:t>
            </w:r>
          </w:p>
          <w:p w:rsidR="00035CD3" w:rsidRPr="007E44E2" w:rsidRDefault="00035CD3" w:rsidP="00B248AF">
            <w:pPr>
              <w:pStyle w:val="ListParagraph"/>
              <w:ind w:left="1125" w:hanging="390"/>
              <w:rPr>
                <w:rFonts w:ascii="Architect" w:hAnsi="Architect"/>
                <w:sz w:val="28"/>
                <w:szCs w:val="28"/>
              </w:rPr>
            </w:pPr>
          </w:p>
        </w:tc>
      </w:tr>
      <w:tr w:rsidR="00035CD3" w:rsidRPr="007E44E2"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035CD3" w:rsidRDefault="00035CD3" w:rsidP="00E443FF">
            <w:pPr>
              <w:rPr>
                <w:rFonts w:ascii="Architect" w:hAnsi="Architect"/>
                <w:b/>
                <w:sz w:val="28"/>
                <w:szCs w:val="28"/>
              </w:rPr>
            </w:pPr>
          </w:p>
          <w:p w:rsidR="00035CD3" w:rsidRDefault="00035CD3" w:rsidP="00E443FF">
            <w:pPr>
              <w:rPr>
                <w:rFonts w:ascii="Architect" w:hAnsi="Architect"/>
                <w:b/>
                <w:sz w:val="28"/>
                <w:szCs w:val="28"/>
              </w:rPr>
            </w:pPr>
          </w:p>
          <w:p w:rsidR="00035CD3" w:rsidRDefault="00035CD3" w:rsidP="00E443FF">
            <w:pPr>
              <w:rPr>
                <w:rFonts w:ascii="Architect" w:hAnsi="Architect"/>
                <w:b/>
                <w:sz w:val="28"/>
                <w:szCs w:val="28"/>
              </w:rPr>
            </w:pPr>
          </w:p>
          <w:p w:rsidR="00035CD3" w:rsidRDefault="00035CD3" w:rsidP="00E443FF">
            <w:pPr>
              <w:rPr>
                <w:rFonts w:ascii="Architect" w:hAnsi="Architect"/>
                <w:b/>
                <w:sz w:val="28"/>
                <w:szCs w:val="28"/>
              </w:rPr>
            </w:pPr>
          </w:p>
          <w:p w:rsidR="00035CD3" w:rsidRDefault="00035CD3" w:rsidP="00E443FF">
            <w:pPr>
              <w:rPr>
                <w:rFonts w:ascii="Architect" w:hAnsi="Architect"/>
                <w:b/>
                <w:sz w:val="28"/>
                <w:szCs w:val="28"/>
              </w:rPr>
            </w:pPr>
          </w:p>
          <w:p w:rsidR="00035CD3" w:rsidRDefault="00035CD3" w:rsidP="00E443FF">
            <w:pPr>
              <w:rPr>
                <w:rFonts w:ascii="Architect" w:hAnsi="Architect"/>
                <w:b/>
                <w:sz w:val="28"/>
                <w:szCs w:val="28"/>
              </w:rPr>
            </w:pPr>
          </w:p>
          <w:p w:rsidR="00035CD3" w:rsidRDefault="00035CD3" w:rsidP="00E443FF">
            <w:pPr>
              <w:rPr>
                <w:rFonts w:ascii="Architect" w:hAnsi="Architect"/>
                <w:b/>
                <w:sz w:val="28"/>
                <w:szCs w:val="28"/>
              </w:rPr>
            </w:pPr>
          </w:p>
          <w:p w:rsidR="00035CD3" w:rsidRPr="007E44E2" w:rsidRDefault="00035CD3" w:rsidP="00E443FF">
            <w:pPr>
              <w:rPr>
                <w:rFonts w:ascii="Architect" w:hAnsi="Architect"/>
                <w:sz w:val="28"/>
                <w:szCs w:val="28"/>
              </w:rPr>
            </w:pPr>
            <w:r w:rsidRPr="007E44E2">
              <w:rPr>
                <w:rFonts w:ascii="Architect" w:hAnsi="Architect"/>
                <w:b/>
                <w:sz w:val="28"/>
                <w:szCs w:val="28"/>
              </w:rPr>
              <w:t>EVALUATION</w:t>
            </w:r>
          </w:p>
          <w:p w:rsidR="00035CD3" w:rsidRPr="007E44E2" w:rsidRDefault="00035CD3" w:rsidP="001D7AD0">
            <w:pPr>
              <w:pStyle w:val="BodyText"/>
              <w:numPr>
                <w:ilvl w:val="0"/>
                <w:numId w:val="1"/>
              </w:numPr>
              <w:spacing w:line="240" w:lineRule="auto"/>
              <w:rPr>
                <w:rFonts w:ascii="Architect" w:hAnsi="Architect"/>
                <w:sz w:val="28"/>
                <w:szCs w:val="28"/>
              </w:rPr>
            </w:pPr>
            <w:r w:rsidRPr="007E44E2">
              <w:rPr>
                <w:rFonts w:ascii="Architect" w:hAnsi="Architect"/>
                <w:sz w:val="28"/>
                <w:szCs w:val="28"/>
              </w:rPr>
              <w:t>How will students demonstrate that they have achieved the lesson objective?</w:t>
            </w:r>
          </w:p>
          <w:p w:rsidR="00035CD3" w:rsidRPr="007E44E2" w:rsidRDefault="00035CD3" w:rsidP="001D7AD0">
            <w:pPr>
              <w:pStyle w:val="BodyText"/>
              <w:numPr>
                <w:ilvl w:val="0"/>
                <w:numId w:val="1"/>
              </w:numPr>
              <w:spacing w:line="240" w:lineRule="auto"/>
              <w:rPr>
                <w:rFonts w:ascii="Architect" w:hAnsi="Architect"/>
                <w:sz w:val="28"/>
                <w:szCs w:val="28"/>
              </w:rPr>
            </w:pPr>
            <w:r w:rsidRPr="007E44E2">
              <w:rPr>
                <w:rFonts w:ascii="Architect" w:hAnsi="Architect"/>
                <w:sz w:val="28"/>
                <w:szCs w:val="28"/>
              </w:rPr>
              <w:t>This should be embedded throughout the lesson as well as at the end of the lesson</w:t>
            </w:r>
          </w:p>
          <w:p w:rsidR="00035CD3" w:rsidRPr="007E44E2" w:rsidRDefault="00035CD3" w:rsidP="00E443FF">
            <w:pPr>
              <w:rPr>
                <w:rFonts w:ascii="Architect" w:hAnsi="Architect"/>
                <w:b/>
                <w:sz w:val="28"/>
                <w:szCs w:val="28"/>
              </w:rPr>
            </w:pPr>
          </w:p>
          <w:p w:rsidR="00035CD3" w:rsidRPr="007E44E2" w:rsidRDefault="00035CD3" w:rsidP="00524B7D">
            <w:pPr>
              <w:pStyle w:val="ListParagraph"/>
              <w:numPr>
                <w:ilvl w:val="0"/>
                <w:numId w:val="5"/>
              </w:numPr>
              <w:tabs>
                <w:tab w:val="left" w:pos="1095"/>
              </w:tabs>
              <w:ind w:left="735" w:firstLine="0"/>
              <w:rPr>
                <w:rFonts w:ascii="Architect" w:hAnsi="Architect"/>
                <w:sz w:val="28"/>
                <w:szCs w:val="28"/>
              </w:rPr>
            </w:pPr>
            <w:r w:rsidRPr="007E44E2">
              <w:rPr>
                <w:rFonts w:ascii="Architect" w:hAnsi="Architect"/>
                <w:sz w:val="28"/>
                <w:szCs w:val="28"/>
              </w:rPr>
              <w:t>Teacher/student observations and on-going discussion</w:t>
            </w:r>
          </w:p>
          <w:p w:rsidR="00035CD3" w:rsidRPr="007E44E2" w:rsidRDefault="00035CD3" w:rsidP="00623BC0">
            <w:pPr>
              <w:pStyle w:val="ListParagraph"/>
              <w:numPr>
                <w:ilvl w:val="0"/>
                <w:numId w:val="5"/>
              </w:numPr>
              <w:tabs>
                <w:tab w:val="left" w:pos="1095"/>
              </w:tabs>
              <w:ind w:left="735" w:firstLine="0"/>
              <w:rPr>
                <w:rFonts w:ascii="Architect" w:hAnsi="Architect"/>
                <w:sz w:val="28"/>
                <w:szCs w:val="28"/>
              </w:rPr>
            </w:pPr>
            <w:r w:rsidRPr="007E44E2">
              <w:rPr>
                <w:rFonts w:ascii="Architect" w:hAnsi="Architect"/>
                <w:sz w:val="28"/>
                <w:szCs w:val="28"/>
              </w:rPr>
              <w:t xml:space="preserve">Students’ created rules for the “Guess My Rule” game </w:t>
            </w:r>
          </w:p>
          <w:p w:rsidR="00035CD3" w:rsidRPr="007E44E2" w:rsidRDefault="00035CD3" w:rsidP="00623BC0">
            <w:pPr>
              <w:pStyle w:val="ListParagraph"/>
              <w:numPr>
                <w:ilvl w:val="0"/>
                <w:numId w:val="5"/>
              </w:numPr>
              <w:tabs>
                <w:tab w:val="left" w:pos="1095"/>
              </w:tabs>
              <w:ind w:left="735" w:firstLine="0"/>
              <w:rPr>
                <w:rFonts w:ascii="Architect" w:hAnsi="Architect"/>
                <w:sz w:val="28"/>
                <w:szCs w:val="28"/>
              </w:rPr>
            </w:pPr>
            <w:r w:rsidRPr="007E44E2">
              <w:rPr>
                <w:rFonts w:ascii="Architect" w:hAnsi="Architect"/>
                <w:sz w:val="28"/>
                <w:szCs w:val="28"/>
              </w:rPr>
              <w:t xml:space="preserve">Students’ equations written to solve </w:t>
            </w:r>
            <w:r w:rsidRPr="007E44E2">
              <w:rPr>
                <w:rFonts w:ascii="Architect" w:hAnsi="Architect"/>
                <w:b/>
                <w:sz w:val="28"/>
                <w:szCs w:val="28"/>
              </w:rPr>
              <w:t>24 Game</w:t>
            </w:r>
            <w:r w:rsidRPr="007E44E2">
              <w:rPr>
                <w:rFonts w:ascii="Architect" w:hAnsi="Architect"/>
                <w:b/>
                <w:sz w:val="28"/>
                <w:szCs w:val="28"/>
                <w:vertAlign w:val="superscript"/>
              </w:rPr>
              <w:sym w:font="Symbol" w:char="F0D2"/>
            </w:r>
            <w:r w:rsidRPr="007E44E2">
              <w:rPr>
                <w:rFonts w:ascii="Architect" w:hAnsi="Architect"/>
                <w:sz w:val="28"/>
                <w:szCs w:val="28"/>
              </w:rPr>
              <w:t xml:space="preserve"> exercises</w:t>
            </w:r>
          </w:p>
          <w:p w:rsidR="00035CD3" w:rsidRPr="007E44E2" w:rsidRDefault="00035CD3" w:rsidP="00623BC0">
            <w:pPr>
              <w:pStyle w:val="ListParagraph"/>
              <w:numPr>
                <w:ilvl w:val="0"/>
                <w:numId w:val="5"/>
              </w:numPr>
              <w:tabs>
                <w:tab w:val="left" w:pos="1095"/>
              </w:tabs>
              <w:ind w:left="735" w:firstLine="0"/>
              <w:rPr>
                <w:rFonts w:ascii="Architect" w:hAnsi="Architect"/>
                <w:sz w:val="28"/>
                <w:szCs w:val="28"/>
              </w:rPr>
            </w:pPr>
            <w:r w:rsidRPr="007E44E2">
              <w:rPr>
                <w:rFonts w:ascii="Architect" w:hAnsi="Architect"/>
                <w:sz w:val="28"/>
                <w:szCs w:val="28"/>
              </w:rPr>
              <w:t xml:space="preserve">Recorded notes and examples in students’ Math Notebooks </w:t>
            </w:r>
          </w:p>
        </w:tc>
      </w:tr>
    </w:tbl>
    <w:p w:rsidR="00035CD3" w:rsidRPr="007E44E2" w:rsidRDefault="00035CD3" w:rsidP="00DF55FD">
      <w:pPr>
        <w:rPr>
          <w:rFonts w:ascii="Architect" w:hAnsi="Architect"/>
          <w:sz w:val="28"/>
          <w:szCs w:val="28"/>
        </w:rPr>
      </w:pPr>
    </w:p>
    <w:p w:rsidR="00035CD3" w:rsidRPr="007E44E2" w:rsidRDefault="00035CD3" w:rsidP="003050CE">
      <w:pPr>
        <w:ind w:hanging="450"/>
        <w:rPr>
          <w:rFonts w:ascii="Architect" w:hAnsi="Architect"/>
          <w:b/>
          <w:sz w:val="28"/>
          <w:szCs w:val="28"/>
          <w:u w:val="double"/>
        </w:rPr>
      </w:pPr>
      <w:r w:rsidRPr="007E44E2">
        <w:rPr>
          <w:rFonts w:ascii="Architect" w:hAnsi="Architect"/>
          <w:b/>
          <w:sz w:val="28"/>
          <w:szCs w:val="28"/>
          <w:u w:val="double"/>
        </w:rPr>
        <w:t>NOTES:</w:t>
      </w:r>
    </w:p>
    <w:sectPr w:rsidR="00035CD3" w:rsidRPr="007E44E2" w:rsidSect="00DF55FD">
      <w:headerReference w:type="default" r:id="rId14"/>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CD3" w:rsidRDefault="00035CD3" w:rsidP="001D7AD0">
      <w:r>
        <w:separator/>
      </w:r>
    </w:p>
  </w:endnote>
  <w:endnote w:type="continuationSeparator" w:id="0">
    <w:p w:rsidR="00035CD3" w:rsidRDefault="00035CD3"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chitect">
    <w:panose1 w:val="020B0600000000020000"/>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CD3" w:rsidRDefault="00035CD3" w:rsidP="001D7AD0">
      <w:r>
        <w:separator/>
      </w:r>
    </w:p>
  </w:footnote>
  <w:footnote w:type="continuationSeparator" w:id="0">
    <w:p w:rsidR="00035CD3" w:rsidRDefault="00035CD3"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CD3" w:rsidRPr="00824C89" w:rsidRDefault="00035CD3">
    <w:pPr>
      <w:pStyle w:val="Header"/>
      <w:jc w:val="right"/>
      <w:rPr>
        <w:rFonts w:ascii="Arial Narrow" w:hAnsi="Arial Narrow"/>
        <w:sz w:val="22"/>
        <w:szCs w:val="22"/>
      </w:rPr>
    </w:pPr>
    <w:r w:rsidRPr="00824C89">
      <w:rPr>
        <w:rFonts w:ascii="Arial Narrow" w:hAnsi="Arial Narrow"/>
        <w:sz w:val="22"/>
        <w:szCs w:val="22"/>
      </w:rPr>
      <w:fldChar w:fldCharType="begin"/>
    </w:r>
    <w:r w:rsidRPr="00824C89">
      <w:rPr>
        <w:rFonts w:ascii="Arial Narrow" w:hAnsi="Arial Narrow"/>
        <w:sz w:val="22"/>
        <w:szCs w:val="22"/>
      </w:rPr>
      <w:instrText xml:space="preserve"> PAGE   \* MERGEFORMAT </w:instrText>
    </w:r>
    <w:r w:rsidRPr="00824C89">
      <w:rPr>
        <w:rFonts w:ascii="Arial Narrow" w:hAnsi="Arial Narrow"/>
        <w:sz w:val="22"/>
        <w:szCs w:val="22"/>
      </w:rPr>
      <w:fldChar w:fldCharType="separate"/>
    </w:r>
    <w:r>
      <w:rPr>
        <w:rFonts w:ascii="Arial Narrow" w:hAnsi="Arial Narrow"/>
        <w:noProof/>
        <w:sz w:val="22"/>
        <w:szCs w:val="22"/>
      </w:rPr>
      <w:t>7</w:t>
    </w:r>
    <w:r w:rsidRPr="00824C89">
      <w:rPr>
        <w:rFonts w:ascii="Arial Narrow" w:hAnsi="Arial Narrow"/>
        <w:sz w:val="22"/>
        <w:szCs w:val="22"/>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CD3" w:rsidRPr="007E44E2" w:rsidRDefault="00035CD3" w:rsidP="00DF55FD">
    <w:pPr>
      <w:pStyle w:val="Header"/>
      <w:jc w:val="center"/>
      <w:rPr>
        <w:rFonts w:ascii="Architect" w:hAnsi="Architect"/>
        <w:b/>
        <w:sz w:val="40"/>
        <w:szCs w:val="40"/>
      </w:rPr>
    </w:pPr>
    <w:r w:rsidRPr="007E44E2">
      <w:rPr>
        <w:rFonts w:ascii="Architect" w:hAnsi="Architect"/>
        <w:b/>
        <w:sz w:val="40"/>
        <w:szCs w:val="40"/>
      </w:rPr>
      <w:t>MATH C</w:t>
    </w:r>
    <w:r w:rsidRPr="007E44E2">
      <w:rPr>
        <w:rFonts w:ascii="Architect" w:hAnsi="Architect"/>
        <w:b/>
        <w:sz w:val="36"/>
        <w:szCs w:val="36"/>
      </w:rPr>
      <w:t>ONTENT</w:t>
    </w:r>
    <w:r w:rsidRPr="007E44E2">
      <w:rPr>
        <w:rFonts w:ascii="Architect" w:hAnsi="Architect"/>
        <w:b/>
        <w:sz w:val="40"/>
        <w:szCs w:val="40"/>
      </w:rPr>
      <w:t xml:space="preserve"> &amp; P</w:t>
    </w:r>
    <w:r w:rsidRPr="007E44E2">
      <w:rPr>
        <w:rFonts w:ascii="Architect" w:hAnsi="Architect"/>
        <w:b/>
        <w:sz w:val="36"/>
        <w:szCs w:val="36"/>
      </w:rPr>
      <w:t>EDAGOGY</w:t>
    </w:r>
    <w:r w:rsidRPr="007E44E2">
      <w:rPr>
        <w:rFonts w:ascii="Architect" w:hAnsi="Architect"/>
        <w:b/>
        <w:sz w:val="40"/>
        <w:szCs w:val="40"/>
      </w:rPr>
      <w:t xml:space="preserve"> - 5E Lesson Plan</w:t>
    </w:r>
  </w:p>
  <w:p w:rsidR="00035CD3" w:rsidRPr="007E44E2" w:rsidRDefault="00035CD3" w:rsidP="003050CE">
    <w:pPr>
      <w:pStyle w:val="Header"/>
      <w:jc w:val="center"/>
      <w:rPr>
        <w:rFonts w:ascii="Architect" w:hAnsi="Architect"/>
        <w:sz w:val="36"/>
        <w:szCs w:val="36"/>
      </w:rPr>
    </w:pPr>
    <w:r w:rsidRPr="007E44E2">
      <w:rPr>
        <w:rFonts w:ascii="Architect" w:hAnsi="Architect"/>
        <w:sz w:val="36"/>
        <w:szCs w:val="36"/>
      </w:rPr>
      <w:t xml:space="preserve">Unknown Variables </w:t>
    </w:r>
  </w:p>
  <w:p w:rsidR="00035CD3" w:rsidRPr="007E44E2" w:rsidRDefault="00035CD3" w:rsidP="003050CE">
    <w:pPr>
      <w:pStyle w:val="Header"/>
      <w:jc w:val="center"/>
      <w:rPr>
        <w:rFonts w:ascii="Architect" w:hAnsi="Architect"/>
        <w:sz w:val="28"/>
        <w:szCs w:val="28"/>
      </w:rPr>
    </w:pPr>
    <w:r w:rsidRPr="007E44E2">
      <w:rPr>
        <w:rFonts w:ascii="Architect" w:hAnsi="Architect"/>
        <w:sz w:val="28"/>
        <w:szCs w:val="28"/>
      </w:rPr>
      <w:t>Chelle Daniels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6DC1"/>
    <w:multiLevelType w:val="hybridMultilevel"/>
    <w:tmpl w:val="965A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10365"/>
    <w:multiLevelType w:val="hybridMultilevel"/>
    <w:tmpl w:val="F3F21F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C557B6"/>
    <w:multiLevelType w:val="hybridMultilevel"/>
    <w:tmpl w:val="AC6C310C"/>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
    <w:nsid w:val="169D3871"/>
    <w:multiLevelType w:val="hybridMultilevel"/>
    <w:tmpl w:val="D13EB4E2"/>
    <w:lvl w:ilvl="0" w:tplc="E1724DA2">
      <w:numFmt w:val="bullet"/>
      <w:lvlText w:val="-"/>
      <w:lvlJc w:val="left"/>
      <w:pPr>
        <w:ind w:left="1710" w:hanging="360"/>
      </w:pPr>
      <w:rPr>
        <w:rFonts w:ascii="Arial Narrow" w:eastAsia="Times New Roman" w:hAnsi="Arial Narrow" w:hint="default"/>
        <w:sz w:val="22"/>
      </w:rPr>
    </w:lvl>
    <w:lvl w:ilvl="1" w:tplc="04090003" w:tentative="1">
      <w:start w:val="1"/>
      <w:numFmt w:val="bullet"/>
      <w:lvlText w:val="o"/>
      <w:lvlJc w:val="left"/>
      <w:pPr>
        <w:ind w:left="2430" w:hanging="360"/>
      </w:pPr>
      <w:rPr>
        <w:rFonts w:ascii="Courier New" w:hAnsi="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
    <w:nsid w:val="2459249F"/>
    <w:multiLevelType w:val="hybridMultilevel"/>
    <w:tmpl w:val="45D2F762"/>
    <w:lvl w:ilvl="0" w:tplc="AF28478C">
      <w:start w:val="1"/>
      <w:numFmt w:val="decimal"/>
      <w:lvlText w:val="%1."/>
      <w:lvlJc w:val="left"/>
      <w:pPr>
        <w:ind w:left="735" w:hanging="360"/>
      </w:pPr>
      <w:rPr>
        <w:rFonts w:cs="Times New Roman" w:hint="default"/>
      </w:rPr>
    </w:lvl>
    <w:lvl w:ilvl="1" w:tplc="04090019" w:tentative="1">
      <w:start w:val="1"/>
      <w:numFmt w:val="lowerLetter"/>
      <w:lvlText w:val="%2."/>
      <w:lvlJc w:val="left"/>
      <w:pPr>
        <w:ind w:left="1455" w:hanging="360"/>
      </w:pPr>
      <w:rPr>
        <w:rFonts w:cs="Times New Roman"/>
      </w:rPr>
    </w:lvl>
    <w:lvl w:ilvl="2" w:tplc="0409001B" w:tentative="1">
      <w:start w:val="1"/>
      <w:numFmt w:val="lowerRoman"/>
      <w:lvlText w:val="%3."/>
      <w:lvlJc w:val="right"/>
      <w:pPr>
        <w:ind w:left="2175" w:hanging="180"/>
      </w:pPr>
      <w:rPr>
        <w:rFonts w:cs="Times New Roman"/>
      </w:rPr>
    </w:lvl>
    <w:lvl w:ilvl="3" w:tplc="0409000F" w:tentative="1">
      <w:start w:val="1"/>
      <w:numFmt w:val="decimal"/>
      <w:lvlText w:val="%4."/>
      <w:lvlJc w:val="left"/>
      <w:pPr>
        <w:ind w:left="2895" w:hanging="360"/>
      </w:pPr>
      <w:rPr>
        <w:rFonts w:cs="Times New Roman"/>
      </w:rPr>
    </w:lvl>
    <w:lvl w:ilvl="4" w:tplc="04090019" w:tentative="1">
      <w:start w:val="1"/>
      <w:numFmt w:val="lowerLetter"/>
      <w:lvlText w:val="%5."/>
      <w:lvlJc w:val="left"/>
      <w:pPr>
        <w:ind w:left="3615" w:hanging="360"/>
      </w:pPr>
      <w:rPr>
        <w:rFonts w:cs="Times New Roman"/>
      </w:rPr>
    </w:lvl>
    <w:lvl w:ilvl="5" w:tplc="0409001B" w:tentative="1">
      <w:start w:val="1"/>
      <w:numFmt w:val="lowerRoman"/>
      <w:lvlText w:val="%6."/>
      <w:lvlJc w:val="right"/>
      <w:pPr>
        <w:ind w:left="4335" w:hanging="180"/>
      </w:pPr>
      <w:rPr>
        <w:rFonts w:cs="Times New Roman"/>
      </w:rPr>
    </w:lvl>
    <w:lvl w:ilvl="6" w:tplc="0409000F" w:tentative="1">
      <w:start w:val="1"/>
      <w:numFmt w:val="decimal"/>
      <w:lvlText w:val="%7."/>
      <w:lvlJc w:val="left"/>
      <w:pPr>
        <w:ind w:left="5055" w:hanging="360"/>
      </w:pPr>
      <w:rPr>
        <w:rFonts w:cs="Times New Roman"/>
      </w:rPr>
    </w:lvl>
    <w:lvl w:ilvl="7" w:tplc="04090019" w:tentative="1">
      <w:start w:val="1"/>
      <w:numFmt w:val="lowerLetter"/>
      <w:lvlText w:val="%8."/>
      <w:lvlJc w:val="left"/>
      <w:pPr>
        <w:ind w:left="5775" w:hanging="360"/>
      </w:pPr>
      <w:rPr>
        <w:rFonts w:cs="Times New Roman"/>
      </w:rPr>
    </w:lvl>
    <w:lvl w:ilvl="8" w:tplc="0409001B" w:tentative="1">
      <w:start w:val="1"/>
      <w:numFmt w:val="lowerRoman"/>
      <w:lvlText w:val="%9."/>
      <w:lvlJc w:val="right"/>
      <w:pPr>
        <w:ind w:left="6495" w:hanging="180"/>
      </w:pPr>
      <w:rPr>
        <w:rFonts w:cs="Times New Roman"/>
      </w:rPr>
    </w:lvl>
  </w:abstractNum>
  <w:abstractNum w:abstractNumId="5">
    <w:nsid w:val="2EF060E4"/>
    <w:multiLevelType w:val="hybridMultilevel"/>
    <w:tmpl w:val="B10205D0"/>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A7A795F"/>
    <w:multiLevelType w:val="hybridMultilevel"/>
    <w:tmpl w:val="F460AE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467769"/>
    <w:multiLevelType w:val="hybridMultilevel"/>
    <w:tmpl w:val="74382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D722BD"/>
    <w:multiLevelType w:val="hybridMultilevel"/>
    <w:tmpl w:val="BC662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4773F0"/>
    <w:multiLevelType w:val="hybridMultilevel"/>
    <w:tmpl w:val="17BA9A9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2824ED3"/>
    <w:multiLevelType w:val="hybridMultilevel"/>
    <w:tmpl w:val="14822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8F517A2"/>
    <w:multiLevelType w:val="hybridMultilevel"/>
    <w:tmpl w:val="B176976A"/>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hint="default"/>
      </w:rPr>
    </w:lvl>
    <w:lvl w:ilvl="8" w:tplc="04090005" w:tentative="1">
      <w:start w:val="1"/>
      <w:numFmt w:val="bullet"/>
      <w:lvlText w:val=""/>
      <w:lvlJc w:val="left"/>
      <w:pPr>
        <w:ind w:left="7215" w:hanging="360"/>
      </w:pPr>
      <w:rPr>
        <w:rFonts w:ascii="Wingdings" w:hAnsi="Wingdings" w:hint="default"/>
      </w:rPr>
    </w:lvl>
  </w:abstractNum>
  <w:num w:numId="1">
    <w:abstractNumId w:val="6"/>
  </w:num>
  <w:num w:numId="2">
    <w:abstractNumId w:val="5"/>
  </w:num>
  <w:num w:numId="3">
    <w:abstractNumId w:val="8"/>
  </w:num>
  <w:num w:numId="4">
    <w:abstractNumId w:val="2"/>
  </w:num>
  <w:num w:numId="5">
    <w:abstractNumId w:val="12"/>
  </w:num>
  <w:num w:numId="6">
    <w:abstractNumId w:val="11"/>
  </w:num>
  <w:num w:numId="7">
    <w:abstractNumId w:val="9"/>
  </w:num>
  <w:num w:numId="8">
    <w:abstractNumId w:val="0"/>
  </w:num>
  <w:num w:numId="9">
    <w:abstractNumId w:val="1"/>
  </w:num>
  <w:num w:numId="10">
    <w:abstractNumId w:val="7"/>
  </w:num>
  <w:num w:numId="11">
    <w:abstractNumId w:val="3"/>
  </w:num>
  <w:num w:numId="12">
    <w:abstractNumId w:val="4"/>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AD0"/>
    <w:rsid w:val="000060CD"/>
    <w:rsid w:val="0001347B"/>
    <w:rsid w:val="00023004"/>
    <w:rsid w:val="00026BB2"/>
    <w:rsid w:val="00035CD3"/>
    <w:rsid w:val="00040E28"/>
    <w:rsid w:val="00076C4B"/>
    <w:rsid w:val="00080CBF"/>
    <w:rsid w:val="00090EEE"/>
    <w:rsid w:val="00095BD9"/>
    <w:rsid w:val="000A6549"/>
    <w:rsid w:val="000A7EBA"/>
    <w:rsid w:val="000C50C0"/>
    <w:rsid w:val="000D2639"/>
    <w:rsid w:val="00106A99"/>
    <w:rsid w:val="00147136"/>
    <w:rsid w:val="00147199"/>
    <w:rsid w:val="00147CC7"/>
    <w:rsid w:val="001543C4"/>
    <w:rsid w:val="00157E5A"/>
    <w:rsid w:val="00173683"/>
    <w:rsid w:val="00174CB5"/>
    <w:rsid w:val="00175E50"/>
    <w:rsid w:val="001A0377"/>
    <w:rsid w:val="001A6EE6"/>
    <w:rsid w:val="001B2E5B"/>
    <w:rsid w:val="001D7AD0"/>
    <w:rsid w:val="001E2739"/>
    <w:rsid w:val="001E770D"/>
    <w:rsid w:val="00201E5C"/>
    <w:rsid w:val="00205575"/>
    <w:rsid w:val="00205592"/>
    <w:rsid w:val="00207160"/>
    <w:rsid w:val="00212475"/>
    <w:rsid w:val="00231C31"/>
    <w:rsid w:val="002632FF"/>
    <w:rsid w:val="00264A50"/>
    <w:rsid w:val="00281995"/>
    <w:rsid w:val="002B0BAD"/>
    <w:rsid w:val="002C7AFB"/>
    <w:rsid w:val="003050CE"/>
    <w:rsid w:val="003112B3"/>
    <w:rsid w:val="00311CDD"/>
    <w:rsid w:val="00322E76"/>
    <w:rsid w:val="0034590F"/>
    <w:rsid w:val="00370572"/>
    <w:rsid w:val="00382345"/>
    <w:rsid w:val="003B5EB6"/>
    <w:rsid w:val="003C4208"/>
    <w:rsid w:val="003F5A27"/>
    <w:rsid w:val="003F7D21"/>
    <w:rsid w:val="003F7DCB"/>
    <w:rsid w:val="00401EF5"/>
    <w:rsid w:val="00435AC2"/>
    <w:rsid w:val="00435DF6"/>
    <w:rsid w:val="004465D4"/>
    <w:rsid w:val="00461A6B"/>
    <w:rsid w:val="00484CD8"/>
    <w:rsid w:val="00491171"/>
    <w:rsid w:val="0049781F"/>
    <w:rsid w:val="004A481E"/>
    <w:rsid w:val="004C232B"/>
    <w:rsid w:val="004D1552"/>
    <w:rsid w:val="004D55E3"/>
    <w:rsid w:val="004E569D"/>
    <w:rsid w:val="00502988"/>
    <w:rsid w:val="00511C81"/>
    <w:rsid w:val="00521544"/>
    <w:rsid w:val="00523292"/>
    <w:rsid w:val="00524B7D"/>
    <w:rsid w:val="00541A83"/>
    <w:rsid w:val="005651CF"/>
    <w:rsid w:val="00571FCD"/>
    <w:rsid w:val="00580087"/>
    <w:rsid w:val="00584C49"/>
    <w:rsid w:val="005A6815"/>
    <w:rsid w:val="005B192B"/>
    <w:rsid w:val="005B3155"/>
    <w:rsid w:val="005C3F14"/>
    <w:rsid w:val="005E51EE"/>
    <w:rsid w:val="005E62D8"/>
    <w:rsid w:val="005F5AF1"/>
    <w:rsid w:val="00623BC0"/>
    <w:rsid w:val="006345D4"/>
    <w:rsid w:val="006374D9"/>
    <w:rsid w:val="006556FE"/>
    <w:rsid w:val="00674A81"/>
    <w:rsid w:val="00685A4C"/>
    <w:rsid w:val="006A0222"/>
    <w:rsid w:val="006A4427"/>
    <w:rsid w:val="006C355A"/>
    <w:rsid w:val="006C5A0A"/>
    <w:rsid w:val="006D65DE"/>
    <w:rsid w:val="006F31BC"/>
    <w:rsid w:val="006F6FA3"/>
    <w:rsid w:val="007023EB"/>
    <w:rsid w:val="00703F59"/>
    <w:rsid w:val="00716892"/>
    <w:rsid w:val="00736F1A"/>
    <w:rsid w:val="00777137"/>
    <w:rsid w:val="007A1F00"/>
    <w:rsid w:val="007B12FF"/>
    <w:rsid w:val="007D5A15"/>
    <w:rsid w:val="007D77A7"/>
    <w:rsid w:val="007D7AFD"/>
    <w:rsid w:val="007E44E2"/>
    <w:rsid w:val="00810410"/>
    <w:rsid w:val="008127B9"/>
    <w:rsid w:val="00823337"/>
    <w:rsid w:val="00824C89"/>
    <w:rsid w:val="00826D19"/>
    <w:rsid w:val="00836CA0"/>
    <w:rsid w:val="00860FC0"/>
    <w:rsid w:val="008625FA"/>
    <w:rsid w:val="00871AA5"/>
    <w:rsid w:val="00883150"/>
    <w:rsid w:val="008A3EDA"/>
    <w:rsid w:val="008C6531"/>
    <w:rsid w:val="008D4D40"/>
    <w:rsid w:val="00906E94"/>
    <w:rsid w:val="009100C1"/>
    <w:rsid w:val="009102A0"/>
    <w:rsid w:val="00990766"/>
    <w:rsid w:val="009908FF"/>
    <w:rsid w:val="009C4EA7"/>
    <w:rsid w:val="009D4772"/>
    <w:rsid w:val="009F046E"/>
    <w:rsid w:val="00A06F4C"/>
    <w:rsid w:val="00A130BB"/>
    <w:rsid w:val="00A416AA"/>
    <w:rsid w:val="00A461C9"/>
    <w:rsid w:val="00A473D6"/>
    <w:rsid w:val="00A753B5"/>
    <w:rsid w:val="00A96364"/>
    <w:rsid w:val="00AA72BA"/>
    <w:rsid w:val="00AC7A4C"/>
    <w:rsid w:val="00AE29EF"/>
    <w:rsid w:val="00AF3269"/>
    <w:rsid w:val="00AF4653"/>
    <w:rsid w:val="00B01128"/>
    <w:rsid w:val="00B169CF"/>
    <w:rsid w:val="00B248AF"/>
    <w:rsid w:val="00B428C5"/>
    <w:rsid w:val="00B514E2"/>
    <w:rsid w:val="00B53168"/>
    <w:rsid w:val="00B811E2"/>
    <w:rsid w:val="00B92242"/>
    <w:rsid w:val="00B9268A"/>
    <w:rsid w:val="00B95F3A"/>
    <w:rsid w:val="00BA0F9A"/>
    <w:rsid w:val="00BC03AB"/>
    <w:rsid w:val="00BC1C8A"/>
    <w:rsid w:val="00BC4C02"/>
    <w:rsid w:val="00BE5233"/>
    <w:rsid w:val="00BE57FB"/>
    <w:rsid w:val="00BF0017"/>
    <w:rsid w:val="00C071B2"/>
    <w:rsid w:val="00C0725C"/>
    <w:rsid w:val="00C238DE"/>
    <w:rsid w:val="00C453F0"/>
    <w:rsid w:val="00C46360"/>
    <w:rsid w:val="00C5209E"/>
    <w:rsid w:val="00C558AB"/>
    <w:rsid w:val="00C919B1"/>
    <w:rsid w:val="00CA1BEC"/>
    <w:rsid w:val="00CA3A2A"/>
    <w:rsid w:val="00CA603B"/>
    <w:rsid w:val="00CB5C20"/>
    <w:rsid w:val="00CD22BC"/>
    <w:rsid w:val="00CF0386"/>
    <w:rsid w:val="00D04BB8"/>
    <w:rsid w:val="00D12396"/>
    <w:rsid w:val="00D24C32"/>
    <w:rsid w:val="00D30D95"/>
    <w:rsid w:val="00D33DD3"/>
    <w:rsid w:val="00D4044D"/>
    <w:rsid w:val="00D5360F"/>
    <w:rsid w:val="00D6054C"/>
    <w:rsid w:val="00D80B16"/>
    <w:rsid w:val="00D86875"/>
    <w:rsid w:val="00D939C2"/>
    <w:rsid w:val="00D9629C"/>
    <w:rsid w:val="00DA0D6D"/>
    <w:rsid w:val="00DA15FE"/>
    <w:rsid w:val="00DB5B5A"/>
    <w:rsid w:val="00DC6E59"/>
    <w:rsid w:val="00DC7A7C"/>
    <w:rsid w:val="00DF3C87"/>
    <w:rsid w:val="00DF55FD"/>
    <w:rsid w:val="00E017E1"/>
    <w:rsid w:val="00E13588"/>
    <w:rsid w:val="00E443FF"/>
    <w:rsid w:val="00E64CA1"/>
    <w:rsid w:val="00E82116"/>
    <w:rsid w:val="00E87BE0"/>
    <w:rsid w:val="00E94D50"/>
    <w:rsid w:val="00E96926"/>
    <w:rsid w:val="00EC4345"/>
    <w:rsid w:val="00ED32EE"/>
    <w:rsid w:val="00EE48D7"/>
    <w:rsid w:val="00EE4F3E"/>
    <w:rsid w:val="00F1113D"/>
    <w:rsid w:val="00F13F13"/>
    <w:rsid w:val="00F368E9"/>
    <w:rsid w:val="00F554E9"/>
    <w:rsid w:val="00F57D21"/>
    <w:rsid w:val="00F6069D"/>
    <w:rsid w:val="00F60784"/>
    <w:rsid w:val="00F6209F"/>
    <w:rsid w:val="00F66AA1"/>
    <w:rsid w:val="00F939BC"/>
    <w:rsid w:val="00FA2013"/>
    <w:rsid w:val="00FA65A5"/>
    <w:rsid w:val="00FD65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paragraph" w:styleId="ListParagraph">
    <w:name w:val="List Paragraph"/>
    <w:basedOn w:val="Normal"/>
    <w:uiPriority w:val="99"/>
    <w:qFormat/>
    <w:rsid w:val="005E62D8"/>
    <w:pPr>
      <w:ind w:left="720"/>
      <w:contextualSpacing/>
    </w:pPr>
  </w:style>
  <w:style w:type="character" w:styleId="Hyperlink">
    <w:name w:val="Hyperlink"/>
    <w:basedOn w:val="DefaultParagraphFont"/>
    <w:uiPriority w:val="99"/>
    <w:rsid w:val="00C0725C"/>
    <w:rPr>
      <w:rFonts w:cs="Times New Roman"/>
      <w:color w:val="0000FF"/>
      <w:u w:val="single"/>
    </w:rPr>
  </w:style>
  <w:style w:type="character" w:styleId="PlaceholderText">
    <w:name w:val="Placeholder Text"/>
    <w:basedOn w:val="DefaultParagraphFont"/>
    <w:uiPriority w:val="99"/>
    <w:semiHidden/>
    <w:rsid w:val="00026BB2"/>
    <w:rPr>
      <w:rFonts w:cs="Times New Roman"/>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rtualmanipulatives.com" TargetMode="External"/><Relationship Id="rId13" Type="http://schemas.openxmlformats.org/officeDocument/2006/relationships/hyperlink" Target="http://www.thefutureschannel.com/algebr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mrlsmath.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nlinemathlearning.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homeschoolmath.net/online/algebra" TargetMode="External"/><Relationship Id="rId4" Type="http://schemas.openxmlformats.org/officeDocument/2006/relationships/webSettings" Target="webSettings.xml"/><Relationship Id="rId9" Type="http://schemas.openxmlformats.org/officeDocument/2006/relationships/hyperlink" Target="http://www.mathplayground.com/game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7</Pages>
  <Words>1574</Words>
  <Characters>8978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dc:title>
  <dc:subject/>
  <dc:creator>kbutler</dc:creator>
  <cp:keywords/>
  <dc:description/>
  <cp:lastModifiedBy>Chelle Daniels</cp:lastModifiedBy>
  <cp:revision>2</cp:revision>
  <cp:lastPrinted>2011-03-03T23:02:00Z</cp:lastPrinted>
  <dcterms:created xsi:type="dcterms:W3CDTF">2011-05-17T14:40:00Z</dcterms:created>
  <dcterms:modified xsi:type="dcterms:W3CDTF">2011-05-17T14:40:00Z</dcterms:modified>
</cp:coreProperties>
</file>